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51" w:rsidRPr="00C46385" w:rsidRDefault="009716B3">
      <w:pPr>
        <w:pStyle w:val="Subtitle"/>
        <w:jc w:val="left"/>
        <w:rPr>
          <w:b w:val="0"/>
          <w:i w:val="0"/>
          <w:sz w:val="26"/>
        </w:rPr>
      </w:pPr>
      <w:r>
        <w:rPr>
          <w:i w:val="0"/>
          <w:noProof/>
          <w:sz w:val="26"/>
        </w:rPr>
        <w:drawing>
          <wp:anchor distT="0" distB="0" distL="114300" distR="114300" simplePos="0" relativeHeight="251695616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182880</wp:posOffset>
            </wp:positionV>
            <wp:extent cx="1955800" cy="1695450"/>
            <wp:effectExtent l="19050" t="0" r="6350" b="0"/>
            <wp:wrapTight wrapText="bothSides">
              <wp:wrapPolygon edited="0">
                <wp:start x="5891" y="485"/>
                <wp:lineTo x="4208" y="971"/>
                <wp:lineTo x="842" y="3640"/>
                <wp:lineTo x="0" y="6310"/>
                <wp:lineTo x="-210" y="12135"/>
                <wp:lineTo x="2104" y="16018"/>
                <wp:lineTo x="2314" y="16989"/>
                <wp:lineTo x="13044" y="19901"/>
                <wp:lineTo x="16200" y="19901"/>
                <wp:lineTo x="18094" y="21357"/>
                <wp:lineTo x="18304" y="21357"/>
                <wp:lineTo x="20408" y="21357"/>
                <wp:lineTo x="20618" y="21357"/>
                <wp:lineTo x="20829" y="20144"/>
                <wp:lineTo x="20829" y="19901"/>
                <wp:lineTo x="21249" y="16261"/>
                <wp:lineTo x="21670" y="12135"/>
                <wp:lineTo x="21670" y="7524"/>
                <wp:lineTo x="20829" y="4854"/>
                <wp:lineTo x="20618" y="2912"/>
                <wp:lineTo x="18304" y="728"/>
                <wp:lineTo x="16200" y="485"/>
                <wp:lineTo x="5891" y="485"/>
              </wp:wrapPolygon>
            </wp:wrapTight>
            <wp:docPr id="1145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2EDB">
        <w:rPr>
          <w:i w:val="0"/>
          <w:sz w:val="26"/>
        </w:rPr>
        <w:t xml:space="preserve"> </w:t>
      </w:r>
      <w:r w:rsidR="00921651" w:rsidRPr="00C46385">
        <w:rPr>
          <w:i w:val="0"/>
          <w:sz w:val="26"/>
        </w:rPr>
        <w:t>Name:</w:t>
      </w:r>
      <w:r w:rsidR="00BB702E">
        <w:rPr>
          <w:b w:val="0"/>
          <w:i w:val="0"/>
          <w:sz w:val="26"/>
        </w:rPr>
        <w:t>……………………</w:t>
      </w:r>
      <w:r w:rsidR="00921651" w:rsidRPr="00C46385">
        <w:rPr>
          <w:b w:val="0"/>
          <w:i w:val="0"/>
          <w:sz w:val="26"/>
        </w:rPr>
        <w:t>………………………………</w:t>
      </w:r>
      <w:r w:rsidR="00921651" w:rsidRPr="00C46385">
        <w:rPr>
          <w:i w:val="0"/>
          <w:sz w:val="26"/>
        </w:rPr>
        <w:t>Centre/Index No:</w:t>
      </w:r>
      <w:r w:rsidR="00921651" w:rsidRPr="00C46385">
        <w:rPr>
          <w:b w:val="0"/>
          <w:i w:val="0"/>
          <w:sz w:val="26"/>
        </w:rPr>
        <w:t>…………</w:t>
      </w:r>
      <w:r w:rsidR="00921651" w:rsidRPr="00C46385">
        <w:rPr>
          <w:i w:val="0"/>
          <w:sz w:val="26"/>
        </w:rPr>
        <w:t>/</w:t>
      </w:r>
      <w:r w:rsidR="00921651" w:rsidRPr="00C46385">
        <w:rPr>
          <w:b w:val="0"/>
          <w:i w:val="0"/>
          <w:sz w:val="26"/>
        </w:rPr>
        <w:t>………</w:t>
      </w:r>
    </w:p>
    <w:p w:rsidR="00921651" w:rsidRPr="00C46385" w:rsidRDefault="00921651">
      <w:pPr>
        <w:pStyle w:val="Subtitle"/>
        <w:jc w:val="left"/>
        <w:rPr>
          <w:b w:val="0"/>
          <w:i w:val="0"/>
          <w:sz w:val="26"/>
        </w:rPr>
      </w:pPr>
    </w:p>
    <w:p w:rsidR="00921651" w:rsidRPr="00C46385" w:rsidRDefault="00921651">
      <w:pPr>
        <w:pStyle w:val="Subtitle"/>
        <w:jc w:val="left"/>
        <w:rPr>
          <w:b w:val="0"/>
          <w:i w:val="0"/>
          <w:sz w:val="26"/>
        </w:rPr>
      </w:pPr>
    </w:p>
    <w:p w:rsidR="00921651" w:rsidRPr="00C46385" w:rsidRDefault="007543D6">
      <w:pPr>
        <w:pStyle w:val="Subtitle"/>
        <w:jc w:val="left"/>
        <w:rPr>
          <w:i w:val="0"/>
          <w:sz w:val="26"/>
        </w:rPr>
      </w:pPr>
      <w:r w:rsidRPr="00C46385">
        <w:rPr>
          <w:i w:val="0"/>
          <w:sz w:val="26"/>
        </w:rPr>
        <w:t>553</w:t>
      </w:r>
      <w:r w:rsidR="00921651" w:rsidRPr="00C46385">
        <w:rPr>
          <w:i w:val="0"/>
          <w:sz w:val="26"/>
        </w:rPr>
        <w:t>/</w:t>
      </w:r>
      <w:bookmarkStart w:id="0" w:name="_Hlt484490910"/>
      <w:bookmarkEnd w:id="0"/>
      <w:r w:rsidR="00934D5D" w:rsidRPr="00C46385">
        <w:rPr>
          <w:i w:val="0"/>
          <w:sz w:val="26"/>
        </w:rPr>
        <w:t>1</w:t>
      </w:r>
    </w:p>
    <w:p w:rsidR="00921651" w:rsidRPr="00C46385" w:rsidRDefault="007543D6">
      <w:pPr>
        <w:pStyle w:val="Subtitle"/>
        <w:jc w:val="left"/>
        <w:rPr>
          <w:i w:val="0"/>
          <w:sz w:val="26"/>
        </w:rPr>
      </w:pPr>
      <w:r w:rsidRPr="00C46385">
        <w:rPr>
          <w:i w:val="0"/>
          <w:sz w:val="26"/>
        </w:rPr>
        <w:t xml:space="preserve">BIOLOGY </w:t>
      </w:r>
    </w:p>
    <w:p w:rsidR="00921651" w:rsidRPr="00C46385" w:rsidRDefault="00934D5D">
      <w:pPr>
        <w:pStyle w:val="Subtitle"/>
        <w:jc w:val="left"/>
        <w:rPr>
          <w:i w:val="0"/>
          <w:sz w:val="26"/>
        </w:rPr>
      </w:pPr>
      <w:r w:rsidRPr="00C46385">
        <w:rPr>
          <w:i w:val="0"/>
          <w:sz w:val="26"/>
        </w:rPr>
        <w:t>THEORY</w:t>
      </w:r>
    </w:p>
    <w:p w:rsidR="00921651" w:rsidRPr="00C46385" w:rsidRDefault="00934D5D">
      <w:pPr>
        <w:pStyle w:val="Subtitle"/>
        <w:jc w:val="left"/>
        <w:rPr>
          <w:i w:val="0"/>
          <w:sz w:val="26"/>
        </w:rPr>
      </w:pPr>
      <w:r w:rsidRPr="00C46385">
        <w:rPr>
          <w:i w:val="0"/>
          <w:sz w:val="26"/>
        </w:rPr>
        <w:t>Paper 1</w:t>
      </w:r>
    </w:p>
    <w:p w:rsidR="00921651" w:rsidRPr="00C46385" w:rsidRDefault="00A15EF9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AUGUST</w:t>
      </w:r>
      <w:r w:rsidR="00F37183" w:rsidRPr="00C46385">
        <w:rPr>
          <w:i w:val="0"/>
          <w:sz w:val="26"/>
        </w:rPr>
        <w:t>, 20</w:t>
      </w:r>
      <w:r w:rsidR="00954B04">
        <w:rPr>
          <w:i w:val="0"/>
          <w:sz w:val="26"/>
        </w:rPr>
        <w:t>1</w:t>
      </w:r>
      <w:r w:rsidR="009716B3">
        <w:rPr>
          <w:i w:val="0"/>
          <w:sz w:val="26"/>
        </w:rPr>
        <w:t>9</w:t>
      </w:r>
    </w:p>
    <w:p w:rsidR="00934D5D" w:rsidRPr="00C46385" w:rsidRDefault="00934D5D" w:rsidP="00934D5D">
      <w:pPr>
        <w:pStyle w:val="Title"/>
        <w:jc w:val="left"/>
        <w:rPr>
          <w:b w:val="0"/>
          <w:i/>
          <w:sz w:val="26"/>
        </w:rPr>
      </w:pPr>
      <w:r w:rsidRPr="00C46385">
        <w:rPr>
          <w:b w:val="0"/>
          <w:sz w:val="26"/>
        </w:rPr>
        <w:t xml:space="preserve">2½ </w:t>
      </w:r>
      <w:r w:rsidRPr="00C46385">
        <w:rPr>
          <w:b w:val="0"/>
          <w:i/>
          <w:sz w:val="26"/>
        </w:rPr>
        <w:t>hours</w:t>
      </w:r>
    </w:p>
    <w:p w:rsidR="007D25FF" w:rsidRDefault="007D25FF">
      <w:pPr>
        <w:pStyle w:val="Title"/>
        <w:rPr>
          <w:sz w:val="32"/>
          <w:szCs w:val="32"/>
        </w:rPr>
      </w:pPr>
    </w:p>
    <w:p w:rsidR="00921651" w:rsidRPr="00A459B7" w:rsidRDefault="00921651">
      <w:pPr>
        <w:pStyle w:val="Title"/>
        <w:rPr>
          <w:sz w:val="32"/>
          <w:szCs w:val="32"/>
        </w:rPr>
      </w:pPr>
      <w:r w:rsidRPr="00A459B7">
        <w:rPr>
          <w:sz w:val="32"/>
          <w:szCs w:val="32"/>
        </w:rPr>
        <w:t>JINJA JOINT EXAMINATIONS BOARD</w:t>
      </w:r>
    </w:p>
    <w:p w:rsidR="00921651" w:rsidRPr="00C46385" w:rsidRDefault="00921651">
      <w:pPr>
        <w:pStyle w:val="Title"/>
        <w:rPr>
          <w:sz w:val="26"/>
        </w:rPr>
      </w:pPr>
    </w:p>
    <w:p w:rsidR="00921651" w:rsidRPr="00A459B7" w:rsidRDefault="00921651">
      <w:pPr>
        <w:pStyle w:val="Subtitle"/>
        <w:rPr>
          <w:sz w:val="28"/>
          <w:szCs w:val="28"/>
        </w:rPr>
      </w:pPr>
      <w:r w:rsidRPr="00A459B7">
        <w:rPr>
          <w:sz w:val="28"/>
          <w:szCs w:val="28"/>
        </w:rPr>
        <w:t>Uganda Certificate of Education</w:t>
      </w:r>
    </w:p>
    <w:p w:rsidR="00921651" w:rsidRPr="00A459B7" w:rsidRDefault="00921651">
      <w:pPr>
        <w:pStyle w:val="Subtitle"/>
        <w:rPr>
          <w:b w:val="0"/>
          <w:sz w:val="28"/>
          <w:szCs w:val="28"/>
        </w:rPr>
      </w:pPr>
    </w:p>
    <w:p w:rsidR="00921651" w:rsidRPr="00A459B7" w:rsidRDefault="00C46385">
      <w:pPr>
        <w:pStyle w:val="Subtitle"/>
        <w:rPr>
          <w:i w:val="0"/>
          <w:sz w:val="28"/>
          <w:szCs w:val="28"/>
        </w:rPr>
      </w:pPr>
      <w:r w:rsidRPr="00A459B7">
        <w:rPr>
          <w:i w:val="0"/>
          <w:sz w:val="28"/>
          <w:szCs w:val="28"/>
        </w:rPr>
        <w:t>MOCK EXAMINATIONS</w:t>
      </w:r>
      <w:r w:rsidR="004D2955">
        <w:rPr>
          <w:i w:val="0"/>
          <w:sz w:val="28"/>
          <w:szCs w:val="28"/>
        </w:rPr>
        <w:t xml:space="preserve"> </w:t>
      </w:r>
      <w:r w:rsidR="00A15EF9">
        <w:rPr>
          <w:i w:val="0"/>
          <w:sz w:val="28"/>
          <w:szCs w:val="28"/>
        </w:rPr>
        <w:t>AUGUST</w:t>
      </w:r>
      <w:r w:rsidR="00F37183" w:rsidRPr="00A459B7">
        <w:rPr>
          <w:i w:val="0"/>
          <w:sz w:val="28"/>
          <w:szCs w:val="28"/>
        </w:rPr>
        <w:t>, 20</w:t>
      </w:r>
      <w:r w:rsidR="00954B04" w:rsidRPr="00A459B7">
        <w:rPr>
          <w:i w:val="0"/>
          <w:sz w:val="28"/>
          <w:szCs w:val="28"/>
        </w:rPr>
        <w:t>1</w:t>
      </w:r>
      <w:r w:rsidR="009716B3">
        <w:rPr>
          <w:i w:val="0"/>
          <w:sz w:val="28"/>
          <w:szCs w:val="28"/>
        </w:rPr>
        <w:t>9</w:t>
      </w:r>
    </w:p>
    <w:p w:rsidR="00921651" w:rsidRPr="00A459B7" w:rsidRDefault="00921651">
      <w:pPr>
        <w:pStyle w:val="Subtitle"/>
        <w:rPr>
          <w:i w:val="0"/>
          <w:sz w:val="28"/>
          <w:szCs w:val="28"/>
        </w:rPr>
      </w:pPr>
    </w:p>
    <w:p w:rsidR="00B41C87" w:rsidRPr="00A459B7" w:rsidRDefault="007543D6" w:rsidP="007543D6">
      <w:pPr>
        <w:pStyle w:val="Subtitle"/>
        <w:rPr>
          <w:i w:val="0"/>
          <w:sz w:val="28"/>
          <w:szCs w:val="28"/>
        </w:rPr>
      </w:pPr>
      <w:r w:rsidRPr="00A459B7">
        <w:rPr>
          <w:i w:val="0"/>
          <w:sz w:val="28"/>
          <w:szCs w:val="28"/>
        </w:rPr>
        <w:t xml:space="preserve">BIOLOGY </w:t>
      </w:r>
    </w:p>
    <w:p w:rsidR="00B41C87" w:rsidRPr="00A459B7" w:rsidRDefault="00B41C87" w:rsidP="007543D6">
      <w:pPr>
        <w:pStyle w:val="Subtitle"/>
        <w:rPr>
          <w:i w:val="0"/>
          <w:sz w:val="28"/>
          <w:szCs w:val="28"/>
        </w:rPr>
      </w:pPr>
    </w:p>
    <w:p w:rsidR="00921651" w:rsidRPr="00A459B7" w:rsidRDefault="00934D5D">
      <w:pPr>
        <w:pStyle w:val="Subtitle"/>
        <w:rPr>
          <w:i w:val="0"/>
          <w:sz w:val="28"/>
          <w:szCs w:val="28"/>
        </w:rPr>
      </w:pPr>
      <w:r w:rsidRPr="00A459B7">
        <w:rPr>
          <w:i w:val="0"/>
          <w:sz w:val="28"/>
          <w:szCs w:val="28"/>
        </w:rPr>
        <w:t>THEORY</w:t>
      </w:r>
    </w:p>
    <w:p w:rsidR="00934D5D" w:rsidRPr="00C46385" w:rsidRDefault="00934D5D">
      <w:pPr>
        <w:pStyle w:val="Subtitle"/>
        <w:rPr>
          <w:i w:val="0"/>
          <w:sz w:val="26"/>
        </w:rPr>
      </w:pPr>
    </w:p>
    <w:p w:rsidR="00921651" w:rsidRPr="00C46385" w:rsidRDefault="00934D5D">
      <w:pPr>
        <w:pStyle w:val="Subtitle"/>
        <w:rPr>
          <w:i w:val="0"/>
          <w:sz w:val="26"/>
        </w:rPr>
      </w:pPr>
      <w:r w:rsidRPr="00C46385">
        <w:rPr>
          <w:i w:val="0"/>
          <w:sz w:val="26"/>
        </w:rPr>
        <w:t>Paper 1</w:t>
      </w:r>
    </w:p>
    <w:p w:rsidR="00921651" w:rsidRPr="00C46385" w:rsidRDefault="00921651">
      <w:pPr>
        <w:rPr>
          <w:sz w:val="22"/>
        </w:rPr>
      </w:pPr>
    </w:p>
    <w:p w:rsidR="00921651" w:rsidRPr="00C46385" w:rsidRDefault="00A305B8">
      <w:pPr>
        <w:pStyle w:val="Subtitle"/>
        <w:rPr>
          <w:b w:val="0"/>
          <w:i w:val="0"/>
          <w:sz w:val="26"/>
        </w:rPr>
      </w:pPr>
      <w:r w:rsidRPr="00C46385">
        <w:rPr>
          <w:b w:val="0"/>
          <w:i w:val="0"/>
          <w:sz w:val="26"/>
        </w:rPr>
        <w:t>2</w:t>
      </w:r>
      <w:r>
        <w:rPr>
          <w:b w:val="0"/>
          <w:i w:val="0"/>
          <w:sz w:val="26"/>
        </w:rPr>
        <w:t xml:space="preserve"> </w:t>
      </w:r>
      <w:r w:rsidRPr="00C46385">
        <w:rPr>
          <w:b w:val="0"/>
          <w:i w:val="0"/>
          <w:sz w:val="26"/>
        </w:rPr>
        <w:t>hours</w:t>
      </w:r>
      <w:r w:rsidR="00921651" w:rsidRPr="00C46385">
        <w:rPr>
          <w:b w:val="0"/>
          <w:i w:val="0"/>
          <w:sz w:val="26"/>
        </w:rPr>
        <w:t xml:space="preserve"> </w:t>
      </w:r>
      <w:r w:rsidR="00934D5D" w:rsidRPr="00C46385">
        <w:rPr>
          <w:b w:val="0"/>
          <w:i w:val="0"/>
          <w:sz w:val="26"/>
        </w:rPr>
        <w:t xml:space="preserve">30 minutes </w:t>
      </w:r>
    </w:p>
    <w:p w:rsidR="00921651" w:rsidRPr="00C46385" w:rsidRDefault="00921651">
      <w:pPr>
        <w:pStyle w:val="Subtitle"/>
        <w:rPr>
          <w:b w:val="0"/>
          <w:i w:val="0"/>
          <w:sz w:val="26"/>
        </w:rPr>
      </w:pPr>
    </w:p>
    <w:p w:rsidR="00921651" w:rsidRPr="00A459B7" w:rsidRDefault="00921651" w:rsidP="00DD78D5">
      <w:pPr>
        <w:pStyle w:val="Subtitle"/>
        <w:spacing w:line="360" w:lineRule="auto"/>
        <w:jc w:val="left"/>
        <w:rPr>
          <w:b w:val="0"/>
          <w:i w:val="0"/>
          <w:sz w:val="28"/>
          <w:szCs w:val="28"/>
        </w:rPr>
      </w:pPr>
      <w:r w:rsidRPr="00A459B7">
        <w:rPr>
          <w:i w:val="0"/>
          <w:sz w:val="28"/>
          <w:szCs w:val="28"/>
          <w:u w:val="single"/>
        </w:rPr>
        <w:t>INSTRUCTIONS TO CANDIDATES</w:t>
      </w:r>
    </w:p>
    <w:p w:rsidR="00921651" w:rsidRPr="00A459B7" w:rsidRDefault="007543D6" w:rsidP="00DD78D5">
      <w:pPr>
        <w:pStyle w:val="Subtitle"/>
        <w:spacing w:line="360" w:lineRule="auto"/>
        <w:jc w:val="left"/>
        <w:rPr>
          <w:b w:val="0"/>
          <w:i w:val="0"/>
          <w:sz w:val="26"/>
          <w:szCs w:val="26"/>
        </w:rPr>
      </w:pPr>
      <w:r w:rsidRPr="00A459B7">
        <w:rPr>
          <w:b w:val="0"/>
          <w:sz w:val="26"/>
          <w:szCs w:val="26"/>
        </w:rPr>
        <w:t xml:space="preserve">Answer </w:t>
      </w:r>
      <w:r w:rsidRPr="00A459B7">
        <w:rPr>
          <w:i w:val="0"/>
          <w:sz w:val="26"/>
          <w:szCs w:val="26"/>
        </w:rPr>
        <w:t xml:space="preserve">ALL </w:t>
      </w:r>
      <w:r w:rsidR="00934D5D" w:rsidRPr="00A459B7">
        <w:rPr>
          <w:b w:val="0"/>
          <w:sz w:val="26"/>
          <w:szCs w:val="26"/>
        </w:rPr>
        <w:t xml:space="preserve">questions in section </w:t>
      </w:r>
      <w:r w:rsidR="00934D5D" w:rsidRPr="00A459B7">
        <w:rPr>
          <w:i w:val="0"/>
          <w:sz w:val="26"/>
          <w:szCs w:val="26"/>
        </w:rPr>
        <w:t xml:space="preserve">A </w:t>
      </w:r>
      <w:r w:rsidR="00934D5D" w:rsidRPr="00A459B7">
        <w:rPr>
          <w:b w:val="0"/>
          <w:sz w:val="26"/>
          <w:szCs w:val="26"/>
        </w:rPr>
        <w:t xml:space="preserve">and </w:t>
      </w:r>
      <w:r w:rsidR="00934D5D" w:rsidRPr="00A459B7">
        <w:rPr>
          <w:i w:val="0"/>
          <w:sz w:val="26"/>
          <w:szCs w:val="26"/>
        </w:rPr>
        <w:t>B</w:t>
      </w:r>
      <w:r w:rsidR="00934D5D" w:rsidRPr="00A459B7">
        <w:rPr>
          <w:b w:val="0"/>
          <w:sz w:val="26"/>
          <w:szCs w:val="26"/>
        </w:rPr>
        <w:t xml:space="preserve">, plus any </w:t>
      </w:r>
      <w:r w:rsidR="00934D5D" w:rsidRPr="00A459B7">
        <w:rPr>
          <w:i w:val="0"/>
          <w:sz w:val="26"/>
          <w:szCs w:val="26"/>
        </w:rPr>
        <w:t>TWO</w:t>
      </w:r>
      <w:r w:rsidR="00934D5D" w:rsidRPr="00A459B7">
        <w:rPr>
          <w:b w:val="0"/>
          <w:sz w:val="26"/>
          <w:szCs w:val="26"/>
        </w:rPr>
        <w:t xml:space="preserve"> questions in section </w:t>
      </w:r>
      <w:r w:rsidR="00934D5D" w:rsidRPr="00A459B7">
        <w:rPr>
          <w:i w:val="0"/>
          <w:sz w:val="26"/>
          <w:szCs w:val="26"/>
        </w:rPr>
        <w:t>C</w:t>
      </w:r>
      <w:r w:rsidR="00934D5D" w:rsidRPr="00A459B7">
        <w:rPr>
          <w:b w:val="0"/>
          <w:i w:val="0"/>
          <w:sz w:val="26"/>
          <w:szCs w:val="26"/>
        </w:rPr>
        <w:t>.</w:t>
      </w:r>
    </w:p>
    <w:p w:rsidR="00DD78D5" w:rsidRPr="00156BA3" w:rsidRDefault="00C91D63" w:rsidP="00DD78D5">
      <w:pPr>
        <w:pStyle w:val="Subtitle"/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sz w:val="26"/>
          <w:szCs w:val="26"/>
        </w:rPr>
        <w:t>Answers to section</w:t>
      </w:r>
      <w:r w:rsidR="00934D5D" w:rsidRPr="00A459B7">
        <w:rPr>
          <w:b w:val="0"/>
          <w:sz w:val="26"/>
          <w:szCs w:val="26"/>
        </w:rPr>
        <w:t xml:space="preserve"> </w:t>
      </w:r>
      <w:r w:rsidR="00934D5D" w:rsidRPr="00A459B7">
        <w:rPr>
          <w:i w:val="0"/>
          <w:sz w:val="26"/>
          <w:szCs w:val="26"/>
        </w:rPr>
        <w:t>A</w:t>
      </w:r>
      <w:r>
        <w:rPr>
          <w:i w:val="0"/>
          <w:sz w:val="26"/>
          <w:szCs w:val="26"/>
        </w:rPr>
        <w:t xml:space="preserve"> </w:t>
      </w:r>
      <w:r w:rsidR="00156BA3">
        <w:rPr>
          <w:b w:val="0"/>
          <w:sz w:val="26"/>
          <w:szCs w:val="26"/>
        </w:rPr>
        <w:t xml:space="preserve">and </w:t>
      </w:r>
      <w:r w:rsidR="00156BA3" w:rsidRPr="00156BA3">
        <w:rPr>
          <w:sz w:val="26"/>
          <w:szCs w:val="26"/>
        </w:rPr>
        <w:t>B</w:t>
      </w:r>
      <w:r w:rsidR="00156BA3">
        <w:rPr>
          <w:b w:val="0"/>
          <w:i w:val="0"/>
          <w:sz w:val="26"/>
          <w:szCs w:val="26"/>
        </w:rPr>
        <w:t xml:space="preserve"> should be written in the spaces provided strictly.</w:t>
      </w:r>
    </w:p>
    <w:p w:rsidR="00921651" w:rsidRDefault="00921651">
      <w:pPr>
        <w:pStyle w:val="Subtitle"/>
        <w:rPr>
          <w:sz w:val="26"/>
          <w:szCs w:val="26"/>
        </w:rPr>
      </w:pPr>
      <w:r w:rsidRPr="00A459B7">
        <w:rPr>
          <w:sz w:val="26"/>
          <w:szCs w:val="26"/>
        </w:rPr>
        <w:t>For Examiner’s Use Only</w:t>
      </w:r>
    </w:p>
    <w:tbl>
      <w:tblPr>
        <w:tblpPr w:leftFromText="180" w:rightFromText="180" w:vertAnchor="text" w:horzAnchor="margin" w:tblpXSpec="center" w:tblpY="18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5"/>
        <w:gridCol w:w="2255"/>
      </w:tblGrid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rPr>
                <w:i w:val="0"/>
              </w:rPr>
            </w:pPr>
            <w:r>
              <w:rPr>
                <w:i w:val="0"/>
              </w:rPr>
              <w:t>SECTION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rPr>
                <w:i w:val="0"/>
              </w:rPr>
            </w:pPr>
            <w:r w:rsidRPr="00BB702E">
              <w:rPr>
                <w:i w:val="0"/>
              </w:rPr>
              <w:t>MARKS</w:t>
            </w: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 w:rsidRPr="00BB702E">
              <w:rPr>
                <w:i w:val="0"/>
              </w:rPr>
              <w:t>A</w:t>
            </w:r>
            <w:r w:rsidR="007E4211">
              <w:rPr>
                <w:i w:val="0"/>
              </w:rPr>
              <w:t>: 1</w:t>
            </w:r>
            <w:r>
              <w:rPr>
                <w:i w:val="0"/>
              </w:rPr>
              <w:t>-30: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       </w:t>
            </w:r>
            <w:r w:rsidRPr="00BB702E">
              <w:rPr>
                <w:i w:val="0"/>
              </w:rPr>
              <w:t>B</w:t>
            </w:r>
            <w:r>
              <w:rPr>
                <w:i w:val="0"/>
              </w:rPr>
              <w:t xml:space="preserve">     No. 31: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               No. 32: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               No. 33: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 </w:t>
            </w:r>
            <w:r w:rsidR="004D1B58"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 C      No. :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      </w:t>
            </w:r>
            <w:r w:rsidR="00F9373A">
              <w:rPr>
                <w:i w:val="0"/>
              </w:rPr>
              <w:t xml:space="preserve">  </w:t>
            </w:r>
            <w:r>
              <w:rPr>
                <w:i w:val="0"/>
              </w:rPr>
              <w:t xml:space="preserve"> No: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  <w:tr w:rsidR="00AB048E" w:rsidRPr="00BB702E">
        <w:trPr>
          <w:trHeight w:val="90"/>
        </w:trPr>
        <w:tc>
          <w:tcPr>
            <w:tcW w:w="251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i w:val="0"/>
              </w:rPr>
            </w:pPr>
            <w:r w:rsidRPr="00BB702E">
              <w:rPr>
                <w:i w:val="0"/>
              </w:rPr>
              <w:t>TOTAL</w:t>
            </w:r>
          </w:p>
        </w:tc>
        <w:tc>
          <w:tcPr>
            <w:tcW w:w="2255" w:type="dxa"/>
            <w:vAlign w:val="center"/>
          </w:tcPr>
          <w:p w:rsidR="00AB048E" w:rsidRPr="00BB702E" w:rsidRDefault="00AB048E" w:rsidP="00AB048E">
            <w:pPr>
              <w:pStyle w:val="Subtitle"/>
              <w:spacing w:line="360" w:lineRule="auto"/>
              <w:rPr>
                <w:b w:val="0"/>
                <w:i w:val="0"/>
              </w:rPr>
            </w:pPr>
          </w:p>
        </w:tc>
      </w:tr>
    </w:tbl>
    <w:p w:rsidR="00C67A9F" w:rsidRPr="00A459B7" w:rsidRDefault="00C67A9F">
      <w:pPr>
        <w:pStyle w:val="Subtitle"/>
        <w:rPr>
          <w:sz w:val="26"/>
          <w:szCs w:val="26"/>
        </w:rPr>
      </w:pPr>
    </w:p>
    <w:p w:rsidR="00274B86" w:rsidRDefault="00DD78D5" w:rsidP="00C67A9F">
      <w:pPr>
        <w:pStyle w:val="Subtitle"/>
        <w:ind w:left="-180"/>
        <w:rPr>
          <w:b w:val="0"/>
          <w:i w:val="0"/>
          <w:sz w:val="28"/>
          <w:szCs w:val="28"/>
        </w:rPr>
      </w:pPr>
      <w:r w:rsidRPr="00BB702E">
        <w:rPr>
          <w:b w:val="0"/>
          <w:i w:val="0"/>
        </w:rPr>
        <w:br w:type="textWrapping" w:clear="all"/>
      </w:r>
      <w:r w:rsidR="00FE274C" w:rsidRPr="0018444C">
        <w:rPr>
          <w:i w:val="0"/>
          <w:sz w:val="28"/>
          <w:szCs w:val="28"/>
        </w:rPr>
        <w:lastRenderedPageBreak/>
        <w:t>SECTION A</w:t>
      </w:r>
      <w:r w:rsidR="001C50E1" w:rsidRPr="0018444C">
        <w:rPr>
          <w:i w:val="0"/>
          <w:sz w:val="28"/>
          <w:szCs w:val="28"/>
        </w:rPr>
        <w:t xml:space="preserve"> (30 MARKS</w:t>
      </w:r>
      <w:r w:rsidR="001C50E1" w:rsidRPr="0018444C">
        <w:rPr>
          <w:b w:val="0"/>
          <w:i w:val="0"/>
          <w:sz w:val="28"/>
          <w:szCs w:val="28"/>
        </w:rPr>
        <w:t>)</w:t>
      </w:r>
    </w:p>
    <w:p w:rsidR="00227148" w:rsidRDefault="006E0B7E" w:rsidP="006E0B7E">
      <w:pPr>
        <w:pStyle w:val="Subtitle"/>
        <w:ind w:left="-180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ANSWER SHEET</w:t>
      </w:r>
    </w:p>
    <w:p w:rsidR="006E0B7E" w:rsidRDefault="006E0B7E" w:rsidP="006E0B7E">
      <w:pPr>
        <w:pStyle w:val="Subtitle"/>
        <w:ind w:left="180"/>
        <w:jc w:val="left"/>
        <w:rPr>
          <w:b w:val="0"/>
          <w:i w:val="0"/>
          <w:sz w:val="28"/>
          <w:szCs w:val="28"/>
        </w:rPr>
        <w:sectPr w:rsidR="006E0B7E" w:rsidSect="00C67A9F">
          <w:headerReference w:type="even" r:id="rId9"/>
          <w:headerReference w:type="default" r:id="rId10"/>
          <w:footerReference w:type="default" r:id="rId11"/>
          <w:footerReference w:type="first" r:id="rId12"/>
          <w:type w:val="continuous"/>
          <w:pgSz w:w="12240" w:h="15840" w:code="1"/>
          <w:pgMar w:top="1152" w:right="720" w:bottom="720" w:left="1170" w:header="720" w:footer="720" w:gutter="0"/>
          <w:pgNumType w:fmt="numberInDash"/>
          <w:cols w:space="720"/>
          <w:titlePg/>
        </w:sectPr>
      </w:pPr>
    </w:p>
    <w:p w:rsidR="006E0B7E" w:rsidRP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 w:rsidRPr="006E0B7E">
        <w:rPr>
          <w:b w:val="0"/>
          <w:i w:val="0"/>
          <w:sz w:val="28"/>
          <w:szCs w:val="28"/>
        </w:rPr>
        <w:lastRenderedPageBreak/>
        <w:t>1.</w:t>
      </w:r>
    </w:p>
    <w:p w:rsidR="006E0B7E" w:rsidRP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 w:rsidRPr="006E0B7E">
        <w:rPr>
          <w:b w:val="0"/>
          <w:i w:val="0"/>
          <w:sz w:val="28"/>
          <w:szCs w:val="28"/>
        </w:rPr>
        <w:t>2.</w:t>
      </w:r>
    </w:p>
    <w:p w:rsidR="006E0B7E" w:rsidRP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 w:rsidRPr="006E0B7E">
        <w:rPr>
          <w:b w:val="0"/>
          <w:i w:val="0"/>
          <w:sz w:val="28"/>
          <w:szCs w:val="28"/>
        </w:rPr>
        <w:t>3.</w:t>
      </w:r>
      <w:r w:rsidRPr="006E0B7E">
        <w:rPr>
          <w:b w:val="0"/>
          <w:i w:val="0"/>
          <w:sz w:val="28"/>
          <w:szCs w:val="28"/>
        </w:rPr>
        <w:tab/>
      </w:r>
    </w:p>
    <w:p w:rsidR="006E0B7E" w:rsidRP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 w:rsidRPr="006E0B7E">
        <w:rPr>
          <w:b w:val="0"/>
          <w:i w:val="0"/>
          <w:sz w:val="28"/>
          <w:szCs w:val="28"/>
        </w:rPr>
        <w:t>4.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 w:rsidRPr="006E0B7E">
        <w:rPr>
          <w:b w:val="0"/>
          <w:i w:val="0"/>
          <w:sz w:val="28"/>
          <w:szCs w:val="28"/>
        </w:rPr>
        <w:t>5.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6.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7.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8.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9.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10.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>11.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12.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13.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14.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15.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16.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17.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18.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19.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20.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lastRenderedPageBreak/>
        <w:t>21.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22.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23.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24.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25.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26.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27.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28.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29.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30.</w:t>
      </w:r>
    </w:p>
    <w:p w:rsidR="006E0B7E" w:rsidRDefault="006E0B7E" w:rsidP="00A15EF9">
      <w:pPr>
        <w:pStyle w:val="Subtitle"/>
        <w:spacing w:line="360" w:lineRule="auto"/>
        <w:ind w:left="180"/>
        <w:jc w:val="left"/>
        <w:rPr>
          <w:b w:val="0"/>
          <w:i w:val="0"/>
          <w:sz w:val="28"/>
          <w:szCs w:val="28"/>
        </w:rPr>
        <w:sectPr w:rsidR="006E0B7E" w:rsidSect="006E0B7E">
          <w:type w:val="continuous"/>
          <w:pgSz w:w="12240" w:h="15840" w:code="1"/>
          <w:pgMar w:top="1152" w:right="720" w:bottom="720" w:left="1170" w:header="720" w:footer="720" w:gutter="0"/>
          <w:pgNumType w:fmt="numberInDash"/>
          <w:cols w:num="3" w:space="720"/>
          <w:titlePg/>
        </w:sectPr>
      </w:pPr>
    </w:p>
    <w:p w:rsidR="00E0145E" w:rsidRDefault="00E0145E" w:rsidP="009716B3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</w:p>
    <w:p w:rsidR="00E0145E" w:rsidRDefault="00BA3978" w:rsidP="009716B3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 w:rsidRPr="00BA3978">
        <w:rPr>
          <w:b w:val="0"/>
          <w:i w:val="0"/>
          <w:sz w:val="26"/>
          <w:szCs w:val="26"/>
        </w:rPr>
        <w:t>1.</w:t>
      </w:r>
      <w:r w:rsidR="00E0145E">
        <w:rPr>
          <w:b w:val="0"/>
          <w:i w:val="0"/>
          <w:sz w:val="26"/>
          <w:szCs w:val="26"/>
        </w:rPr>
        <w:tab/>
        <w:t>Which one of the</w:t>
      </w:r>
      <w:r w:rsidR="00977A68">
        <w:rPr>
          <w:b w:val="0"/>
          <w:i w:val="0"/>
          <w:sz w:val="26"/>
          <w:szCs w:val="26"/>
        </w:rPr>
        <w:t xml:space="preserve"> following</w:t>
      </w:r>
      <w:r w:rsidR="00E0145E">
        <w:rPr>
          <w:b w:val="0"/>
          <w:i w:val="0"/>
          <w:sz w:val="26"/>
          <w:szCs w:val="26"/>
        </w:rPr>
        <w:t xml:space="preserve"> d</w:t>
      </w:r>
      <w:r w:rsidR="001258C9">
        <w:rPr>
          <w:b w:val="0"/>
          <w:i w:val="0"/>
          <w:sz w:val="26"/>
          <w:szCs w:val="26"/>
        </w:rPr>
        <w:t>escribes the lateral projection</w:t>
      </w:r>
      <w:r w:rsidR="00E0145E">
        <w:rPr>
          <w:b w:val="0"/>
          <w:i w:val="0"/>
          <w:sz w:val="26"/>
          <w:szCs w:val="26"/>
        </w:rPr>
        <w:t xml:space="preserve"> on a vertebra?</w:t>
      </w:r>
    </w:p>
    <w:p w:rsidR="00E0145E" w:rsidRDefault="00E0145E" w:rsidP="00CE15ED">
      <w:pPr>
        <w:pStyle w:val="Subtitle"/>
        <w:numPr>
          <w:ilvl w:val="0"/>
          <w:numId w:val="1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Centrum</w:t>
      </w:r>
    </w:p>
    <w:p w:rsidR="00E0145E" w:rsidRDefault="00E0145E" w:rsidP="00CE15ED">
      <w:pPr>
        <w:pStyle w:val="Subtitle"/>
        <w:numPr>
          <w:ilvl w:val="0"/>
          <w:numId w:val="1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Neutral arch</w:t>
      </w:r>
    </w:p>
    <w:p w:rsidR="00E0145E" w:rsidRDefault="00E0145E" w:rsidP="00CE15ED">
      <w:pPr>
        <w:pStyle w:val="Subtitle"/>
        <w:numPr>
          <w:ilvl w:val="0"/>
          <w:numId w:val="1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Neural spine</w:t>
      </w:r>
    </w:p>
    <w:p w:rsidR="00E0145E" w:rsidRDefault="00A3013A" w:rsidP="00CE15ED">
      <w:pPr>
        <w:pStyle w:val="Subtitle"/>
        <w:numPr>
          <w:ilvl w:val="0"/>
          <w:numId w:val="1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Transverse process</w:t>
      </w:r>
      <w:r w:rsidR="00E0145E">
        <w:rPr>
          <w:b w:val="0"/>
          <w:i w:val="0"/>
          <w:sz w:val="26"/>
          <w:szCs w:val="26"/>
        </w:rPr>
        <w:t>.</w:t>
      </w:r>
    </w:p>
    <w:p w:rsidR="00006B46" w:rsidRDefault="00006B46" w:rsidP="00006B46">
      <w:pPr>
        <w:pStyle w:val="Subtitle"/>
        <w:tabs>
          <w:tab w:val="left" w:pos="0"/>
          <w:tab w:val="left" w:pos="720"/>
        </w:tabs>
        <w:spacing w:line="276" w:lineRule="auto"/>
        <w:ind w:left="1080"/>
        <w:jc w:val="left"/>
        <w:rPr>
          <w:b w:val="0"/>
          <w:i w:val="0"/>
          <w:sz w:val="26"/>
          <w:szCs w:val="26"/>
        </w:rPr>
      </w:pPr>
    </w:p>
    <w:p w:rsidR="00E0145E" w:rsidRDefault="00E0145E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</w:t>
      </w:r>
      <w:r>
        <w:rPr>
          <w:b w:val="0"/>
          <w:i w:val="0"/>
          <w:sz w:val="26"/>
          <w:szCs w:val="26"/>
        </w:rPr>
        <w:tab/>
        <w:t>Which one of the following terms includes all others in the list?</w:t>
      </w:r>
    </w:p>
    <w:p w:rsidR="00E0145E" w:rsidRDefault="00E0145E" w:rsidP="00CE15ED">
      <w:pPr>
        <w:pStyle w:val="Subtitle"/>
        <w:numPr>
          <w:ilvl w:val="0"/>
          <w:numId w:val="2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Starch</w:t>
      </w:r>
    </w:p>
    <w:p w:rsidR="00E0145E" w:rsidRDefault="00E0145E" w:rsidP="00CE15ED">
      <w:pPr>
        <w:pStyle w:val="Subtitle"/>
        <w:numPr>
          <w:ilvl w:val="0"/>
          <w:numId w:val="2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Carbohydrate</w:t>
      </w:r>
    </w:p>
    <w:p w:rsidR="00E0145E" w:rsidRDefault="00E0145E" w:rsidP="00CE15ED">
      <w:pPr>
        <w:pStyle w:val="Subtitle"/>
        <w:numPr>
          <w:ilvl w:val="0"/>
          <w:numId w:val="2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Disaccharide</w:t>
      </w:r>
    </w:p>
    <w:p w:rsidR="00E0145E" w:rsidRDefault="00E0145E" w:rsidP="00CE15ED">
      <w:pPr>
        <w:pStyle w:val="Subtitle"/>
        <w:numPr>
          <w:ilvl w:val="0"/>
          <w:numId w:val="2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Monosaccharide</w:t>
      </w:r>
    </w:p>
    <w:p w:rsidR="00006B46" w:rsidRDefault="00006B46" w:rsidP="00006B46">
      <w:pPr>
        <w:pStyle w:val="Subtitle"/>
        <w:tabs>
          <w:tab w:val="left" w:pos="0"/>
          <w:tab w:val="left" w:pos="720"/>
        </w:tabs>
        <w:spacing w:line="276" w:lineRule="auto"/>
        <w:ind w:left="1080"/>
        <w:jc w:val="left"/>
        <w:rPr>
          <w:b w:val="0"/>
          <w:i w:val="0"/>
          <w:sz w:val="26"/>
          <w:szCs w:val="26"/>
        </w:rPr>
      </w:pPr>
    </w:p>
    <w:p w:rsidR="00E0145E" w:rsidRDefault="00E0145E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3.</w:t>
      </w:r>
      <w:r>
        <w:rPr>
          <w:b w:val="0"/>
          <w:i w:val="0"/>
          <w:sz w:val="26"/>
          <w:szCs w:val="26"/>
        </w:rPr>
        <w:tab/>
        <w:t>What is the</w:t>
      </w:r>
      <w:r w:rsidR="00D45621">
        <w:rPr>
          <w:b w:val="0"/>
          <w:i w:val="0"/>
          <w:sz w:val="26"/>
          <w:szCs w:val="26"/>
        </w:rPr>
        <w:t xml:space="preserve"> basic function of the condenser</w:t>
      </w:r>
      <w:r>
        <w:rPr>
          <w:b w:val="0"/>
          <w:i w:val="0"/>
          <w:sz w:val="26"/>
          <w:szCs w:val="26"/>
        </w:rPr>
        <w:t xml:space="preserve"> on the light microscope?</w:t>
      </w:r>
    </w:p>
    <w:p w:rsidR="00E0145E" w:rsidRDefault="00E0145E" w:rsidP="00CE15ED">
      <w:pPr>
        <w:pStyle w:val="Subtitle"/>
        <w:numPr>
          <w:ilvl w:val="0"/>
          <w:numId w:val="3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Magnifies the object</w:t>
      </w:r>
    </w:p>
    <w:p w:rsidR="00E0145E" w:rsidRDefault="00E0145E" w:rsidP="00CE15ED">
      <w:pPr>
        <w:pStyle w:val="Subtitle"/>
        <w:numPr>
          <w:ilvl w:val="0"/>
          <w:numId w:val="3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For holding the slide in place</w:t>
      </w:r>
    </w:p>
    <w:p w:rsidR="00E0145E" w:rsidRDefault="00E0145E" w:rsidP="00CE15ED">
      <w:pPr>
        <w:pStyle w:val="Subtitle"/>
        <w:numPr>
          <w:ilvl w:val="0"/>
          <w:numId w:val="3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For bringing the specimen into focus</w:t>
      </w:r>
    </w:p>
    <w:p w:rsidR="00E0145E" w:rsidRDefault="00E0145E" w:rsidP="00CE15ED">
      <w:pPr>
        <w:pStyle w:val="Subtitle"/>
        <w:numPr>
          <w:ilvl w:val="0"/>
          <w:numId w:val="3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Concentrates light rays that pass onto the stage.</w:t>
      </w:r>
    </w:p>
    <w:p w:rsidR="00E0145E" w:rsidRDefault="00E0145E">
      <w:pPr>
        <w:rPr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E0145E" w:rsidRDefault="00E0145E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4.</w:t>
      </w:r>
      <w:r>
        <w:rPr>
          <w:b w:val="0"/>
          <w:i w:val="0"/>
          <w:sz w:val="26"/>
          <w:szCs w:val="26"/>
        </w:rPr>
        <w:tab/>
        <w:t>Which one of the following cell structure</w:t>
      </w:r>
      <w:r w:rsidR="00D621B3">
        <w:rPr>
          <w:b w:val="0"/>
          <w:i w:val="0"/>
          <w:sz w:val="26"/>
          <w:szCs w:val="26"/>
        </w:rPr>
        <w:t>s</w:t>
      </w:r>
      <w:r>
        <w:rPr>
          <w:b w:val="0"/>
          <w:i w:val="0"/>
          <w:sz w:val="26"/>
          <w:szCs w:val="26"/>
        </w:rPr>
        <w:t xml:space="preserve"> is not correctly related to its function?</w:t>
      </w:r>
    </w:p>
    <w:tbl>
      <w:tblPr>
        <w:tblStyle w:val="TableGrid"/>
        <w:tblW w:w="0" w:type="auto"/>
        <w:tblInd w:w="817" w:type="dxa"/>
        <w:tblLook w:val="04A0"/>
      </w:tblPr>
      <w:tblGrid>
        <w:gridCol w:w="2977"/>
        <w:gridCol w:w="5528"/>
      </w:tblGrid>
      <w:tr w:rsidR="00E0145E" w:rsidTr="00E0145E">
        <w:tc>
          <w:tcPr>
            <w:tcW w:w="2977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STRUCTURE</w:t>
            </w:r>
          </w:p>
        </w:tc>
        <w:tc>
          <w:tcPr>
            <w:tcW w:w="5528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FUNCTION</w:t>
            </w:r>
          </w:p>
        </w:tc>
      </w:tr>
      <w:tr w:rsidR="00E0145E" w:rsidTr="00E0145E">
        <w:tc>
          <w:tcPr>
            <w:tcW w:w="2977" w:type="dxa"/>
          </w:tcPr>
          <w:p w:rsidR="00E0145E" w:rsidRDefault="00653DBD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A: V</w:t>
            </w:r>
            <w:r w:rsidR="00E0145E">
              <w:rPr>
                <w:b w:val="0"/>
                <w:i w:val="0"/>
                <w:sz w:val="26"/>
                <w:szCs w:val="26"/>
              </w:rPr>
              <w:t>acuole</w:t>
            </w:r>
          </w:p>
        </w:tc>
        <w:tc>
          <w:tcPr>
            <w:tcW w:w="5528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Allows passage of materials in and out of cells</w:t>
            </w:r>
          </w:p>
        </w:tc>
      </w:tr>
      <w:tr w:rsidR="00E0145E" w:rsidTr="00E0145E">
        <w:tc>
          <w:tcPr>
            <w:tcW w:w="2977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B: Cell wall</w:t>
            </w:r>
          </w:p>
        </w:tc>
        <w:tc>
          <w:tcPr>
            <w:tcW w:w="5528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Forms the outer boundary and supports a plant cell</w:t>
            </w:r>
          </w:p>
        </w:tc>
      </w:tr>
      <w:tr w:rsidR="00E0145E" w:rsidTr="00E0145E">
        <w:tc>
          <w:tcPr>
            <w:tcW w:w="2977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C: Chloroplast</w:t>
            </w:r>
          </w:p>
        </w:tc>
        <w:tc>
          <w:tcPr>
            <w:tcW w:w="5528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Contains chlorophyll which traps light for photosynthesis</w:t>
            </w:r>
          </w:p>
        </w:tc>
      </w:tr>
      <w:tr w:rsidR="00E0145E" w:rsidTr="00E0145E">
        <w:tc>
          <w:tcPr>
            <w:tcW w:w="2977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D: Cell membrane</w:t>
            </w:r>
          </w:p>
        </w:tc>
        <w:tc>
          <w:tcPr>
            <w:tcW w:w="5528" w:type="dxa"/>
          </w:tcPr>
          <w:p w:rsidR="00E0145E" w:rsidRDefault="00E0145E" w:rsidP="00E0145E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Controls exchange of material between a cell and its environment.</w:t>
            </w:r>
          </w:p>
        </w:tc>
      </w:tr>
    </w:tbl>
    <w:p w:rsidR="00E0145E" w:rsidRDefault="00E0145E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</w:p>
    <w:p w:rsidR="00E0145E" w:rsidRDefault="00E0145E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5.</w:t>
      </w:r>
      <w:r>
        <w:rPr>
          <w:b w:val="0"/>
          <w:i w:val="0"/>
          <w:sz w:val="26"/>
          <w:szCs w:val="26"/>
        </w:rPr>
        <w:tab/>
        <w:t>Which one of the statement</w:t>
      </w:r>
      <w:r w:rsidR="00ED6FAE">
        <w:rPr>
          <w:b w:val="0"/>
          <w:i w:val="0"/>
          <w:sz w:val="26"/>
          <w:szCs w:val="26"/>
        </w:rPr>
        <w:t>s</w:t>
      </w:r>
      <w:r>
        <w:rPr>
          <w:b w:val="0"/>
          <w:i w:val="0"/>
          <w:sz w:val="26"/>
          <w:szCs w:val="26"/>
        </w:rPr>
        <w:t xml:space="preserve"> below correctly describes turgor pressure? The…</w:t>
      </w:r>
    </w:p>
    <w:p w:rsidR="005B0677" w:rsidRDefault="005B0677" w:rsidP="00CE15ED">
      <w:pPr>
        <w:pStyle w:val="Subtitle"/>
        <w:numPr>
          <w:ilvl w:val="0"/>
          <w:numId w:val="4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tendency of a solution to lose water molecules.</w:t>
      </w:r>
    </w:p>
    <w:p w:rsidR="00E0145E" w:rsidRDefault="00ED6FAE" w:rsidP="00CE15ED">
      <w:pPr>
        <w:pStyle w:val="Subtitle"/>
        <w:numPr>
          <w:ilvl w:val="0"/>
          <w:numId w:val="4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inward</w:t>
      </w:r>
      <w:r w:rsidR="00E0145E">
        <w:rPr>
          <w:b w:val="0"/>
          <w:i w:val="0"/>
          <w:sz w:val="26"/>
          <w:szCs w:val="26"/>
        </w:rPr>
        <w:t xml:space="preserve"> force developed by the cell wall in an attempt to oppose outward pressure.</w:t>
      </w:r>
    </w:p>
    <w:p w:rsidR="00E0145E" w:rsidRDefault="00E0145E" w:rsidP="00CE15ED">
      <w:pPr>
        <w:pStyle w:val="Subtitle"/>
        <w:numPr>
          <w:ilvl w:val="0"/>
          <w:numId w:val="4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ou</w:t>
      </w:r>
      <w:r w:rsidR="000C3106">
        <w:rPr>
          <w:b w:val="0"/>
          <w:i w:val="0"/>
          <w:sz w:val="26"/>
          <w:szCs w:val="26"/>
        </w:rPr>
        <w:t xml:space="preserve">tward force developed by the </w:t>
      </w:r>
      <w:r>
        <w:rPr>
          <w:b w:val="0"/>
          <w:i w:val="0"/>
          <w:sz w:val="26"/>
          <w:szCs w:val="26"/>
        </w:rPr>
        <w:t xml:space="preserve"> cell wall in an attempt to oppose outward pressure.</w:t>
      </w:r>
    </w:p>
    <w:p w:rsidR="00E0145E" w:rsidRDefault="005B0677" w:rsidP="00CE15ED">
      <w:pPr>
        <w:pStyle w:val="Subtitle"/>
        <w:numPr>
          <w:ilvl w:val="0"/>
          <w:numId w:val="4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outward pressure exerted on the cell wall by the cytoplasm lining when a cell absorbs water by osmosis.</w:t>
      </w:r>
    </w:p>
    <w:p w:rsidR="00006B46" w:rsidRDefault="00006B46" w:rsidP="00006B46">
      <w:pPr>
        <w:pStyle w:val="Subtitle"/>
        <w:tabs>
          <w:tab w:val="left" w:pos="0"/>
          <w:tab w:val="left" w:pos="720"/>
        </w:tabs>
        <w:spacing w:line="276" w:lineRule="auto"/>
        <w:ind w:left="1440"/>
        <w:jc w:val="left"/>
        <w:rPr>
          <w:b w:val="0"/>
          <w:i w:val="0"/>
          <w:sz w:val="26"/>
          <w:szCs w:val="26"/>
        </w:rPr>
      </w:pPr>
    </w:p>
    <w:p w:rsidR="005B0677" w:rsidRDefault="005B0677" w:rsidP="005B0677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6.</w:t>
      </w:r>
      <w:r>
        <w:rPr>
          <w:b w:val="0"/>
          <w:i w:val="0"/>
          <w:sz w:val="26"/>
          <w:szCs w:val="26"/>
        </w:rPr>
        <w:tab/>
        <w:t>Which one of the following is the correct list of t</w:t>
      </w:r>
      <w:r w:rsidR="00422136">
        <w:rPr>
          <w:b w:val="0"/>
          <w:i w:val="0"/>
          <w:sz w:val="26"/>
          <w:szCs w:val="26"/>
        </w:rPr>
        <w:t>he taxonomic units in descending</w:t>
      </w:r>
      <w:r>
        <w:rPr>
          <w:b w:val="0"/>
          <w:i w:val="0"/>
          <w:sz w:val="26"/>
          <w:szCs w:val="26"/>
        </w:rPr>
        <w:t xml:space="preserve"> order?</w:t>
      </w:r>
    </w:p>
    <w:p w:rsidR="005B0677" w:rsidRDefault="00AD3FAB" w:rsidP="00CE15ED">
      <w:pPr>
        <w:pStyle w:val="Subtitle"/>
        <w:numPr>
          <w:ilvl w:val="0"/>
          <w:numId w:val="5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Species, genu</w:t>
      </w:r>
      <w:r w:rsidR="005B0677">
        <w:rPr>
          <w:b w:val="0"/>
          <w:i w:val="0"/>
          <w:sz w:val="26"/>
          <w:szCs w:val="26"/>
        </w:rPr>
        <w:t>s, family, order, class, phylum.</w:t>
      </w:r>
    </w:p>
    <w:p w:rsidR="005B0677" w:rsidRDefault="005B0677" w:rsidP="00CE15ED">
      <w:pPr>
        <w:pStyle w:val="Subtitle"/>
        <w:numPr>
          <w:ilvl w:val="0"/>
          <w:numId w:val="5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Phylum, class, order, family, genus, species.</w:t>
      </w:r>
    </w:p>
    <w:p w:rsidR="005B0677" w:rsidRDefault="005B0677" w:rsidP="00CE15ED">
      <w:pPr>
        <w:pStyle w:val="Subtitle"/>
        <w:numPr>
          <w:ilvl w:val="0"/>
          <w:numId w:val="5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Class, phylum, order, family, genus, species</w:t>
      </w:r>
    </w:p>
    <w:p w:rsidR="005B0677" w:rsidRDefault="005B0677" w:rsidP="00CE15ED">
      <w:pPr>
        <w:pStyle w:val="Subtitle"/>
        <w:numPr>
          <w:ilvl w:val="0"/>
          <w:numId w:val="5"/>
        </w:numPr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Genus, species, family, order, class, phylum.</w:t>
      </w:r>
    </w:p>
    <w:p w:rsidR="005B0677" w:rsidRDefault="005B0677" w:rsidP="005B0677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</w:p>
    <w:p w:rsidR="00E0145E" w:rsidRDefault="005B0677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7.</w:t>
      </w:r>
      <w:r>
        <w:rPr>
          <w:b w:val="0"/>
          <w:i w:val="0"/>
          <w:sz w:val="26"/>
          <w:szCs w:val="26"/>
        </w:rPr>
        <w:tab/>
        <w:t>Study the equation below.</w:t>
      </w:r>
    </w:p>
    <w:p w:rsidR="005B0677" w:rsidRDefault="005B0677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</w:p>
    <w:p w:rsidR="005B0677" w:rsidRDefault="008C08EA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60.5pt;margin-top:15.05pt;width:62.25pt;height:1.5pt;flip:y;z-index:251696640" o:connectortype="straight">
            <v:stroke endarrow="block"/>
          </v:shape>
        </w:pict>
      </w:r>
      <w:r w:rsidR="00E65FB1">
        <w:rPr>
          <w:b w:val="0"/>
          <w:i w:val="0"/>
          <w:sz w:val="26"/>
          <w:szCs w:val="26"/>
        </w:rPr>
        <w:tab/>
      </w:r>
      <w:r w:rsidR="00E65FB1">
        <w:rPr>
          <w:b w:val="0"/>
          <w:i w:val="0"/>
          <w:sz w:val="26"/>
          <w:szCs w:val="26"/>
        </w:rPr>
        <w:tab/>
        <w:t>Maltose + water   E</w:t>
      </w:r>
      <w:r w:rsidR="005B0677">
        <w:rPr>
          <w:b w:val="0"/>
          <w:i w:val="0"/>
          <w:sz w:val="26"/>
          <w:szCs w:val="26"/>
        </w:rPr>
        <w:t>nzyme Y   glucose + glucose</w:t>
      </w:r>
    </w:p>
    <w:p w:rsidR="005B0677" w:rsidRDefault="005B0677" w:rsidP="00E0145E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 xml:space="preserve">       Process P</w:t>
      </w:r>
    </w:p>
    <w:p w:rsidR="005B0677" w:rsidRDefault="00BA3978" w:rsidP="009716B3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 w:rsidRPr="00BA3978">
        <w:rPr>
          <w:b w:val="0"/>
          <w:i w:val="0"/>
          <w:sz w:val="26"/>
          <w:szCs w:val="26"/>
        </w:rPr>
        <w:tab/>
      </w:r>
    </w:p>
    <w:p w:rsidR="009716B3" w:rsidRDefault="005B0677" w:rsidP="009716B3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Name enzyme Y and process P</w:t>
      </w:r>
    </w:p>
    <w:tbl>
      <w:tblPr>
        <w:tblStyle w:val="TableGrid"/>
        <w:tblW w:w="0" w:type="auto"/>
        <w:tblInd w:w="720" w:type="dxa"/>
        <w:tblLook w:val="04A0"/>
      </w:tblPr>
      <w:tblGrid>
        <w:gridCol w:w="806"/>
        <w:gridCol w:w="3544"/>
        <w:gridCol w:w="3260"/>
      </w:tblGrid>
      <w:tr w:rsidR="005B0677" w:rsidTr="005B0677">
        <w:tc>
          <w:tcPr>
            <w:tcW w:w="806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44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ENZYME</w:t>
            </w:r>
          </w:p>
        </w:tc>
        <w:tc>
          <w:tcPr>
            <w:tcW w:w="3260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PROCESS</w:t>
            </w:r>
          </w:p>
        </w:tc>
      </w:tr>
      <w:tr w:rsidR="005B0677" w:rsidTr="005B0677">
        <w:tc>
          <w:tcPr>
            <w:tcW w:w="806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A:</w:t>
            </w:r>
          </w:p>
        </w:tc>
        <w:tc>
          <w:tcPr>
            <w:tcW w:w="3544" w:type="dxa"/>
          </w:tcPr>
          <w:p w:rsidR="005B0677" w:rsidRDefault="00653DBD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D</w:t>
            </w:r>
            <w:r w:rsidR="005B0677">
              <w:rPr>
                <w:b w:val="0"/>
                <w:i w:val="0"/>
                <w:sz w:val="26"/>
                <w:szCs w:val="26"/>
              </w:rPr>
              <w:t>iastase</w:t>
            </w:r>
          </w:p>
        </w:tc>
        <w:tc>
          <w:tcPr>
            <w:tcW w:w="3260" w:type="dxa"/>
          </w:tcPr>
          <w:p w:rsidR="005B0677" w:rsidRDefault="00E728FB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h</w:t>
            </w:r>
            <w:r w:rsidR="005B0677">
              <w:rPr>
                <w:b w:val="0"/>
                <w:i w:val="0"/>
                <w:sz w:val="26"/>
                <w:szCs w:val="26"/>
              </w:rPr>
              <w:t>ydrolysis</w:t>
            </w:r>
          </w:p>
        </w:tc>
      </w:tr>
      <w:tr w:rsidR="005B0677" w:rsidTr="005B0677">
        <w:tc>
          <w:tcPr>
            <w:tcW w:w="806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B:</w:t>
            </w:r>
          </w:p>
        </w:tc>
        <w:tc>
          <w:tcPr>
            <w:tcW w:w="3544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Amylase</w:t>
            </w:r>
          </w:p>
        </w:tc>
        <w:tc>
          <w:tcPr>
            <w:tcW w:w="3260" w:type="dxa"/>
          </w:tcPr>
          <w:p w:rsidR="005B0677" w:rsidRDefault="00E728FB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c</w:t>
            </w:r>
            <w:r w:rsidR="005B0677">
              <w:rPr>
                <w:b w:val="0"/>
                <w:i w:val="0"/>
                <w:sz w:val="26"/>
                <w:szCs w:val="26"/>
              </w:rPr>
              <w:t>atalysis</w:t>
            </w:r>
          </w:p>
        </w:tc>
      </w:tr>
      <w:tr w:rsidR="005B0677" w:rsidTr="005B0677">
        <w:tc>
          <w:tcPr>
            <w:tcW w:w="806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C:</w:t>
            </w:r>
          </w:p>
        </w:tc>
        <w:tc>
          <w:tcPr>
            <w:tcW w:w="3544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Invertase</w:t>
            </w:r>
          </w:p>
        </w:tc>
        <w:tc>
          <w:tcPr>
            <w:tcW w:w="3260" w:type="dxa"/>
          </w:tcPr>
          <w:p w:rsidR="005B0677" w:rsidRDefault="00E728FB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c</w:t>
            </w:r>
            <w:r w:rsidR="005B0677">
              <w:rPr>
                <w:b w:val="0"/>
                <w:i w:val="0"/>
                <w:sz w:val="26"/>
                <w:szCs w:val="26"/>
              </w:rPr>
              <w:t>ondensation</w:t>
            </w:r>
          </w:p>
        </w:tc>
      </w:tr>
      <w:tr w:rsidR="005B0677" w:rsidTr="005B0677">
        <w:tc>
          <w:tcPr>
            <w:tcW w:w="806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D:</w:t>
            </w:r>
          </w:p>
        </w:tc>
        <w:tc>
          <w:tcPr>
            <w:tcW w:w="3544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Ptyaline</w:t>
            </w:r>
          </w:p>
        </w:tc>
        <w:tc>
          <w:tcPr>
            <w:tcW w:w="3260" w:type="dxa"/>
          </w:tcPr>
          <w:p w:rsidR="005B0677" w:rsidRDefault="005B0677" w:rsidP="009716B3">
            <w:pPr>
              <w:pStyle w:val="Subtitle"/>
              <w:tabs>
                <w:tab w:val="left" w:pos="0"/>
                <w:tab w:val="left" w:pos="720"/>
              </w:tabs>
              <w:spacing w:line="276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denaturation</w:t>
            </w:r>
          </w:p>
        </w:tc>
      </w:tr>
    </w:tbl>
    <w:p w:rsidR="005B0677" w:rsidRDefault="005B0677" w:rsidP="009716B3">
      <w:pPr>
        <w:pStyle w:val="Subtitle"/>
        <w:tabs>
          <w:tab w:val="left" w:pos="0"/>
          <w:tab w:val="left" w:pos="720"/>
        </w:tabs>
        <w:spacing w:line="276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FD7FD0" w:rsidRDefault="008C08EA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 w:rsidRPr="008C08EA">
        <w:rPr>
          <w:i w:val="0"/>
          <w:noProof/>
          <w:sz w:val="26"/>
        </w:rPr>
        <w:lastRenderedPageBreak/>
        <w:pict>
          <v:group id="_x0000_s1027" style="position:absolute;margin-left:86pt;margin-top:18.1pt;width:223.95pt;height:154.6pt;z-index:251697664" coordorigin="108131775,111833100" coordsize="2844000,1963050">
            <v:line id="_x0000_s1028" style="position:absolute;flip:y;mso-wrap-distance-left:2.88pt;mso-wrap-distance-top:2.88pt;mso-wrap-distance-right:2.88pt;mso-wrap-distance-bottom:2.88pt" from="108743775,111888150" to="108743775,113796150" strokeweight="1.5pt" o:cliptowrap="t">
              <v:stroke endarrow="block"/>
              <v:shadow color="#ccc"/>
            </v:line>
            <v:line id="_x0000_s1029" style="position:absolute;mso-wrap-distance-left:2.88pt;mso-wrap-distance-top:2.88pt;mso-wrap-distance-right:2.88pt;mso-wrap-distance-bottom:2.88pt" from="108743775,113472150" to="110975775,113472150" strokeweight="1.5pt" o:cliptowrap="t">
              <v:stroke endarrow="block"/>
              <v:shadow color="#ccc"/>
            </v:line>
            <v:shape id="_x0000_s1030" style="position:absolute;left:108741675;top:111906150;width:1442100;height:1566000;mso-wrap-distance-left:2.88pt;mso-wrap-distance-top:2.88pt;mso-wrap-distance-right:2.88pt;mso-wrap-distance-bottom:2.88pt" coordsize="1584000,1566000" path="m,1566000c540000,981000,1080000,396000,1332000,198000,1584000,,1482000,222000,1512000,378000v30000,156000,,558000,,756000c1512000,1332000,1512000,1494000,1512000,1566000e" filled="f" o:cliptowrap="t">
              <v:shadow color="#ccc"/>
              <v:path arrowok="t"/>
            </v:shape>
            <v:line id="_x0000_s1031" style="position:absolute;mso-wrap-distance-left:2.88pt;mso-wrap-distance-top:2.88pt;mso-wrap-distance-right:2.88pt;mso-wrap-distance-bottom:2.88pt" from="109124925,113400150" to="109124925,113544150" o:cliptowrap="t">
              <v:shadow color="#ccc"/>
            </v:line>
            <v:line id="_x0000_s1032" style="position:absolute;mso-wrap-distance-left:2.88pt;mso-wrap-distance-top:2.88pt;mso-wrap-distance-right:2.88pt;mso-wrap-distance-bottom:2.88pt" from="109500750,113407575" to="109500750,113551575" o:cliptowrap="t">
              <v:shadow color="#ccc"/>
            </v:line>
            <v:line id="_x0000_s1033" style="position:absolute;mso-wrap-distance-left:2.88pt;mso-wrap-distance-top:2.88pt;mso-wrap-distance-right:2.88pt;mso-wrap-distance-bottom:2.88pt" from="109864950,113400150" to="109864950,113544150" o:cliptowrap="t">
              <v:shadow color="#ccc"/>
            </v:line>
            <v:line id="_x0000_s1034" style="position:absolute;mso-wrap-distance-left:2.88pt;mso-wrap-distance-top:2.88pt;mso-wrap-distance-right:2.88pt;mso-wrap-distance-bottom:2.88pt" from="110255625,113400150" to="110255625,113544150" o:cliptowrap="t">
              <v:shadow color="#ccc"/>
            </v:line>
            <v:line id="_x0000_s1035" style="position:absolute;mso-wrap-distance-left:2.88pt;mso-wrap-distance-top:2.88pt;mso-wrap-distance-right:2.88pt;mso-wrap-distance-bottom:2.88pt" from="110579775,113400150" to="110579775,113544150" o:cliptowrap="t">
              <v:shadow color="#ccc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08995775;top:113544150;width:288000;height:216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</v:shape>
            <v:shape id="_x0000_s1037" type="#_x0000_t202" style="position:absolute;left:109355775;top:113544150;width:288000;height:216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  <v:shape id="_x0000_s1038" type="#_x0000_t202" style="position:absolute;left:109751775;top:113544150;width:288000;height:216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30</w:t>
                    </w:r>
                  </w:p>
                </w:txbxContent>
              </v:textbox>
            </v:shape>
            <v:shape id="_x0000_s1039" type="#_x0000_t202" style="position:absolute;left:110147775;top:113544150;width:288000;height:216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40</w:t>
                    </w:r>
                  </w:p>
                </w:txbxContent>
              </v:textbox>
            </v:shape>
            <v:shape id="_x0000_s1040" type="#_x0000_t202" style="position:absolute;left:110507775;top:113544150;width:288000;height:216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50</w:t>
                    </w:r>
                  </w:p>
                </w:txbxContent>
              </v:textbox>
            </v:shape>
            <v:shape id="_x0000_s1041" type="#_x0000_t202" style="position:absolute;left:110058825;top:111833100;width:324000;height:252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Z</w:t>
                    </w:r>
                  </w:p>
                </w:txbxContent>
              </v:textbox>
            </v:shape>
            <v:shape id="_x0000_s1042" type="#_x0000_t202" style="position:absolute;left:107723187;top:112512738;width:1368000;height:550824;rotation:270;mso-wrap-distance-left:2.88pt;mso-wrap-distance-top:2.88pt;mso-wrap-distance-right:2.88pt;mso-wrap-distance-bottom:2.88pt" filled="f" stroked="f" insetpen="t" o:cliptowrap="t">
              <v:shadow color="#ccc"/>
              <v:textbox style="layout-flow:vertical;mso-layout-flow-alt:bottom-to-top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Rate of enzyme activity</w:t>
                    </w:r>
                  </w:p>
                </w:txbxContent>
              </v:textbox>
            </v:shape>
          </v:group>
        </w:pict>
      </w:r>
      <w:r w:rsidR="005B0677">
        <w:rPr>
          <w:b w:val="0"/>
          <w:i w:val="0"/>
          <w:sz w:val="26"/>
          <w:szCs w:val="26"/>
        </w:rPr>
        <w:t>8.</w:t>
      </w:r>
      <w:r w:rsidR="005B0677">
        <w:rPr>
          <w:b w:val="0"/>
          <w:i w:val="0"/>
          <w:sz w:val="26"/>
          <w:szCs w:val="26"/>
        </w:rPr>
        <w:tab/>
        <w:t>Study the graph below and answer the question that follows.</w:t>
      </w: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F2EA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                </w:t>
      </w:r>
    </w:p>
    <w:p w:rsidR="005F2EA0" w:rsidRDefault="005F2EA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                                                   Temperature</w:t>
      </w: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What substance was introduced at point Z?</w:t>
      </w:r>
    </w:p>
    <w:p w:rsidR="005B0677" w:rsidRDefault="005B0677" w:rsidP="00CE15ED">
      <w:pPr>
        <w:pStyle w:val="Subtitle"/>
        <w:numPr>
          <w:ilvl w:val="0"/>
          <w:numId w:val="6"/>
        </w:numPr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Water</w:t>
      </w:r>
    </w:p>
    <w:p w:rsidR="005B0677" w:rsidRDefault="005B0677" w:rsidP="00CE15ED">
      <w:pPr>
        <w:pStyle w:val="Subtitle"/>
        <w:numPr>
          <w:ilvl w:val="0"/>
          <w:numId w:val="6"/>
        </w:numPr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Cofactor</w:t>
      </w:r>
    </w:p>
    <w:p w:rsidR="005B0677" w:rsidRDefault="005B0677" w:rsidP="00CE15ED">
      <w:pPr>
        <w:pStyle w:val="Subtitle"/>
        <w:numPr>
          <w:ilvl w:val="0"/>
          <w:numId w:val="6"/>
        </w:numPr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Substrate</w:t>
      </w:r>
    </w:p>
    <w:p w:rsidR="005B0677" w:rsidRDefault="005B0677" w:rsidP="00CE15ED">
      <w:pPr>
        <w:pStyle w:val="Subtitle"/>
        <w:numPr>
          <w:ilvl w:val="0"/>
          <w:numId w:val="6"/>
        </w:numPr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Enzyme inhibitor</w:t>
      </w:r>
    </w:p>
    <w:p w:rsidR="00006B46" w:rsidRDefault="00006B46" w:rsidP="00006B4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ind w:left="1290"/>
        <w:jc w:val="left"/>
        <w:rPr>
          <w:b w:val="0"/>
          <w:i w:val="0"/>
          <w:sz w:val="26"/>
          <w:szCs w:val="26"/>
        </w:rPr>
      </w:pPr>
    </w:p>
    <w:p w:rsidR="005B0677" w:rsidRDefault="005B0677" w:rsidP="005B0677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9.</w:t>
      </w:r>
      <w:r>
        <w:rPr>
          <w:b w:val="0"/>
          <w:i w:val="0"/>
          <w:sz w:val="26"/>
          <w:szCs w:val="26"/>
        </w:rPr>
        <w:tab/>
        <w:t>1cm</w:t>
      </w:r>
      <w:r w:rsidRPr="004A7743">
        <w:rPr>
          <w:b w:val="0"/>
          <w:i w:val="0"/>
          <w:sz w:val="26"/>
          <w:szCs w:val="26"/>
          <w:vertAlign w:val="superscript"/>
        </w:rPr>
        <w:t>3</w:t>
      </w:r>
      <w:r>
        <w:rPr>
          <w:b w:val="0"/>
          <w:i w:val="0"/>
          <w:sz w:val="26"/>
          <w:szCs w:val="26"/>
        </w:rPr>
        <w:t xml:space="preserve"> of a catalase solution was added to hydrogen peroxide at different pH values and the </w:t>
      </w:r>
      <w:r>
        <w:rPr>
          <w:b w:val="0"/>
          <w:i w:val="0"/>
          <w:sz w:val="26"/>
          <w:szCs w:val="26"/>
        </w:rPr>
        <w:tab/>
        <w:t>time taken to collect 10cm</w:t>
      </w:r>
      <w:r w:rsidRPr="004A7743">
        <w:rPr>
          <w:b w:val="0"/>
          <w:i w:val="0"/>
          <w:sz w:val="26"/>
          <w:szCs w:val="26"/>
          <w:vertAlign w:val="superscript"/>
        </w:rPr>
        <w:t>3</w:t>
      </w:r>
      <w:r>
        <w:rPr>
          <w:b w:val="0"/>
          <w:i w:val="0"/>
          <w:sz w:val="26"/>
          <w:szCs w:val="26"/>
        </w:rPr>
        <w:t xml:space="preserve"> of oxygen was measured as shown below:</w:t>
      </w:r>
    </w:p>
    <w:p w:rsidR="005B0677" w:rsidRDefault="005B0677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pH of solution</w:t>
      </w:r>
      <w:r>
        <w:rPr>
          <w:b w:val="0"/>
          <w:i w:val="0"/>
          <w:sz w:val="26"/>
          <w:szCs w:val="26"/>
        </w:rPr>
        <w:tab/>
      </w:r>
      <w:r w:rsidR="004A7743">
        <w:rPr>
          <w:b w:val="0"/>
          <w:i w:val="0"/>
          <w:sz w:val="26"/>
          <w:szCs w:val="26"/>
        </w:rPr>
        <w:t>Time taken to collect gas</w:t>
      </w:r>
      <w:r w:rsidR="00152393">
        <w:rPr>
          <w:b w:val="0"/>
          <w:i w:val="0"/>
          <w:sz w:val="26"/>
          <w:szCs w:val="26"/>
        </w:rPr>
        <w:t xml:space="preserve"> (sec)</w:t>
      </w:r>
    </w:p>
    <w:p w:rsidR="004A7743" w:rsidRDefault="004A7743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4.00</w:t>
      </w:r>
      <w:r>
        <w:rPr>
          <w:b w:val="0"/>
          <w:i w:val="0"/>
          <w:sz w:val="26"/>
          <w:szCs w:val="26"/>
        </w:rPr>
        <w:tab/>
        <w:t>20.00</w:t>
      </w:r>
    </w:p>
    <w:p w:rsidR="004A7743" w:rsidRDefault="004A7743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5.00</w:t>
      </w:r>
      <w:r>
        <w:rPr>
          <w:b w:val="0"/>
          <w:i w:val="0"/>
          <w:sz w:val="26"/>
          <w:szCs w:val="26"/>
        </w:rPr>
        <w:tab/>
        <w:t>12.00</w:t>
      </w:r>
    </w:p>
    <w:p w:rsidR="004A7743" w:rsidRDefault="004A7743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6.00</w:t>
      </w:r>
      <w:r>
        <w:rPr>
          <w:b w:val="0"/>
          <w:i w:val="0"/>
          <w:sz w:val="26"/>
          <w:szCs w:val="26"/>
        </w:rPr>
        <w:tab/>
        <w:t>10.00</w:t>
      </w:r>
    </w:p>
    <w:p w:rsidR="004A7743" w:rsidRDefault="004A7743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 xml:space="preserve">7.00        </w:t>
      </w:r>
      <w:r>
        <w:rPr>
          <w:b w:val="0"/>
          <w:i w:val="0"/>
          <w:sz w:val="26"/>
          <w:szCs w:val="26"/>
        </w:rPr>
        <w:tab/>
        <w:t>13.60</w:t>
      </w:r>
    </w:p>
    <w:p w:rsidR="004A7743" w:rsidRDefault="004A7743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8.00</w:t>
      </w:r>
      <w:r>
        <w:rPr>
          <w:b w:val="0"/>
          <w:i w:val="0"/>
          <w:sz w:val="26"/>
          <w:szCs w:val="26"/>
        </w:rPr>
        <w:tab/>
        <w:t>17.40</w:t>
      </w:r>
    </w:p>
    <w:p w:rsidR="004A7743" w:rsidRDefault="004A7743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From the data above give the optimum pH.</w:t>
      </w:r>
    </w:p>
    <w:p w:rsidR="004A7743" w:rsidRDefault="004A7743" w:rsidP="00CE15ED">
      <w:pPr>
        <w:pStyle w:val="Subtitle"/>
        <w:numPr>
          <w:ilvl w:val="0"/>
          <w:numId w:val="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pH 4</w:t>
      </w:r>
    </w:p>
    <w:p w:rsidR="004A7743" w:rsidRDefault="004A7743" w:rsidP="00CE15ED">
      <w:pPr>
        <w:pStyle w:val="Subtitle"/>
        <w:numPr>
          <w:ilvl w:val="0"/>
          <w:numId w:val="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pH 5</w:t>
      </w:r>
    </w:p>
    <w:p w:rsidR="004A7743" w:rsidRDefault="004A7743" w:rsidP="00CE15ED">
      <w:pPr>
        <w:pStyle w:val="Subtitle"/>
        <w:numPr>
          <w:ilvl w:val="0"/>
          <w:numId w:val="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pH 6</w:t>
      </w:r>
    </w:p>
    <w:p w:rsidR="004A7743" w:rsidRDefault="004A7743" w:rsidP="00CE15ED">
      <w:pPr>
        <w:pStyle w:val="Subtitle"/>
        <w:numPr>
          <w:ilvl w:val="0"/>
          <w:numId w:val="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pH 7</w:t>
      </w:r>
    </w:p>
    <w:p w:rsidR="00006B46" w:rsidRDefault="00006B46" w:rsidP="00006B46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4A7743" w:rsidRDefault="004A7743" w:rsidP="004A7743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10.</w:t>
      </w:r>
      <w:r w:rsidR="00653DBD">
        <w:rPr>
          <w:b w:val="0"/>
          <w:i w:val="0"/>
          <w:sz w:val="26"/>
          <w:szCs w:val="26"/>
        </w:rPr>
        <w:tab/>
        <w:t>Which one of the following abio</w:t>
      </w:r>
      <w:r>
        <w:rPr>
          <w:b w:val="0"/>
          <w:i w:val="0"/>
          <w:sz w:val="26"/>
          <w:szCs w:val="26"/>
        </w:rPr>
        <w:t xml:space="preserve">tic factors has the strongest influence on the structure and </w:t>
      </w:r>
      <w:r>
        <w:rPr>
          <w:b w:val="0"/>
          <w:i w:val="0"/>
          <w:sz w:val="26"/>
          <w:szCs w:val="26"/>
        </w:rPr>
        <w:tab/>
        <w:t>functioning of an ecosystem?</w:t>
      </w:r>
    </w:p>
    <w:p w:rsidR="004A7743" w:rsidRDefault="00B6432B" w:rsidP="00CE15ED">
      <w:pPr>
        <w:pStyle w:val="Subtitle"/>
        <w:numPr>
          <w:ilvl w:val="0"/>
          <w:numId w:val="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Wind</w:t>
      </w:r>
    </w:p>
    <w:p w:rsidR="004A7743" w:rsidRDefault="004A7743" w:rsidP="00CE15ED">
      <w:pPr>
        <w:pStyle w:val="Subtitle"/>
        <w:numPr>
          <w:ilvl w:val="0"/>
          <w:numId w:val="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Light</w:t>
      </w:r>
    </w:p>
    <w:p w:rsidR="004A7743" w:rsidRDefault="004A7743" w:rsidP="00CE15ED">
      <w:pPr>
        <w:pStyle w:val="Subtitle"/>
        <w:numPr>
          <w:ilvl w:val="0"/>
          <w:numId w:val="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Temperature</w:t>
      </w:r>
    </w:p>
    <w:p w:rsidR="004A7743" w:rsidRDefault="004A7743" w:rsidP="00CE15ED">
      <w:pPr>
        <w:pStyle w:val="Subtitle"/>
        <w:numPr>
          <w:ilvl w:val="0"/>
          <w:numId w:val="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Water availability</w:t>
      </w:r>
    </w:p>
    <w:p w:rsidR="004A7743" w:rsidRDefault="004A7743" w:rsidP="004A7743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11.</w:t>
      </w:r>
      <w:r>
        <w:rPr>
          <w:b w:val="0"/>
          <w:i w:val="0"/>
          <w:sz w:val="26"/>
          <w:szCs w:val="26"/>
        </w:rPr>
        <w:tab/>
        <w:t>A sudden movement of blow fly larvae a</w:t>
      </w:r>
      <w:r w:rsidR="00413E32">
        <w:rPr>
          <w:b w:val="0"/>
          <w:i w:val="0"/>
          <w:sz w:val="26"/>
          <w:szCs w:val="26"/>
        </w:rPr>
        <w:t>way from light is an example of</w:t>
      </w:r>
    </w:p>
    <w:p w:rsidR="004A7743" w:rsidRDefault="004A7743" w:rsidP="00CE15ED">
      <w:pPr>
        <w:pStyle w:val="Subtitle"/>
        <w:numPr>
          <w:ilvl w:val="0"/>
          <w:numId w:val="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taxis </w:t>
      </w:r>
    </w:p>
    <w:p w:rsidR="004A7743" w:rsidRDefault="004A7743" w:rsidP="00CE15ED">
      <w:pPr>
        <w:pStyle w:val="Subtitle"/>
        <w:numPr>
          <w:ilvl w:val="0"/>
          <w:numId w:val="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nasty</w:t>
      </w:r>
    </w:p>
    <w:p w:rsidR="004A7743" w:rsidRDefault="004A7743" w:rsidP="00CE15ED">
      <w:pPr>
        <w:pStyle w:val="Subtitle"/>
        <w:numPr>
          <w:ilvl w:val="0"/>
          <w:numId w:val="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kinesis</w:t>
      </w:r>
    </w:p>
    <w:p w:rsidR="004A7743" w:rsidRDefault="004A7743" w:rsidP="00CE15ED">
      <w:pPr>
        <w:pStyle w:val="Subtitle"/>
        <w:numPr>
          <w:ilvl w:val="0"/>
          <w:numId w:val="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tropism</w:t>
      </w:r>
    </w:p>
    <w:p w:rsidR="004A7743" w:rsidRDefault="004A7743" w:rsidP="004A7743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12.</w:t>
      </w:r>
      <w:r>
        <w:rPr>
          <w:b w:val="0"/>
          <w:i w:val="0"/>
          <w:sz w:val="26"/>
          <w:szCs w:val="26"/>
        </w:rPr>
        <w:tab/>
        <w:t>In which one of the following gut sections is a villus found?</w:t>
      </w:r>
    </w:p>
    <w:p w:rsidR="004A7743" w:rsidRDefault="004A7743" w:rsidP="00CE15ED">
      <w:pPr>
        <w:pStyle w:val="Subtitle"/>
        <w:numPr>
          <w:ilvl w:val="0"/>
          <w:numId w:val="1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Liver</w:t>
      </w:r>
    </w:p>
    <w:p w:rsidR="004A7743" w:rsidRDefault="004A7743" w:rsidP="00CE15ED">
      <w:pPr>
        <w:pStyle w:val="Subtitle"/>
        <w:numPr>
          <w:ilvl w:val="0"/>
          <w:numId w:val="1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Ileum</w:t>
      </w:r>
    </w:p>
    <w:p w:rsidR="004A7743" w:rsidRDefault="004A7743" w:rsidP="00CE15ED">
      <w:pPr>
        <w:pStyle w:val="Subtitle"/>
        <w:numPr>
          <w:ilvl w:val="0"/>
          <w:numId w:val="1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Stomach</w:t>
      </w:r>
    </w:p>
    <w:p w:rsidR="004A7743" w:rsidRDefault="004A7743" w:rsidP="00CE15ED">
      <w:pPr>
        <w:pStyle w:val="Subtitle"/>
        <w:numPr>
          <w:ilvl w:val="0"/>
          <w:numId w:val="1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Large intestine</w:t>
      </w:r>
    </w:p>
    <w:p w:rsidR="004A7743" w:rsidRDefault="004A7743" w:rsidP="004A7743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13.</w:t>
      </w:r>
      <w:r>
        <w:rPr>
          <w:b w:val="0"/>
          <w:i w:val="0"/>
          <w:sz w:val="26"/>
          <w:szCs w:val="26"/>
        </w:rPr>
        <w:tab/>
        <w:t>Which of the following is produced in the lymph nodes?</w:t>
      </w:r>
    </w:p>
    <w:p w:rsidR="004A7743" w:rsidRDefault="004A7743" w:rsidP="00CE15ED">
      <w:pPr>
        <w:pStyle w:val="Subtitle"/>
        <w:numPr>
          <w:ilvl w:val="0"/>
          <w:numId w:val="1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Fibrinogen</w:t>
      </w:r>
    </w:p>
    <w:p w:rsidR="004A7743" w:rsidRDefault="004A7743" w:rsidP="00CE15ED">
      <w:pPr>
        <w:pStyle w:val="Subtitle"/>
        <w:numPr>
          <w:ilvl w:val="0"/>
          <w:numId w:val="1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Blood platelets</w:t>
      </w:r>
    </w:p>
    <w:p w:rsidR="004A7743" w:rsidRDefault="004A7743" w:rsidP="00CE15ED">
      <w:pPr>
        <w:pStyle w:val="Subtitle"/>
        <w:numPr>
          <w:ilvl w:val="0"/>
          <w:numId w:val="1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Red blood cells</w:t>
      </w:r>
    </w:p>
    <w:p w:rsidR="004A7743" w:rsidRDefault="004A7743" w:rsidP="00CE15ED">
      <w:pPr>
        <w:pStyle w:val="Subtitle"/>
        <w:numPr>
          <w:ilvl w:val="0"/>
          <w:numId w:val="1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Some white blood cells</w:t>
      </w:r>
    </w:p>
    <w:p w:rsidR="004A7743" w:rsidRDefault="004A7743" w:rsidP="004A7743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14.</w:t>
      </w:r>
      <w:r>
        <w:rPr>
          <w:b w:val="0"/>
          <w:i w:val="0"/>
          <w:sz w:val="26"/>
          <w:szCs w:val="26"/>
        </w:rPr>
        <w:tab/>
        <w:t xml:space="preserve">When the environmental </w:t>
      </w:r>
      <w:r w:rsidR="0000730A">
        <w:rPr>
          <w:b w:val="0"/>
          <w:i w:val="0"/>
          <w:sz w:val="26"/>
          <w:szCs w:val="26"/>
        </w:rPr>
        <w:t>temperature is at 12</w:t>
      </w:r>
      <w:r w:rsidR="0000730A" w:rsidRPr="00FA3FFB">
        <w:rPr>
          <w:b w:val="0"/>
          <w:i w:val="0"/>
          <w:sz w:val="26"/>
          <w:szCs w:val="26"/>
          <w:vertAlign w:val="superscript"/>
        </w:rPr>
        <w:t>o</w:t>
      </w:r>
      <w:r w:rsidR="0000730A">
        <w:rPr>
          <w:b w:val="0"/>
          <w:i w:val="0"/>
          <w:sz w:val="26"/>
          <w:szCs w:val="26"/>
        </w:rPr>
        <w:t>C</w:t>
      </w:r>
      <w:r w:rsidR="00E213BE">
        <w:rPr>
          <w:b w:val="0"/>
          <w:i w:val="0"/>
          <w:sz w:val="26"/>
          <w:szCs w:val="26"/>
        </w:rPr>
        <w:t>,</w:t>
      </w:r>
      <w:r w:rsidR="0000730A">
        <w:rPr>
          <w:b w:val="0"/>
          <w:i w:val="0"/>
          <w:sz w:val="26"/>
          <w:szCs w:val="26"/>
        </w:rPr>
        <w:t xml:space="preserve"> which one of the following represents the </w:t>
      </w:r>
      <w:r w:rsidR="0000730A">
        <w:rPr>
          <w:b w:val="0"/>
          <w:i w:val="0"/>
          <w:sz w:val="26"/>
          <w:szCs w:val="26"/>
        </w:rPr>
        <w:tab/>
        <w:t>temperature of the air breathed out by a mature boy?</w:t>
      </w:r>
    </w:p>
    <w:p w:rsidR="0000730A" w:rsidRDefault="0000730A" w:rsidP="00CE15ED">
      <w:pPr>
        <w:pStyle w:val="Subtitle"/>
        <w:numPr>
          <w:ilvl w:val="0"/>
          <w:numId w:val="1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24.0</w:t>
      </w:r>
      <w:r w:rsidRPr="0000730A">
        <w:rPr>
          <w:b w:val="0"/>
          <w:i w:val="0"/>
          <w:sz w:val="26"/>
          <w:szCs w:val="26"/>
          <w:vertAlign w:val="superscript"/>
        </w:rPr>
        <w:t>o</w:t>
      </w:r>
      <w:r>
        <w:rPr>
          <w:b w:val="0"/>
          <w:i w:val="0"/>
          <w:sz w:val="26"/>
          <w:szCs w:val="26"/>
        </w:rPr>
        <w:t>c</w:t>
      </w:r>
    </w:p>
    <w:p w:rsidR="0000730A" w:rsidRDefault="0000730A" w:rsidP="00CE15ED">
      <w:pPr>
        <w:pStyle w:val="Subtitle"/>
        <w:numPr>
          <w:ilvl w:val="0"/>
          <w:numId w:val="1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30.0</w:t>
      </w:r>
      <w:r w:rsidRPr="0000730A">
        <w:rPr>
          <w:b w:val="0"/>
          <w:i w:val="0"/>
          <w:sz w:val="26"/>
          <w:szCs w:val="26"/>
          <w:vertAlign w:val="superscript"/>
        </w:rPr>
        <w:t>o</w:t>
      </w:r>
      <w:r>
        <w:rPr>
          <w:b w:val="0"/>
          <w:i w:val="0"/>
          <w:sz w:val="26"/>
          <w:szCs w:val="26"/>
        </w:rPr>
        <w:t>c</w:t>
      </w:r>
    </w:p>
    <w:p w:rsidR="0000730A" w:rsidRDefault="0000730A" w:rsidP="00CE15ED">
      <w:pPr>
        <w:pStyle w:val="Subtitle"/>
        <w:numPr>
          <w:ilvl w:val="0"/>
          <w:numId w:val="1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37.0</w:t>
      </w:r>
      <w:r w:rsidRPr="0000730A">
        <w:rPr>
          <w:b w:val="0"/>
          <w:i w:val="0"/>
          <w:sz w:val="26"/>
          <w:szCs w:val="26"/>
          <w:vertAlign w:val="superscript"/>
        </w:rPr>
        <w:t>o</w:t>
      </w:r>
      <w:r>
        <w:rPr>
          <w:b w:val="0"/>
          <w:i w:val="0"/>
          <w:sz w:val="26"/>
          <w:szCs w:val="26"/>
        </w:rPr>
        <w:t>c</w:t>
      </w:r>
    </w:p>
    <w:p w:rsidR="0000730A" w:rsidRDefault="0000730A" w:rsidP="00CE15ED">
      <w:pPr>
        <w:pStyle w:val="Subtitle"/>
        <w:numPr>
          <w:ilvl w:val="0"/>
          <w:numId w:val="1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98.</w:t>
      </w:r>
      <w:r w:rsidR="00E213BE">
        <w:rPr>
          <w:b w:val="0"/>
          <w:i w:val="0"/>
          <w:sz w:val="26"/>
          <w:szCs w:val="26"/>
        </w:rPr>
        <w:t>4</w:t>
      </w:r>
      <w:r w:rsidRPr="0000730A">
        <w:rPr>
          <w:b w:val="0"/>
          <w:i w:val="0"/>
          <w:sz w:val="26"/>
          <w:szCs w:val="26"/>
          <w:vertAlign w:val="superscript"/>
        </w:rPr>
        <w:t>o</w:t>
      </w:r>
      <w:r>
        <w:rPr>
          <w:b w:val="0"/>
          <w:i w:val="0"/>
          <w:sz w:val="26"/>
          <w:szCs w:val="26"/>
        </w:rPr>
        <w:t>c</w:t>
      </w:r>
    </w:p>
    <w:p w:rsidR="00006B46" w:rsidRDefault="00006B46" w:rsidP="00006B46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006B46" w:rsidRDefault="00006B46" w:rsidP="00006B46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00730A" w:rsidRDefault="0000730A" w:rsidP="0000730A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15.</w:t>
      </w:r>
      <w:r>
        <w:rPr>
          <w:b w:val="0"/>
          <w:i w:val="0"/>
          <w:sz w:val="26"/>
          <w:szCs w:val="26"/>
        </w:rPr>
        <w:tab/>
        <w:t>Which one of the following aids heat loss from the skin of a man on a hot, dry day?</w:t>
      </w:r>
    </w:p>
    <w:p w:rsidR="0000730A" w:rsidRDefault="0000730A" w:rsidP="00CE15ED">
      <w:pPr>
        <w:pStyle w:val="Subtitle"/>
        <w:numPr>
          <w:ilvl w:val="0"/>
          <w:numId w:val="1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Hair</w:t>
      </w:r>
    </w:p>
    <w:p w:rsidR="0000730A" w:rsidRDefault="0000730A" w:rsidP="00CE15ED">
      <w:pPr>
        <w:pStyle w:val="Subtitle"/>
        <w:numPr>
          <w:ilvl w:val="0"/>
          <w:numId w:val="1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Subdermal fat</w:t>
      </w:r>
    </w:p>
    <w:p w:rsidR="0000730A" w:rsidRDefault="0000730A" w:rsidP="00CE15ED">
      <w:pPr>
        <w:pStyle w:val="Subtitle"/>
        <w:numPr>
          <w:ilvl w:val="0"/>
          <w:numId w:val="1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Sebaceous glands</w:t>
      </w:r>
    </w:p>
    <w:p w:rsidR="0000730A" w:rsidRDefault="0000730A" w:rsidP="00CE15ED">
      <w:pPr>
        <w:pStyle w:val="Subtitle"/>
        <w:numPr>
          <w:ilvl w:val="0"/>
          <w:numId w:val="1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Dermal blood vessels</w:t>
      </w:r>
    </w:p>
    <w:p w:rsidR="0000730A" w:rsidRDefault="0000730A" w:rsidP="0000730A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16.</w:t>
      </w:r>
      <w:r>
        <w:rPr>
          <w:b w:val="0"/>
          <w:i w:val="0"/>
          <w:sz w:val="26"/>
          <w:szCs w:val="26"/>
        </w:rPr>
        <w:tab/>
        <w:t xml:space="preserve">In a breeding experiment, a heterozygous tall plant was crossed with a short </w:t>
      </w:r>
      <w:r w:rsidR="008F48FA">
        <w:rPr>
          <w:b w:val="0"/>
          <w:i w:val="0"/>
          <w:sz w:val="26"/>
          <w:szCs w:val="26"/>
        </w:rPr>
        <w:t xml:space="preserve">plant. 344 plants </w:t>
      </w:r>
      <w:r w:rsidR="008F48FA">
        <w:rPr>
          <w:b w:val="0"/>
          <w:i w:val="0"/>
          <w:sz w:val="26"/>
          <w:szCs w:val="26"/>
        </w:rPr>
        <w:tab/>
        <w:t>were produced</w:t>
      </w:r>
      <w:r>
        <w:rPr>
          <w:b w:val="0"/>
          <w:i w:val="0"/>
          <w:sz w:val="26"/>
          <w:szCs w:val="26"/>
        </w:rPr>
        <w:t xml:space="preserve"> from the cross. How many of th</w:t>
      </w:r>
      <w:r w:rsidR="00FA3FFB">
        <w:rPr>
          <w:b w:val="0"/>
          <w:i w:val="0"/>
          <w:sz w:val="26"/>
          <w:szCs w:val="26"/>
        </w:rPr>
        <w:t>o</w:t>
      </w:r>
      <w:r>
        <w:rPr>
          <w:b w:val="0"/>
          <w:i w:val="0"/>
          <w:sz w:val="26"/>
          <w:szCs w:val="26"/>
        </w:rPr>
        <w:t>se plants were heterozygous tall?</w:t>
      </w:r>
    </w:p>
    <w:p w:rsidR="0000730A" w:rsidRDefault="00503FD1" w:rsidP="00CE15ED">
      <w:pPr>
        <w:pStyle w:val="Subtitle"/>
        <w:numPr>
          <w:ilvl w:val="0"/>
          <w:numId w:val="1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86</w:t>
      </w:r>
    </w:p>
    <w:p w:rsidR="00503FD1" w:rsidRDefault="00503FD1" w:rsidP="00CE15ED">
      <w:pPr>
        <w:pStyle w:val="Subtitle"/>
        <w:numPr>
          <w:ilvl w:val="0"/>
          <w:numId w:val="1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172</w:t>
      </w:r>
    </w:p>
    <w:p w:rsidR="00503FD1" w:rsidRDefault="00503FD1" w:rsidP="00CE15ED">
      <w:pPr>
        <w:pStyle w:val="Subtitle"/>
        <w:numPr>
          <w:ilvl w:val="0"/>
          <w:numId w:val="1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258</w:t>
      </w:r>
    </w:p>
    <w:p w:rsidR="00503FD1" w:rsidRDefault="00503FD1" w:rsidP="00CE15ED">
      <w:pPr>
        <w:pStyle w:val="Subtitle"/>
        <w:numPr>
          <w:ilvl w:val="0"/>
          <w:numId w:val="1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688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17.</w:t>
      </w:r>
      <w:r>
        <w:rPr>
          <w:b w:val="0"/>
          <w:i w:val="0"/>
          <w:sz w:val="26"/>
          <w:szCs w:val="26"/>
        </w:rPr>
        <w:tab/>
        <w:t>What is usually characteristic of the initial organism in a food chain? Being.</w:t>
      </w:r>
    </w:p>
    <w:p w:rsidR="00503FD1" w:rsidRDefault="0034399B" w:rsidP="00CE15ED">
      <w:pPr>
        <w:pStyle w:val="Subtitle"/>
        <w:numPr>
          <w:ilvl w:val="0"/>
          <w:numId w:val="1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</w:t>
      </w:r>
      <w:r w:rsidR="00503FD1">
        <w:rPr>
          <w:b w:val="0"/>
          <w:i w:val="0"/>
          <w:sz w:val="26"/>
          <w:szCs w:val="26"/>
        </w:rPr>
        <w:t>arasitic</w:t>
      </w:r>
    </w:p>
    <w:p w:rsidR="00503FD1" w:rsidRDefault="0034399B" w:rsidP="00CE15ED">
      <w:pPr>
        <w:pStyle w:val="Subtitle"/>
        <w:numPr>
          <w:ilvl w:val="0"/>
          <w:numId w:val="1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</w:t>
      </w:r>
      <w:r w:rsidR="00503FD1">
        <w:rPr>
          <w:b w:val="0"/>
          <w:i w:val="0"/>
          <w:sz w:val="26"/>
          <w:szCs w:val="26"/>
        </w:rPr>
        <w:t>aprophytic</w:t>
      </w:r>
    </w:p>
    <w:p w:rsidR="00503FD1" w:rsidRDefault="0034399B" w:rsidP="00CE15ED">
      <w:pPr>
        <w:pStyle w:val="Subtitle"/>
        <w:numPr>
          <w:ilvl w:val="0"/>
          <w:numId w:val="1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h</w:t>
      </w:r>
      <w:r w:rsidR="00503FD1">
        <w:rPr>
          <w:b w:val="0"/>
          <w:i w:val="0"/>
          <w:sz w:val="26"/>
          <w:szCs w:val="26"/>
        </w:rPr>
        <w:t>erbivorous</w:t>
      </w:r>
    </w:p>
    <w:p w:rsidR="00503FD1" w:rsidRDefault="0034399B" w:rsidP="00CE15ED">
      <w:pPr>
        <w:pStyle w:val="Subtitle"/>
        <w:numPr>
          <w:ilvl w:val="0"/>
          <w:numId w:val="1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</w:t>
      </w:r>
      <w:r w:rsidR="00503FD1">
        <w:rPr>
          <w:b w:val="0"/>
          <w:i w:val="0"/>
          <w:sz w:val="26"/>
          <w:szCs w:val="26"/>
        </w:rPr>
        <w:t>hotosynthetic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18.</w:t>
      </w:r>
      <w:r>
        <w:rPr>
          <w:b w:val="0"/>
          <w:i w:val="0"/>
          <w:sz w:val="26"/>
          <w:szCs w:val="26"/>
        </w:rPr>
        <w:tab/>
        <w:t>Which one of the following is the least important function of humus in the soil?</w:t>
      </w:r>
    </w:p>
    <w:p w:rsidR="00503FD1" w:rsidRDefault="00503FD1" w:rsidP="00CE15ED">
      <w:pPr>
        <w:pStyle w:val="Subtitle"/>
        <w:numPr>
          <w:ilvl w:val="0"/>
          <w:numId w:val="1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Water retention</w:t>
      </w:r>
    </w:p>
    <w:p w:rsidR="00503FD1" w:rsidRDefault="00503FD1" w:rsidP="00CE15ED">
      <w:pPr>
        <w:pStyle w:val="Subtitle"/>
        <w:numPr>
          <w:ilvl w:val="0"/>
          <w:numId w:val="1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Improving aeration</w:t>
      </w:r>
    </w:p>
    <w:p w:rsidR="00503FD1" w:rsidRDefault="00503FD1" w:rsidP="00CE15ED">
      <w:pPr>
        <w:pStyle w:val="Subtitle"/>
        <w:numPr>
          <w:ilvl w:val="0"/>
          <w:numId w:val="1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Increasing soil fertility</w:t>
      </w:r>
    </w:p>
    <w:p w:rsidR="00F54BA5" w:rsidRDefault="00503FD1" w:rsidP="00CE15ED">
      <w:pPr>
        <w:pStyle w:val="Subtitle"/>
        <w:numPr>
          <w:ilvl w:val="0"/>
          <w:numId w:val="1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Prevention of soil erosion</w:t>
      </w:r>
    </w:p>
    <w:p w:rsidR="00F54BA5" w:rsidRDefault="00F54BA5">
      <w:pPr>
        <w:rPr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503FD1" w:rsidRDefault="008C08EA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noProof/>
          <w:sz w:val="26"/>
          <w:szCs w:val="26"/>
        </w:rPr>
        <w:lastRenderedPageBreak/>
        <w:pict>
          <v:group id="_x0000_s1043" style="position:absolute;margin-left:38pt;margin-top:14.65pt;width:402.5pt;height:255.5pt;z-index:251698688" coordorigin="107591775,106596150" coordsize="5112000,3060000">
            <v:shape id="_x0000_s1044" type="#_x0000_t202" style="position:absolute;left:109654275;top:106596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44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Hawks</w:t>
                    </w:r>
                  </w:p>
                </w:txbxContent>
              </v:textbox>
            </v:shape>
            <v:shape id="_x0000_s1045" type="#_x0000_t202" style="position:absolute;left:109940325;top:107100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45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Snakes</w:t>
                    </w:r>
                  </w:p>
                </w:txbxContent>
              </v:textbox>
            </v:shape>
            <v:shape id="_x0000_s1046" type="#_x0000_t202" style="position:absolute;left:110147775;top:107676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46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Lizards</w:t>
                    </w:r>
                  </w:p>
                </w:txbxContent>
              </v:textbox>
            </v:shape>
            <v:shape id="_x0000_s1047" type="#_x0000_t202" style="position:absolute;left:108851775;top:107676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47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Toads</w:t>
                    </w:r>
                  </w:p>
                </w:txbxContent>
              </v:textbox>
            </v:shape>
            <v:shape id="_x0000_s1048" type="#_x0000_t202" style="position:absolute;left:107591775;top:108540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48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Worms</w:t>
                    </w:r>
                  </w:p>
                </w:txbxContent>
              </v:textbox>
            </v:shape>
            <v:shape id="_x0000_s1049" type="#_x0000_t202" style="position:absolute;left:109571775;top:108576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49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Insects</w:t>
                    </w:r>
                  </w:p>
                </w:txbxContent>
              </v:textbox>
            </v:shape>
            <v:shape id="_x0000_s1050" type="#_x0000_t202" style="position:absolute;left:111767775;top:108576150;width:936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50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Field mice</w:t>
                    </w:r>
                  </w:p>
                </w:txbxContent>
              </v:textbox>
            </v:shape>
            <v:shape id="_x0000_s1051" type="#_x0000_t202" style="position:absolute;left:108167775;top:109008150;width:68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51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(humus)</w:t>
                    </w:r>
                  </w:p>
                </w:txbxContent>
              </v:textbox>
            </v:shape>
            <v:shape id="_x0000_s1052" type="#_x0000_t202" style="position:absolute;left:109607775;top:109332150;width:1224000;height:324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52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Green plants</w:t>
                    </w:r>
                  </w:p>
                </w:txbxContent>
              </v:textbox>
            </v:shape>
            <v:line id="_x0000_s1053" style="position:absolute;flip:y;mso-wrap-distance-left:2.88pt;mso-wrap-distance-top:2.88pt;mso-wrap-distance-right:2.88pt;mso-wrap-distance-bottom:2.88pt" from="109067775,106776150" to="109859775,107712150" o:cliptowrap="t">
              <v:stroke endarrow="block"/>
              <v:shadow color="#ccc"/>
            </v:line>
            <v:line id="_x0000_s1054" style="position:absolute;flip:y;mso-wrap-distance-left:2.88pt;mso-wrap-distance-top:2.88pt;mso-wrap-distance-right:2.88pt;mso-wrap-distance-bottom:2.88pt" from="107879775,107928150" to="109103775,108612150" o:cliptowrap="t">
              <v:stroke endarrow="block"/>
              <v:shadow color="#ccc"/>
            </v:line>
            <v:line id="_x0000_s1055" style="position:absolute;flip:x y;mso-wrap-distance-left:2.88pt;mso-wrap-distance-top:2.88pt;mso-wrap-distance-right:2.88pt;mso-wrap-distance-bottom:2.88pt" from="109211775,107892150" to="109823775,108612150" o:cliptowrap="t">
              <v:stroke endarrow="block"/>
              <v:shadow color="#ccc"/>
            </v:line>
            <v:line id="_x0000_s1056" style="position:absolute;flip:x y;mso-wrap-distance-left:2.88pt;mso-wrap-distance-top:2.88pt;mso-wrap-distance-right:2.88pt;mso-wrap-distance-bottom:2.88pt" from="107987775,108756150" to="108383775,109044150" o:cliptowrap="t">
              <v:stroke endarrow="block"/>
              <v:shadow color="#ccc"/>
            </v:line>
            <v:line id="_x0000_s1057" style="position:absolute;flip:x y;mso-wrap-distance-left:2.88pt;mso-wrap-distance-top:2.88pt;mso-wrap-distance-right:2.88pt;mso-wrap-distance-bottom:2.88pt" from="108779775,109188150" to="109643775,109476150" o:cliptowrap="t">
              <v:shadow color="#ccc"/>
            </v:line>
            <v:line id="_x0000_s1058" style="position:absolute;flip:y;mso-wrap-distance-left:2.88pt;mso-wrap-distance-top:2.88pt;mso-wrap-distance-right:2.88pt;mso-wrap-distance-bottom:2.88pt" from="109931775,108756150" to="109931775,109404150" o:cliptowrap="t">
              <v:stroke endarrow="block"/>
              <v:shadow color="#ccc"/>
            </v:line>
            <v:line id="_x0000_s1059" style="position:absolute;flip:y;mso-wrap-distance-left:2.88pt;mso-wrap-distance-top:2.88pt;mso-wrap-distance-right:2.88pt;mso-wrap-distance-bottom:2.88pt" from="110435775,108792150" to="111875775,109476150" o:cliptowrap="t">
              <v:stroke endarrow="block"/>
              <v:shadow color="#ccc"/>
            </v:line>
            <v:line id="_x0000_s1060" style="position:absolute;flip:y;mso-wrap-distance-left:2.88pt;mso-wrap-distance-top:2.88pt;mso-wrap-distance-right:2.88pt;mso-wrap-distance-bottom:2.88pt" from="109931775,107928150" to="110327775,108648150" o:cliptowrap="t">
              <v:stroke endarrow="block"/>
              <v:shadow color="#ccc"/>
            </v:line>
            <v:line id="_x0000_s1061" style="position:absolute;flip:x y;mso-wrap-distance-left:2.88pt;mso-wrap-distance-top:2.88pt;mso-wrap-distance-right:2.88pt;mso-wrap-distance-bottom:2.88pt" from="110111775,107280150" to="110363775,107676150" o:cliptowrap="t">
              <v:stroke endarrow="block"/>
              <v:shadow color="#ccc"/>
            </v:line>
            <v:line id="_x0000_s1062" style="position:absolute;mso-wrap-distance-left:2.88pt;mso-wrap-distance-top:2.88pt;mso-wrap-distance-right:2.88pt;mso-wrap-distance-bottom:2.88pt" from="110327775,107280150" to="112091775,108612150" o:cliptowrap="t">
              <v:stroke endarrow="block"/>
              <v:shadow color="#ccc"/>
            </v:line>
            <v:line id="_x0000_s1063" style="position:absolute;flip:x y;mso-wrap-distance-left:2.88pt;mso-wrap-distance-top:2.88pt;mso-wrap-distance-right:2.88pt;mso-wrap-distance-bottom:2.88pt" from="110147775,106776150" to="112343775,108648150" o:cliptowrap="t">
              <v:stroke endarrow="block"/>
              <v:shadow color="#ccc"/>
            </v:line>
            <v:shape id="_x0000_s1064" type="#_x0000_t202" style="position:absolute;left:109247775;top:107136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64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shape>
            <v:shape id="_x0000_s1065" type="#_x0000_t202" style="position:absolute;left:108375225;top:108072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65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  <v:shape id="_x0000_s1066" type="#_x0000_t202" style="position:absolute;left:108995775;top:109080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66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1067" type="#_x0000_t202" style="position:absolute;left:109910625;top:109008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67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7</w:t>
                    </w:r>
                  </w:p>
                </w:txbxContent>
              </v:textbox>
            </v:shape>
            <v:shape id="_x0000_s1068" type="#_x0000_t202" style="position:absolute;left:111008550;top:108972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68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6</w:t>
                    </w:r>
                  </w:p>
                </w:txbxContent>
              </v:textbox>
            </v:shape>
            <v:shape id="_x0000_s1069" type="#_x0000_t202" style="position:absolute;left:110831775;top:107501475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69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shape>
            <v:shape id="_x0000_s1070" type="#_x0000_t202" style="position:absolute;left:110670825;top:107064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70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shape>
            <v:line id="_x0000_s1071" style="position:absolute;flip:x y;mso-wrap-distance-left:2.88pt;mso-wrap-distance-top:2.88pt;mso-wrap-distance-right:2.88pt;mso-wrap-distance-bottom:2.88pt" from="109931775,106812150" to="110003775,107172150" o:cliptowrap="t">
              <v:stroke endarrow="block"/>
              <v:shadow color="#ccc"/>
            </v:line>
            <v:shape id="_x0000_s1072" type="#_x0000_t202" style="position:absolute;left:109967775;top:106884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72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11</w:t>
                    </w:r>
                  </w:p>
                </w:txbxContent>
              </v:textbox>
            </v:shape>
            <v:shape id="_x0000_s1073" type="#_x0000_t202" style="position:absolute;left:110019600;top:108108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73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9</w:t>
                    </w:r>
                  </w:p>
                </w:txbxContent>
              </v:textbox>
            </v:shape>
            <v:shape id="_x0000_s1074" type="#_x0000_t202" style="position:absolute;left:109463775;top:108036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74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8</w:t>
                    </w:r>
                  </w:p>
                </w:txbxContent>
              </v:textbox>
            </v:shape>
            <v:shape id="_x0000_s1075" type="#_x0000_t202" style="position:absolute;left:110063025;top:107424150;width:288000;height:252000;flip:x;mso-wrap-distance-left:2.88pt;mso-wrap-distance-top:2.88pt;mso-wrap-distance-right:2.88pt;mso-wrap-distance-bottom:2.88pt" filled="f" stroked="f" insetpen="t" o:cliptowrap="t">
              <v:shadow color="#ccc"/>
              <v:textbox style="mso-next-textbox:#_x0000_s1075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503FD1">
        <w:rPr>
          <w:b w:val="0"/>
          <w:i w:val="0"/>
          <w:sz w:val="26"/>
          <w:szCs w:val="26"/>
        </w:rPr>
        <w:t>19.</w:t>
      </w:r>
      <w:r w:rsidR="00503FD1">
        <w:rPr>
          <w:b w:val="0"/>
          <w:i w:val="0"/>
          <w:sz w:val="26"/>
          <w:szCs w:val="26"/>
        </w:rPr>
        <w:tab/>
        <w:t>The flow diagram below represent</w:t>
      </w:r>
      <w:r w:rsidR="00EA1902">
        <w:rPr>
          <w:b w:val="0"/>
          <w:i w:val="0"/>
          <w:sz w:val="26"/>
          <w:szCs w:val="26"/>
        </w:rPr>
        <w:t>s</w:t>
      </w:r>
      <w:r w:rsidR="00503FD1">
        <w:rPr>
          <w:b w:val="0"/>
          <w:i w:val="0"/>
          <w:sz w:val="26"/>
          <w:szCs w:val="26"/>
        </w:rPr>
        <w:t xml:space="preserve"> a food web in a community.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ind w:left="567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Which arrow is wrongly drawn?</w:t>
      </w:r>
    </w:p>
    <w:p w:rsidR="00503FD1" w:rsidRDefault="00503FD1" w:rsidP="00CE15ED">
      <w:pPr>
        <w:pStyle w:val="Subtitle"/>
        <w:numPr>
          <w:ilvl w:val="0"/>
          <w:numId w:val="1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5</w:t>
      </w:r>
    </w:p>
    <w:p w:rsidR="00503FD1" w:rsidRDefault="00503FD1" w:rsidP="00CE15ED">
      <w:pPr>
        <w:pStyle w:val="Subtitle"/>
        <w:numPr>
          <w:ilvl w:val="0"/>
          <w:numId w:val="1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7</w:t>
      </w:r>
    </w:p>
    <w:p w:rsidR="00503FD1" w:rsidRDefault="00503FD1" w:rsidP="00CE15ED">
      <w:pPr>
        <w:pStyle w:val="Subtitle"/>
        <w:numPr>
          <w:ilvl w:val="0"/>
          <w:numId w:val="1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9</w:t>
      </w:r>
    </w:p>
    <w:p w:rsidR="00503FD1" w:rsidRDefault="00503FD1" w:rsidP="00CE15ED">
      <w:pPr>
        <w:pStyle w:val="Subtitle"/>
        <w:numPr>
          <w:ilvl w:val="0"/>
          <w:numId w:val="1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11</w:t>
      </w:r>
    </w:p>
    <w:p w:rsidR="004A7743" w:rsidRDefault="00503FD1" w:rsidP="005B0677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20.</w:t>
      </w:r>
      <w:r>
        <w:rPr>
          <w:b w:val="0"/>
          <w:i w:val="0"/>
          <w:sz w:val="26"/>
          <w:szCs w:val="26"/>
        </w:rPr>
        <w:tab/>
        <w:t>What causes the production of corpius quantities of dilute urine by a mammal?</w:t>
      </w:r>
    </w:p>
    <w:p w:rsidR="00503FD1" w:rsidRDefault="00503FD1" w:rsidP="00CE15ED">
      <w:pPr>
        <w:pStyle w:val="Subtitle"/>
        <w:numPr>
          <w:ilvl w:val="0"/>
          <w:numId w:val="1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Production of ADH</w:t>
      </w:r>
    </w:p>
    <w:p w:rsidR="00503FD1" w:rsidRDefault="00503FD1" w:rsidP="00CE15ED">
      <w:pPr>
        <w:pStyle w:val="Subtitle"/>
        <w:numPr>
          <w:ilvl w:val="0"/>
          <w:numId w:val="1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Production of less insulin</w:t>
      </w:r>
    </w:p>
    <w:p w:rsidR="00503FD1" w:rsidRDefault="00503FD1" w:rsidP="00CE15ED">
      <w:pPr>
        <w:pStyle w:val="Subtitle"/>
        <w:numPr>
          <w:ilvl w:val="0"/>
          <w:numId w:val="1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Drinking too much water</w:t>
      </w:r>
    </w:p>
    <w:p w:rsidR="00503FD1" w:rsidRDefault="00653DBD" w:rsidP="00CE15ED">
      <w:pPr>
        <w:pStyle w:val="Subtitle"/>
        <w:numPr>
          <w:ilvl w:val="0"/>
          <w:numId w:val="1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Production of less v</w:t>
      </w:r>
      <w:r w:rsidR="00503FD1">
        <w:rPr>
          <w:b w:val="0"/>
          <w:i w:val="0"/>
          <w:sz w:val="26"/>
          <w:szCs w:val="26"/>
        </w:rPr>
        <w:t>asopressin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21.</w:t>
      </w:r>
      <w:r>
        <w:rPr>
          <w:b w:val="0"/>
          <w:i w:val="0"/>
          <w:sz w:val="26"/>
          <w:szCs w:val="26"/>
        </w:rPr>
        <w:tab/>
        <w:t>Which category of plant shows the following adaptations?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 xml:space="preserve">(i) </w:t>
      </w:r>
      <w:r>
        <w:rPr>
          <w:b w:val="0"/>
          <w:i w:val="0"/>
          <w:sz w:val="26"/>
          <w:szCs w:val="26"/>
        </w:rPr>
        <w:tab/>
        <w:t>Water storage tissues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(ii)</w:t>
      </w:r>
      <w:r>
        <w:rPr>
          <w:b w:val="0"/>
          <w:i w:val="0"/>
          <w:sz w:val="26"/>
          <w:szCs w:val="26"/>
        </w:rPr>
        <w:tab/>
        <w:t>Reduction of leaf area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(iii) An extensive root system</w:t>
      </w:r>
    </w:p>
    <w:p w:rsidR="00503FD1" w:rsidRDefault="007506E3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(iv)</w:t>
      </w:r>
      <w:r>
        <w:rPr>
          <w:b w:val="0"/>
          <w:i w:val="0"/>
          <w:sz w:val="26"/>
          <w:szCs w:val="26"/>
        </w:rPr>
        <w:tab/>
        <w:t>S</w:t>
      </w:r>
      <w:r w:rsidR="00503FD1">
        <w:rPr>
          <w:b w:val="0"/>
          <w:i w:val="0"/>
          <w:sz w:val="26"/>
          <w:szCs w:val="26"/>
        </w:rPr>
        <w:t>unken stomach and leaf rolling</w:t>
      </w:r>
    </w:p>
    <w:p w:rsidR="00F54BA5" w:rsidRDefault="00F54BA5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03FD1" w:rsidRDefault="007506E3" w:rsidP="00CE15ED">
      <w:pPr>
        <w:pStyle w:val="Subtitle"/>
        <w:numPr>
          <w:ilvl w:val="0"/>
          <w:numId w:val="1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Xerophyte</w:t>
      </w:r>
    </w:p>
    <w:p w:rsidR="00503FD1" w:rsidRDefault="00503FD1" w:rsidP="00CE15ED">
      <w:pPr>
        <w:pStyle w:val="Subtitle"/>
        <w:numPr>
          <w:ilvl w:val="0"/>
          <w:numId w:val="1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Mesophyte</w:t>
      </w:r>
    </w:p>
    <w:p w:rsidR="00503FD1" w:rsidRDefault="00503FD1" w:rsidP="00CE15ED">
      <w:pPr>
        <w:pStyle w:val="Subtitle"/>
        <w:numPr>
          <w:ilvl w:val="0"/>
          <w:numId w:val="1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Halophyte</w:t>
      </w:r>
    </w:p>
    <w:p w:rsidR="00503FD1" w:rsidRDefault="00503FD1" w:rsidP="00CE15ED">
      <w:pPr>
        <w:pStyle w:val="Subtitle"/>
        <w:numPr>
          <w:ilvl w:val="0"/>
          <w:numId w:val="19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Hydrophyte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22.</w:t>
      </w:r>
      <w:r>
        <w:rPr>
          <w:b w:val="0"/>
          <w:i w:val="0"/>
          <w:sz w:val="26"/>
          <w:szCs w:val="26"/>
        </w:rPr>
        <w:tab/>
        <w:t>Which one of the following is formed from nitrogen compounds by the liver?</w:t>
      </w:r>
    </w:p>
    <w:p w:rsidR="00503FD1" w:rsidRDefault="00503FD1" w:rsidP="00CE15ED">
      <w:pPr>
        <w:pStyle w:val="Subtitle"/>
        <w:numPr>
          <w:ilvl w:val="0"/>
          <w:numId w:val="2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Urine</w:t>
      </w:r>
    </w:p>
    <w:p w:rsidR="00503FD1" w:rsidRDefault="00503FD1" w:rsidP="00CE15ED">
      <w:pPr>
        <w:pStyle w:val="Subtitle"/>
        <w:numPr>
          <w:ilvl w:val="0"/>
          <w:numId w:val="2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Urea</w:t>
      </w:r>
    </w:p>
    <w:p w:rsidR="00503FD1" w:rsidRDefault="00503FD1" w:rsidP="00CE15ED">
      <w:pPr>
        <w:pStyle w:val="Subtitle"/>
        <w:numPr>
          <w:ilvl w:val="0"/>
          <w:numId w:val="2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Proteases</w:t>
      </w:r>
    </w:p>
    <w:p w:rsidR="00503FD1" w:rsidRDefault="00503FD1" w:rsidP="00CE15ED">
      <w:pPr>
        <w:pStyle w:val="Subtitle"/>
        <w:numPr>
          <w:ilvl w:val="0"/>
          <w:numId w:val="20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Amino acids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23.</w:t>
      </w:r>
      <w:r>
        <w:rPr>
          <w:b w:val="0"/>
          <w:i w:val="0"/>
          <w:sz w:val="26"/>
          <w:szCs w:val="26"/>
        </w:rPr>
        <w:tab/>
        <w:t>Which one of the following b</w:t>
      </w:r>
      <w:r w:rsidR="002B7540">
        <w:rPr>
          <w:b w:val="0"/>
          <w:i w:val="0"/>
          <w:sz w:val="26"/>
          <w:szCs w:val="26"/>
        </w:rPr>
        <w:t>ones is part of the appendicular</w:t>
      </w:r>
      <w:r>
        <w:rPr>
          <w:b w:val="0"/>
          <w:i w:val="0"/>
          <w:sz w:val="26"/>
          <w:szCs w:val="26"/>
        </w:rPr>
        <w:t xml:space="preserve"> skeleton?</w:t>
      </w:r>
    </w:p>
    <w:p w:rsidR="00503FD1" w:rsidRDefault="002B7540" w:rsidP="00CE15ED">
      <w:pPr>
        <w:pStyle w:val="Subtitle"/>
        <w:numPr>
          <w:ilvl w:val="0"/>
          <w:numId w:val="2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Atlas</w:t>
      </w:r>
    </w:p>
    <w:p w:rsidR="00503FD1" w:rsidRDefault="00503FD1" w:rsidP="00CE15ED">
      <w:pPr>
        <w:pStyle w:val="Subtitle"/>
        <w:numPr>
          <w:ilvl w:val="0"/>
          <w:numId w:val="2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Sacrum</w:t>
      </w:r>
    </w:p>
    <w:p w:rsidR="00503FD1" w:rsidRDefault="00503FD1" w:rsidP="00CE15ED">
      <w:pPr>
        <w:pStyle w:val="Subtitle"/>
        <w:numPr>
          <w:ilvl w:val="0"/>
          <w:numId w:val="2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Clavicle</w:t>
      </w:r>
    </w:p>
    <w:p w:rsidR="00503FD1" w:rsidRDefault="00503FD1" w:rsidP="00CE15ED">
      <w:pPr>
        <w:pStyle w:val="Subtitle"/>
        <w:numPr>
          <w:ilvl w:val="0"/>
          <w:numId w:val="21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Mandible</w:t>
      </w:r>
    </w:p>
    <w:p w:rsidR="00503FD1" w:rsidRDefault="00503FD1" w:rsidP="00503FD1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24.</w:t>
      </w:r>
      <w:r>
        <w:rPr>
          <w:b w:val="0"/>
          <w:i w:val="0"/>
          <w:sz w:val="26"/>
          <w:szCs w:val="26"/>
        </w:rPr>
        <w:tab/>
        <w:t xml:space="preserve">Which one of the following occurs when you look up from reading a book, in shadow, in </w:t>
      </w:r>
      <w:r w:rsidR="00842B1B"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>order to view a distant house on a hill? The</w:t>
      </w:r>
    </w:p>
    <w:p w:rsidR="00503FD1" w:rsidRDefault="00B24ABC" w:rsidP="00CE15ED">
      <w:pPr>
        <w:pStyle w:val="Subtitle"/>
        <w:numPr>
          <w:ilvl w:val="0"/>
          <w:numId w:val="2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l</w:t>
      </w:r>
      <w:r w:rsidR="00842B1B">
        <w:rPr>
          <w:b w:val="0"/>
          <w:i w:val="0"/>
          <w:sz w:val="26"/>
          <w:szCs w:val="26"/>
        </w:rPr>
        <w:t>ens becomes thicker</w:t>
      </w:r>
    </w:p>
    <w:p w:rsidR="00842B1B" w:rsidRDefault="00B24ABC" w:rsidP="00CE15ED">
      <w:pPr>
        <w:pStyle w:val="Subtitle"/>
        <w:numPr>
          <w:ilvl w:val="0"/>
          <w:numId w:val="2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</w:t>
      </w:r>
      <w:r w:rsidR="00842B1B">
        <w:rPr>
          <w:b w:val="0"/>
          <w:i w:val="0"/>
          <w:sz w:val="26"/>
          <w:szCs w:val="26"/>
        </w:rPr>
        <w:t>upil becomes smaller</w:t>
      </w:r>
    </w:p>
    <w:p w:rsidR="00842B1B" w:rsidRDefault="00B24ABC" w:rsidP="00CE15ED">
      <w:pPr>
        <w:pStyle w:val="Subtitle"/>
        <w:numPr>
          <w:ilvl w:val="0"/>
          <w:numId w:val="2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</w:t>
      </w:r>
      <w:r w:rsidR="00842B1B">
        <w:rPr>
          <w:b w:val="0"/>
          <w:i w:val="0"/>
          <w:sz w:val="26"/>
          <w:szCs w:val="26"/>
        </w:rPr>
        <w:t>iliary muscles contract</w:t>
      </w:r>
    </w:p>
    <w:p w:rsidR="00842B1B" w:rsidRDefault="00B24ABC" w:rsidP="00CE15ED">
      <w:pPr>
        <w:pStyle w:val="Subtitle"/>
        <w:numPr>
          <w:ilvl w:val="0"/>
          <w:numId w:val="22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</w:t>
      </w:r>
      <w:r w:rsidR="00842B1B">
        <w:rPr>
          <w:b w:val="0"/>
          <w:i w:val="0"/>
          <w:sz w:val="26"/>
          <w:szCs w:val="26"/>
        </w:rPr>
        <w:t>uspensory ligament contracts</w:t>
      </w:r>
    </w:p>
    <w:p w:rsidR="00842B1B" w:rsidRDefault="00842B1B" w:rsidP="00842B1B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25.</w:t>
      </w:r>
      <w:r>
        <w:rPr>
          <w:b w:val="0"/>
          <w:i w:val="0"/>
          <w:sz w:val="26"/>
          <w:szCs w:val="26"/>
        </w:rPr>
        <w:tab/>
        <w:t>Which of the following confirms that a maize grain is a fruit?</w:t>
      </w:r>
    </w:p>
    <w:p w:rsidR="00842B1B" w:rsidRDefault="00842B1B" w:rsidP="00CE15ED">
      <w:pPr>
        <w:pStyle w:val="Subtitle"/>
        <w:numPr>
          <w:ilvl w:val="0"/>
          <w:numId w:val="2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It has two scars</w:t>
      </w:r>
    </w:p>
    <w:p w:rsidR="00842B1B" w:rsidRDefault="00842B1B" w:rsidP="00CE15ED">
      <w:pPr>
        <w:pStyle w:val="Subtitle"/>
        <w:numPr>
          <w:ilvl w:val="0"/>
          <w:numId w:val="2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It has a cotyledon</w:t>
      </w:r>
    </w:p>
    <w:p w:rsidR="00842B1B" w:rsidRDefault="00842B1B" w:rsidP="00CE15ED">
      <w:pPr>
        <w:pStyle w:val="Subtitle"/>
        <w:numPr>
          <w:ilvl w:val="0"/>
          <w:numId w:val="2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It</w:t>
      </w:r>
      <w:r w:rsidR="00174B11">
        <w:rPr>
          <w:b w:val="0"/>
          <w:i w:val="0"/>
          <w:sz w:val="26"/>
          <w:szCs w:val="26"/>
        </w:rPr>
        <w:t xml:space="preserve"> contains a plumule and a radic</w:t>
      </w:r>
      <w:r>
        <w:rPr>
          <w:b w:val="0"/>
          <w:i w:val="0"/>
          <w:sz w:val="26"/>
          <w:szCs w:val="26"/>
        </w:rPr>
        <w:t>l</w:t>
      </w:r>
      <w:r w:rsidR="00174B11">
        <w:rPr>
          <w:b w:val="0"/>
          <w:i w:val="0"/>
          <w:sz w:val="26"/>
          <w:szCs w:val="26"/>
        </w:rPr>
        <w:t>e</w:t>
      </w:r>
    </w:p>
    <w:p w:rsidR="00842B1B" w:rsidRDefault="00842B1B" w:rsidP="00CE15ED">
      <w:pPr>
        <w:pStyle w:val="Subtitle"/>
        <w:numPr>
          <w:ilvl w:val="0"/>
          <w:numId w:val="23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The food is stored in the endosperm.</w:t>
      </w:r>
    </w:p>
    <w:p w:rsidR="00F54BA5" w:rsidRDefault="00F54BA5">
      <w:pPr>
        <w:rPr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842B1B" w:rsidRDefault="00842B1B" w:rsidP="00842B1B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26.</w:t>
      </w:r>
      <w:r>
        <w:rPr>
          <w:b w:val="0"/>
          <w:i w:val="0"/>
          <w:sz w:val="26"/>
          <w:szCs w:val="26"/>
        </w:rPr>
        <w:tab/>
        <w:t>Which one</w:t>
      </w:r>
      <w:r w:rsidR="00F54BA5">
        <w:rPr>
          <w:b w:val="0"/>
          <w:i w:val="0"/>
          <w:sz w:val="26"/>
          <w:szCs w:val="26"/>
        </w:rPr>
        <w:t xml:space="preserve"> the following is not categorise</w:t>
      </w:r>
      <w:r>
        <w:rPr>
          <w:b w:val="0"/>
          <w:i w:val="0"/>
          <w:sz w:val="26"/>
          <w:szCs w:val="26"/>
        </w:rPr>
        <w:t>d as a dry indehiscent fruit?</w:t>
      </w:r>
    </w:p>
    <w:p w:rsidR="00842B1B" w:rsidRDefault="00842B1B" w:rsidP="00CE15ED">
      <w:pPr>
        <w:pStyle w:val="Subtitle"/>
        <w:numPr>
          <w:ilvl w:val="0"/>
          <w:numId w:val="2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Achene </w:t>
      </w:r>
    </w:p>
    <w:p w:rsidR="00842B1B" w:rsidRDefault="00D10409" w:rsidP="00CE15ED">
      <w:pPr>
        <w:pStyle w:val="Subtitle"/>
        <w:numPr>
          <w:ilvl w:val="0"/>
          <w:numId w:val="2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</w:t>
      </w:r>
      <w:r w:rsidR="00842B1B">
        <w:rPr>
          <w:b w:val="0"/>
          <w:i w:val="0"/>
          <w:sz w:val="26"/>
          <w:szCs w:val="26"/>
        </w:rPr>
        <w:t>ypsela</w:t>
      </w:r>
    </w:p>
    <w:p w:rsidR="00842B1B" w:rsidRDefault="00D10409" w:rsidP="00CE15ED">
      <w:pPr>
        <w:pStyle w:val="Subtitle"/>
        <w:numPr>
          <w:ilvl w:val="0"/>
          <w:numId w:val="2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</w:t>
      </w:r>
      <w:r w:rsidR="00842B1B">
        <w:rPr>
          <w:b w:val="0"/>
          <w:i w:val="0"/>
          <w:sz w:val="26"/>
          <w:szCs w:val="26"/>
        </w:rPr>
        <w:t>amara</w:t>
      </w:r>
    </w:p>
    <w:p w:rsidR="00842B1B" w:rsidRDefault="00D10409" w:rsidP="00CE15ED">
      <w:pPr>
        <w:pStyle w:val="Subtitle"/>
        <w:numPr>
          <w:ilvl w:val="0"/>
          <w:numId w:val="24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</w:t>
      </w:r>
      <w:r w:rsidR="00842B1B">
        <w:rPr>
          <w:b w:val="0"/>
          <w:i w:val="0"/>
          <w:sz w:val="26"/>
          <w:szCs w:val="26"/>
        </w:rPr>
        <w:t>chizocap</w:t>
      </w:r>
    </w:p>
    <w:p w:rsidR="00842B1B" w:rsidRDefault="00842B1B" w:rsidP="00842B1B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27.</w:t>
      </w:r>
      <w:r>
        <w:rPr>
          <w:b w:val="0"/>
          <w:i w:val="0"/>
          <w:sz w:val="26"/>
          <w:szCs w:val="26"/>
        </w:rPr>
        <w:tab/>
        <w:t xml:space="preserve">Which one of the regions of the brain is a reflex centre concerned with temperature </w:t>
      </w:r>
      <w:r>
        <w:rPr>
          <w:b w:val="0"/>
          <w:i w:val="0"/>
          <w:sz w:val="26"/>
          <w:szCs w:val="26"/>
        </w:rPr>
        <w:tab/>
        <w:t>regulation?</w:t>
      </w:r>
    </w:p>
    <w:p w:rsidR="00842B1B" w:rsidRDefault="00842B1B" w:rsidP="00CE15ED">
      <w:pPr>
        <w:pStyle w:val="Subtitle"/>
        <w:numPr>
          <w:ilvl w:val="0"/>
          <w:numId w:val="2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Cerebrum</w:t>
      </w:r>
    </w:p>
    <w:p w:rsidR="00842B1B" w:rsidRDefault="00842B1B" w:rsidP="00CE15ED">
      <w:pPr>
        <w:pStyle w:val="Subtitle"/>
        <w:numPr>
          <w:ilvl w:val="0"/>
          <w:numId w:val="2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Cerebellum</w:t>
      </w:r>
    </w:p>
    <w:p w:rsidR="00842B1B" w:rsidRDefault="00842B1B" w:rsidP="00CE15ED">
      <w:pPr>
        <w:pStyle w:val="Subtitle"/>
        <w:numPr>
          <w:ilvl w:val="0"/>
          <w:numId w:val="2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Hypothalamus</w:t>
      </w:r>
    </w:p>
    <w:p w:rsidR="00842B1B" w:rsidRDefault="00842B1B" w:rsidP="00CE15ED">
      <w:pPr>
        <w:pStyle w:val="Subtitle"/>
        <w:numPr>
          <w:ilvl w:val="0"/>
          <w:numId w:val="25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Medulla oblongata</w:t>
      </w:r>
    </w:p>
    <w:p w:rsidR="00842B1B" w:rsidRDefault="00842B1B" w:rsidP="00842B1B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28.</w:t>
      </w:r>
      <w:r>
        <w:rPr>
          <w:b w:val="0"/>
          <w:i w:val="0"/>
          <w:sz w:val="26"/>
          <w:szCs w:val="26"/>
        </w:rPr>
        <w:tab/>
        <w:t>What happens to the placenta after birth?</w:t>
      </w:r>
      <w:r w:rsidR="00C0541D">
        <w:rPr>
          <w:b w:val="0"/>
          <w:i w:val="0"/>
          <w:sz w:val="26"/>
          <w:szCs w:val="26"/>
        </w:rPr>
        <w:t xml:space="preserve"> It</w:t>
      </w:r>
    </w:p>
    <w:p w:rsidR="00842B1B" w:rsidRDefault="00842B1B" w:rsidP="00CE15ED">
      <w:pPr>
        <w:pStyle w:val="Subtitle"/>
        <w:numPr>
          <w:ilvl w:val="0"/>
          <w:numId w:val="2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 remains in the uterus and is absorbed.</w:t>
      </w:r>
    </w:p>
    <w:p w:rsidR="00842B1B" w:rsidRDefault="00842B1B" w:rsidP="00CE15ED">
      <w:pPr>
        <w:pStyle w:val="Subtitle"/>
        <w:numPr>
          <w:ilvl w:val="0"/>
          <w:numId w:val="2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 is passed out of the vagina, leaving the uterine wall intact</w:t>
      </w:r>
    </w:p>
    <w:p w:rsidR="00842B1B" w:rsidRDefault="00842B1B" w:rsidP="00CE15ED">
      <w:pPr>
        <w:pStyle w:val="Subtitle"/>
        <w:numPr>
          <w:ilvl w:val="0"/>
          <w:numId w:val="2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 remains in position and is used by later fetuses for nutrition</w:t>
      </w:r>
    </w:p>
    <w:p w:rsidR="00842B1B" w:rsidRDefault="00C0541D" w:rsidP="00CE15ED">
      <w:pPr>
        <w:pStyle w:val="Subtitle"/>
        <w:numPr>
          <w:ilvl w:val="0"/>
          <w:numId w:val="26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i</w:t>
      </w:r>
      <w:r w:rsidR="00842B1B">
        <w:rPr>
          <w:b w:val="0"/>
          <w:i w:val="0"/>
          <w:sz w:val="26"/>
          <w:szCs w:val="26"/>
        </w:rPr>
        <w:t>s passed out of the vagina together with part of the uterine wall.</w:t>
      </w:r>
    </w:p>
    <w:p w:rsidR="00842B1B" w:rsidRDefault="00842B1B" w:rsidP="00842B1B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842B1B" w:rsidRDefault="00842B1B" w:rsidP="00842B1B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29.</w:t>
      </w:r>
      <w:r>
        <w:rPr>
          <w:b w:val="0"/>
          <w:i w:val="0"/>
          <w:sz w:val="26"/>
          <w:szCs w:val="26"/>
        </w:rPr>
        <w:tab/>
        <w:t>A man, homozygous for blood group B, m</w:t>
      </w:r>
      <w:r w:rsidR="00E80580">
        <w:rPr>
          <w:b w:val="0"/>
          <w:i w:val="0"/>
          <w:sz w:val="26"/>
          <w:szCs w:val="26"/>
        </w:rPr>
        <w:t>arries a woman whose genotype is</w:t>
      </w:r>
      <w:r>
        <w:rPr>
          <w:b w:val="0"/>
          <w:i w:val="0"/>
          <w:sz w:val="26"/>
          <w:szCs w:val="26"/>
        </w:rPr>
        <w:t xml:space="preserve"> AB. What is the </w:t>
      </w:r>
      <w:r>
        <w:rPr>
          <w:b w:val="0"/>
          <w:i w:val="0"/>
          <w:sz w:val="26"/>
          <w:szCs w:val="26"/>
        </w:rPr>
        <w:tab/>
        <w:t>probability of their first child having blood of group AB?</w:t>
      </w:r>
    </w:p>
    <w:p w:rsidR="00842B1B" w:rsidRDefault="00842B1B" w:rsidP="00CE15ED">
      <w:pPr>
        <w:pStyle w:val="Subtitle"/>
        <w:numPr>
          <w:ilvl w:val="0"/>
          <w:numId w:val="2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33 </w:t>
      </w:r>
      <w:r w:rsidRPr="00C21304">
        <w:rPr>
          <w:b w:val="0"/>
          <w:i w:val="0"/>
          <w:sz w:val="26"/>
          <w:szCs w:val="26"/>
          <w:vertAlign w:val="superscript"/>
        </w:rPr>
        <w:t>1</w:t>
      </w:r>
      <w:r>
        <w:rPr>
          <w:b w:val="0"/>
          <w:i w:val="0"/>
          <w:sz w:val="26"/>
          <w:szCs w:val="26"/>
        </w:rPr>
        <w:t>/</w:t>
      </w:r>
      <w:r w:rsidRPr="00C21304">
        <w:rPr>
          <w:b w:val="0"/>
          <w:i w:val="0"/>
          <w:sz w:val="26"/>
          <w:szCs w:val="26"/>
          <w:vertAlign w:val="subscript"/>
        </w:rPr>
        <w:t>3</w:t>
      </w:r>
      <w:r>
        <w:rPr>
          <w:b w:val="0"/>
          <w:i w:val="0"/>
          <w:sz w:val="26"/>
          <w:szCs w:val="26"/>
        </w:rPr>
        <w:t>%</w:t>
      </w:r>
    </w:p>
    <w:p w:rsidR="00842B1B" w:rsidRDefault="00C21304" w:rsidP="00CE15ED">
      <w:pPr>
        <w:pStyle w:val="Subtitle"/>
        <w:numPr>
          <w:ilvl w:val="0"/>
          <w:numId w:val="2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50%</w:t>
      </w:r>
    </w:p>
    <w:p w:rsidR="00C21304" w:rsidRDefault="00C21304" w:rsidP="00CE15ED">
      <w:pPr>
        <w:pStyle w:val="Subtitle"/>
        <w:numPr>
          <w:ilvl w:val="0"/>
          <w:numId w:val="2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66 </w:t>
      </w:r>
      <w:r w:rsidRPr="00C21304">
        <w:rPr>
          <w:b w:val="0"/>
          <w:i w:val="0"/>
          <w:sz w:val="26"/>
          <w:szCs w:val="26"/>
          <w:vertAlign w:val="superscript"/>
        </w:rPr>
        <w:t>2</w:t>
      </w:r>
      <w:r>
        <w:rPr>
          <w:b w:val="0"/>
          <w:i w:val="0"/>
          <w:sz w:val="26"/>
          <w:szCs w:val="26"/>
        </w:rPr>
        <w:t>/</w:t>
      </w:r>
      <w:r w:rsidRPr="00C21304">
        <w:rPr>
          <w:b w:val="0"/>
          <w:i w:val="0"/>
          <w:sz w:val="26"/>
          <w:szCs w:val="26"/>
          <w:vertAlign w:val="subscript"/>
        </w:rPr>
        <w:t>3</w:t>
      </w:r>
      <w:r>
        <w:rPr>
          <w:b w:val="0"/>
          <w:i w:val="0"/>
          <w:sz w:val="26"/>
          <w:szCs w:val="26"/>
        </w:rPr>
        <w:t>%</w:t>
      </w:r>
    </w:p>
    <w:p w:rsidR="00C21304" w:rsidRDefault="00C21304" w:rsidP="00CE15ED">
      <w:pPr>
        <w:pStyle w:val="Subtitle"/>
        <w:numPr>
          <w:ilvl w:val="0"/>
          <w:numId w:val="27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100%</w:t>
      </w:r>
    </w:p>
    <w:p w:rsidR="00C21304" w:rsidRDefault="00C21304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30.</w:t>
      </w:r>
      <w:r>
        <w:rPr>
          <w:b w:val="0"/>
          <w:i w:val="0"/>
          <w:sz w:val="26"/>
          <w:szCs w:val="26"/>
        </w:rPr>
        <w:tab/>
        <w:t>Which one of the following hormones causes milk to be produced by the breasts?</w:t>
      </w:r>
    </w:p>
    <w:p w:rsidR="00C21304" w:rsidRDefault="00C21304" w:rsidP="00CE15ED">
      <w:pPr>
        <w:pStyle w:val="Subtitle"/>
        <w:numPr>
          <w:ilvl w:val="0"/>
          <w:numId w:val="2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Oxytocin</w:t>
      </w:r>
    </w:p>
    <w:p w:rsidR="00C21304" w:rsidRDefault="00C21304" w:rsidP="00CE15ED">
      <w:pPr>
        <w:pStyle w:val="Subtitle"/>
        <w:numPr>
          <w:ilvl w:val="0"/>
          <w:numId w:val="2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Oestrogen</w:t>
      </w:r>
    </w:p>
    <w:p w:rsidR="00C21304" w:rsidRDefault="00C21304" w:rsidP="00CE15ED">
      <w:pPr>
        <w:pStyle w:val="Subtitle"/>
        <w:numPr>
          <w:ilvl w:val="0"/>
          <w:numId w:val="2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Progesterone</w:t>
      </w:r>
    </w:p>
    <w:p w:rsidR="00C21304" w:rsidRDefault="00781C67" w:rsidP="00CE15ED">
      <w:pPr>
        <w:pStyle w:val="Subtitle"/>
        <w:numPr>
          <w:ilvl w:val="0"/>
          <w:numId w:val="28"/>
        </w:numPr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Lute</w:t>
      </w:r>
      <w:r w:rsidR="00E80580">
        <w:rPr>
          <w:b w:val="0"/>
          <w:i w:val="0"/>
          <w:sz w:val="26"/>
          <w:szCs w:val="26"/>
        </w:rPr>
        <w:t>i</w:t>
      </w:r>
      <w:r w:rsidR="00C21304">
        <w:rPr>
          <w:b w:val="0"/>
          <w:i w:val="0"/>
          <w:sz w:val="26"/>
          <w:szCs w:val="26"/>
        </w:rPr>
        <w:t>nising hormone</w:t>
      </w:r>
    </w:p>
    <w:p w:rsidR="00C21304" w:rsidRDefault="00C21304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DD7986" w:rsidRPr="00F54BA5" w:rsidRDefault="00A03604" w:rsidP="00F54BA5">
      <w:pPr>
        <w:jc w:val="center"/>
        <w:rPr>
          <w:b/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  <w:r w:rsidR="00DD7986" w:rsidRPr="00F54BA5">
        <w:rPr>
          <w:b/>
          <w:i/>
          <w:sz w:val="26"/>
          <w:szCs w:val="26"/>
        </w:rPr>
        <w:lastRenderedPageBreak/>
        <w:t>SECTION B (40 MARKS)</w:t>
      </w:r>
    </w:p>
    <w:p w:rsidR="00DD7986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31.</w:t>
      </w:r>
      <w:r>
        <w:rPr>
          <w:b w:val="0"/>
          <w:i w:val="0"/>
          <w:sz w:val="26"/>
          <w:szCs w:val="26"/>
        </w:rPr>
        <w:tab/>
        <w:t>(a)</w:t>
      </w:r>
      <w:r>
        <w:rPr>
          <w:b w:val="0"/>
          <w:i w:val="0"/>
          <w:sz w:val="26"/>
          <w:szCs w:val="26"/>
        </w:rPr>
        <w:tab/>
        <w:t>The figure below is a histogram showing the rate of blood flow to various organs.</w:t>
      </w:r>
    </w:p>
    <w:p w:rsidR="00A03604" w:rsidRDefault="00A03604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tbl>
      <w:tblPr>
        <w:tblW w:w="0" w:type="auto"/>
        <w:jc w:val="center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0"/>
        <w:gridCol w:w="330"/>
        <w:gridCol w:w="351"/>
        <w:gridCol w:w="351"/>
        <w:gridCol w:w="351"/>
        <w:gridCol w:w="352"/>
        <w:gridCol w:w="352"/>
        <w:gridCol w:w="352"/>
        <w:gridCol w:w="351"/>
        <w:gridCol w:w="352"/>
        <w:gridCol w:w="351"/>
        <w:gridCol w:w="351"/>
        <w:gridCol w:w="351"/>
        <w:gridCol w:w="350"/>
        <w:gridCol w:w="351"/>
        <w:gridCol w:w="351"/>
        <w:gridCol w:w="351"/>
        <w:gridCol w:w="351"/>
        <w:gridCol w:w="351"/>
        <w:gridCol w:w="351"/>
        <w:gridCol w:w="350"/>
        <w:gridCol w:w="351"/>
        <w:gridCol w:w="351"/>
        <w:gridCol w:w="351"/>
      </w:tblGrid>
      <w:tr w:rsidR="00A03604" w:rsidRPr="00FF7F2A" w:rsidTr="00A03604">
        <w:trPr>
          <w:trHeight w:val="396"/>
          <w:jc w:val="center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3604" w:rsidRPr="00FF7F2A" w:rsidRDefault="008C08EA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noProof/>
                <w:sz w:val="24"/>
                <w:szCs w:val="24"/>
              </w:rPr>
              <w:pict>
                <v:group id="_x0000_s1363" style="position:absolute;margin-left:-14.3pt;margin-top:7.9pt;width:469.25pt;height:317.45pt;z-index:251701760" coordorigin="107570475,105768150" coordsize="5959050,4032000" o:regroupid="5">
                  <v:group id="_x0000_s1364" style="position:absolute;left:107570475;top:105768150;width:5959050;height:4032000" coordorigin="107275200,105768150" coordsize="5959050,4032000">
                    <v:shapetype id="_x0000_t201" coordsize="21600,21600" o:spt="201" path="m,l,21600r21600,l21600,xe">
                      <v:stroke joinstyle="miter"/>
                      <v:path shadowok="f" o:extrusionok="f" strokeok="f" fillok="f" o:connecttype="rect"/>
                      <o:lock v:ext="edit" shapetype="t"/>
                    </v:shapetype>
                    <v:shape id="_x0000_s1365" type="#_x0000_t201" style="position:absolute;left:107447775;top:105840150;width:5782420;height:3912147;mso-wrap-distance-left:2.88pt;mso-wrap-distance-top:2.88pt;mso-wrap-distance-right:2.88pt;mso-wrap-distance-bottom:2.88pt" stroked="f" insetpen="t" o:cliptowrap="t">
                      <v:stroke>
                        <o:left v:ext="view" weight="0"/>
                        <o:top v:ext="view" weight="0"/>
                        <o:right v:ext="view" weight="0"/>
                        <o:bottom v:ext="view" weight="0"/>
                      </v:stroke>
                      <v:shadow color="#ccc"/>
                      <v:textbox style="mso-next-textbox:#_x0000_s1365" inset="0,0,0,0">
                        <w:txbxContent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pStyle w:val="Subtitle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  <w:jc w:val="left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  <w:p w:rsidR="00DB0331" w:rsidRDefault="00DB0331">
                            <w:pPr>
                              <w:widowControl w:val="0"/>
                              <w:tabs>
                                <w:tab w:val="left" w:pos="566"/>
                                <w:tab w:val="left" w:pos="993"/>
                                <w:tab w:val="left" w:pos="6803"/>
                                <w:tab w:val="left" w:pos="9070"/>
                              </w:tabs>
                              <w:spacing w:line="360" w:lineRule="auto"/>
                            </w:pPr>
                          </w:p>
                        </w:txbxContent>
                      </v:textbox>
                    </v:shape>
                    <v:shape id="_x0000_s1366" type="#_x0000_t202" style="position:absolute;left:107275200;top:105768150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66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_x0000_s1367" type="#_x0000_t202" style="position:absolute;left:107275200;top:106272150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67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_x0000_s1368" type="#_x0000_t202" style="position:absolute;left:107334450;top:106848150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68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_x0000_s1369" type="#_x0000_t202" style="position:absolute;left:107334450;top:107376525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69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8</w:t>
                            </w:r>
                          </w:p>
                        </w:txbxContent>
                      </v:textbox>
                    </v:shape>
                    <v:shape id="_x0000_s1370" type="#_x0000_t202" style="position:absolute;left:107332350;top:107964150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70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_x0000_s1371" type="#_x0000_t202" style="position:absolute;left:107330250;top:108492525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71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_x0000_s1372" type="#_x0000_t202" style="position:absolute;left:107322825;top:109099200;width:216000;height:216000;mso-wrap-distance-left:2.88pt;mso-wrap-distance-top:2.88pt;mso-wrap-distance-right:2.88pt;mso-wrap-distance-bottom:2.88pt" filled="f" stroked="f" insetpen="t" o:cliptowrap="t">
                      <v:shadow color="#ccc"/>
                      <v:textbox style="mso-next-textbox:#_x0000_s1372;mso-column-margin:2mm" inset="2.88pt,2.88pt,2.88pt,2.88pt">
                        <w:txbxContent>
                          <w:p w:rsidR="00DB0331" w:rsidRDefault="00DB0331">
                            <w:pPr>
                              <w:widowControl w:val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line id="_x0000_s1373" style="position:absolute;mso-wrap-distance-left:2.88pt;mso-wrap-distance-top:2.88pt;mso-wrap-distance-right:2.88pt;mso-wrap-distance-bottom:2.88pt" from="107663775,109368150" to="107898825,109368150" strokeweight="2.25pt" o:cliptowrap="t">
                      <v:shadow color="#ccc"/>
                    </v:line>
                    <v:line id="_x0000_s1374" style="position:absolute;flip:x;mso-wrap-distance-left:2.88pt;mso-wrap-distance-top:2.88pt;mso-wrap-distance-right:2.88pt;mso-wrap-distance-bottom:2.88pt" from="107663775,109368150" to="107807775,109512150" o:cliptowrap="t">
                      <v:shadow color="#ccc"/>
                    </v:line>
                    <v:line id="_x0000_s1375" style="position:absolute;flip:x;mso-wrap-distance-left:2.88pt;mso-wrap-distance-top:2.88pt;mso-wrap-distance-right:2.88pt;mso-wrap-distance-bottom:2.88pt" from="107699775,109440150" to="107843775,109584150" o:cliptowrap="t">
                      <v:shadow color="#ccc"/>
                    </v:line>
                    <v:line id="_x0000_s1376" style="position:absolute;flip:x;mso-wrap-distance-left:2.88pt;mso-wrap-distance-top:2.88pt;mso-wrap-distance-right:2.88pt;mso-wrap-distance-bottom:2.88pt" from="107699775,109512150" to="107843775,109656150" o:cliptowrap="t">
                      <v:shadow color="#ccc"/>
                    </v:line>
                    <v:line id="_x0000_s1377" style="position:absolute;flip:x;mso-wrap-distance-left:2.88pt;mso-wrap-distance-top:2.88pt;mso-wrap-distance-right:2.88pt;mso-wrap-distance-bottom:2.88pt" from="107735775,109548150" to="107879775,109692150" o:cliptowrap="t">
                      <v:shadow color="#ccc"/>
                    </v:line>
                    <v:line id="_x0000_s1378" style="position:absolute;mso-wrap-distance-left:2.88pt;mso-wrap-distance-top:2.88pt;mso-wrap-distance-right:2.88pt;mso-wrap-distance-bottom:2.88pt" from="107735775,109368150" to="107879775,109476150" o:cliptowrap="t">
                      <v:shadow color="#ccc"/>
                    </v:line>
                    <v:line id="_x0000_s1379" style="position:absolute;mso-wrap-distance-left:2.88pt;mso-wrap-distance-top:2.88pt;mso-wrap-distance-right:2.88pt;mso-wrap-distance-bottom:2.88pt" from="107699775,109404150" to="107843775,109512150" o:cliptowrap="t">
                      <v:shadow color="#ccc"/>
                    </v:line>
                    <v:line id="_x0000_s1380" style="position:absolute;mso-wrap-distance-left:2.88pt;mso-wrap-distance-top:2.88pt;mso-wrap-distance-right:2.88pt;mso-wrap-distance-bottom:2.88pt" from="107663775,109440150" to="107807775,109548150" o:cliptowrap="t">
                      <v:shadow color="#ccc"/>
                    </v:line>
                    <v:line id="_x0000_s1381" style="position:absolute;mso-wrap-distance-left:2.88pt;mso-wrap-distance-top:2.88pt;mso-wrap-distance-right:2.88pt;mso-wrap-distance-bottom:2.88pt" from="107663775,109512150" to="107807775,109620150" o:cliptowrap="t">
                      <v:shadow color="#ccc"/>
                    </v:line>
                    <v:line id="_x0000_s1382" style="position:absolute;mso-wrap-distance-left:2.88pt;mso-wrap-distance-top:2.88pt;mso-wrap-distance-right:2.88pt;mso-wrap-distance-bottom:2.88pt" from="107663775,109584150" to="107807775,109692150" o:cliptowrap="t">
                      <v:shadow color="#ccc"/>
                    </v:line>
                    <v:line id="_x0000_s1383" style="position:absolute;mso-wrap-distance-left:2.88pt;mso-wrap-distance-top:2.88pt;mso-wrap-distance-right:2.88pt;mso-wrap-distance-bottom:2.88pt" from="107699775,109656150" to="107771775,109728150" o:cliptowrap="t">
                      <v:shadow color="#ccc"/>
                    </v:line>
                    <v:line id="_x0000_s1384" style="position:absolute;mso-wrap-distance-left:2.88pt;mso-wrap-distance-top:2.88pt;mso-wrap-distance-right:2.88pt;mso-wrap-distance-bottom:2.88pt" from="107807775,109656150" to="107879775,109692150" o:cliptowrap="t">
                      <v:shadow color="#ccc"/>
                    </v:line>
                    <v:line id="_x0000_s1385" style="position:absolute;mso-wrap-distance-left:2.88pt;mso-wrap-distance-top:2.88pt;mso-wrap-distance-right:2.88pt;mso-wrap-distance-bottom:2.88pt" from="107807775,109512150" to="107879775,109620150" o:cliptowrap="t">
                      <v:shadow color="#ccc"/>
                    </v:line>
                    <v:line id="_x0000_s1386" style="position:absolute;mso-wrap-distance-left:2.88pt;mso-wrap-distance-top:2.88pt;mso-wrap-distance-right:2.88pt;mso-wrap-distance-bottom:2.88pt" from="108311775,108972150" to="108546825,108972150" strokeweight="3pt" o:cliptowrap="t">
                      <v:shadow color="#ccc"/>
                    </v:line>
                    <v:line id="_x0000_s1387" style="position:absolute;flip:x;mso-wrap-distance-left:2.88pt;mso-wrap-distance-top:2.88pt;mso-wrap-distance-right:2.88pt;mso-wrap-distance-bottom:2.88pt" from="108556350,105847575" to="108664350,105955575" o:cliptowrap="t">
                      <v:shadow color="#ccc"/>
                    </v:line>
                    <v:line id="_x0000_s1388" style="position:absolute;flip:x;mso-wrap-distance-left:2.88pt;mso-wrap-distance-top:2.88pt;mso-wrap-distance-right:2.88pt;mso-wrap-distance-bottom:2.88pt" from="108527775,105840150" to="108743775,106092150" o:cliptowrap="t">
                      <v:shadow color="#ccc"/>
                    </v:line>
                    <v:line id="_x0000_s1389" style="position:absolute;flip:x;mso-wrap-distance-left:2.88pt;mso-wrap-distance-top:2.88pt;mso-wrap-distance-right:2.88pt;mso-wrap-distance-bottom:2.88pt" from="108563775,105912150" to="108779775,106200150" o:cliptowrap="t">
                      <v:shadow color="#ccc"/>
                    </v:line>
                    <v:line id="_x0000_s1390" style="position:absolute;flip:x;mso-wrap-distance-left:2.88pt;mso-wrap-distance-top:2.88pt;mso-wrap-distance-right:2.88pt;mso-wrap-distance-bottom:2.88pt" from="108563775,106092150" to="108779775,106308150" o:cliptowrap="t">
                      <v:shadow color="#ccc"/>
                    </v:line>
                    <v:line id="_x0000_s1391" style="position:absolute;flip:x;mso-wrap-distance-left:2.88pt;mso-wrap-distance-top:2.88pt;mso-wrap-distance-right:2.88pt;mso-wrap-distance-bottom:2.88pt" from="108525675,106272150" to="108777675,106452150" o:cliptowrap="t">
                      <v:shadow color="#ccc"/>
                    </v:line>
                    <v:line id="_x0000_s1392" style="position:absolute;flip:x;mso-wrap-distance-left:2.88pt;mso-wrap-distance-top:2.88pt;mso-wrap-distance-right:2.88pt;mso-wrap-distance-bottom:2.88pt" from="108563775,106380150" to="108779775,106524150" o:cliptowrap="t">
                      <v:shadow color="#ccc"/>
                    </v:line>
                    <v:line id="_x0000_s1393" style="position:absolute;flip:x;mso-wrap-distance-left:2.88pt;mso-wrap-distance-top:2.88pt;mso-wrap-distance-right:2.88pt;mso-wrap-distance-bottom:2.88pt" from="108563775,106488150" to="108779775,106632150" o:cliptowrap="t">
                      <v:shadow color="#ccc"/>
                    </v:line>
                    <v:line id="_x0000_s1394" style="position:absolute;flip:x;mso-wrap-distance-left:2.88pt;mso-wrap-distance-top:2.88pt;mso-wrap-distance-right:2.88pt;mso-wrap-distance-bottom:2.88pt" from="108563775,106632150" to="108779775,106776150" o:cliptowrap="t">
                      <v:shadow color="#ccc"/>
                    </v:line>
                    <v:line id="_x0000_s1395" style="position:absolute;flip:x;mso-wrap-distance-left:2.88pt;mso-wrap-distance-top:2.88pt;mso-wrap-distance-right:2.88pt;mso-wrap-distance-bottom:2.88pt" from="108527775,106560150" to="108743775,106704150" o:cliptowrap="t">
                      <v:shadow color="#ccc"/>
                    </v:line>
                    <v:line id="_x0000_s1396" style="position:absolute;flip:x;mso-wrap-distance-left:2.88pt;mso-wrap-distance-top:2.88pt;mso-wrap-distance-right:2.88pt;mso-wrap-distance-bottom:2.88pt" from="108563775,106740150" to="108779775,106884150" o:cliptowrap="t">
                      <v:shadow color="#ccc"/>
                    </v:line>
                    <v:line id="_x0000_s1397" style="position:absolute;flip:x;mso-wrap-distance-left:2.88pt;mso-wrap-distance-top:2.88pt;mso-wrap-distance-right:2.88pt;mso-wrap-distance-bottom:2.88pt" from="108527775,106668150" to="108743775,106812150" o:cliptowrap="t">
                      <v:shadow color="#ccc"/>
                    </v:line>
                    <v:line id="_x0000_s1398" style="position:absolute;flip:x;mso-wrap-distance-left:2.88pt;mso-wrap-distance-top:2.88pt;mso-wrap-distance-right:2.88pt;mso-wrap-distance-bottom:2.88pt" from="108563775,106848150" to="108779775,106992150" o:cliptowrap="t">
                      <v:shadow color="#ccc"/>
                    </v:line>
                    <v:line id="_x0000_s1399" style="position:absolute;flip:x;mso-wrap-distance-left:2.88pt;mso-wrap-distance-top:2.88pt;mso-wrap-distance-right:2.88pt;mso-wrap-distance-bottom:2.88pt" from="108527775,106776150" to="108743775,106920150" o:cliptowrap="t">
                      <v:shadow color="#ccc"/>
                    </v:line>
                    <v:line id="_x0000_s1400" style="position:absolute;flip:x;mso-wrap-distance-left:2.88pt;mso-wrap-distance-top:2.88pt;mso-wrap-distance-right:2.88pt;mso-wrap-distance-bottom:2.88pt" from="108563775,107028150" to="108779775,107172150" o:cliptowrap="t">
                      <v:shadow color="#ccc"/>
                    </v:line>
                    <v:line id="_x0000_s1401" style="position:absolute;flip:x;mso-wrap-distance-left:2.88pt;mso-wrap-distance-top:2.88pt;mso-wrap-distance-right:2.88pt;mso-wrap-distance-bottom:2.88pt" from="108527775,106956150" to="108743775,107100150" o:cliptowrap="t">
                      <v:shadow color="#ccc"/>
                    </v:line>
                    <v:line id="_x0000_s1402" style="position:absolute;flip:x;mso-wrap-distance-left:2.88pt;mso-wrap-distance-top:2.88pt;mso-wrap-distance-right:2.88pt;mso-wrap-distance-bottom:2.88pt" from="108563775,107172150" to="108779775,107316150" o:cliptowrap="t">
                      <v:shadow color="#ccc"/>
                    </v:line>
                    <v:line id="_x0000_s1403" style="position:absolute;flip:x;mso-wrap-distance-left:2.88pt;mso-wrap-distance-top:2.88pt;mso-wrap-distance-right:2.88pt;mso-wrap-distance-bottom:2.88pt" from="108527775,107100150" to="108743775,107244150" o:cliptowrap="t">
                      <v:shadow color="#ccc"/>
                    </v:line>
                    <v:line id="_x0000_s1404" style="position:absolute;flip:x;mso-wrap-distance-left:2.88pt;mso-wrap-distance-top:2.88pt;mso-wrap-distance-right:2.88pt;mso-wrap-distance-bottom:2.88pt" from="108563775,107316150" to="108779775,107460150" o:cliptowrap="t">
                      <v:shadow color="#ccc"/>
                    </v:line>
                    <v:line id="_x0000_s1405" style="position:absolute;flip:x;mso-wrap-distance-left:2.88pt;mso-wrap-distance-top:2.88pt;mso-wrap-distance-right:2.88pt;mso-wrap-distance-bottom:2.88pt" from="108527775,107244150" to="108743775,107388150" o:cliptowrap="t">
                      <v:shadow color="#ccc"/>
                    </v:line>
                    <v:line id="_x0000_s1406" style="position:absolute;flip:x;mso-wrap-distance-left:2.88pt;mso-wrap-distance-top:2.88pt;mso-wrap-distance-right:2.88pt;mso-wrap-distance-bottom:2.88pt" from="108563775,107496150" to="108779775,107640150" o:cliptowrap="t">
                      <v:shadow color="#ccc"/>
                    </v:line>
                    <v:line id="_x0000_s1407" style="position:absolute;flip:x;mso-wrap-distance-left:2.88pt;mso-wrap-distance-top:2.88pt;mso-wrap-distance-right:2.88pt;mso-wrap-distance-bottom:2.88pt" from="108527775,107424150" to="108743775,107568150" o:cliptowrap="t">
                      <v:shadow color="#ccc"/>
                    </v:line>
                    <v:line id="_x0000_s1408" style="position:absolute;flip:x;mso-wrap-distance-left:2.88pt;mso-wrap-distance-top:2.88pt;mso-wrap-distance-right:2.88pt;mso-wrap-distance-bottom:2.88pt" from="108563775,107676150" to="108779775,107820150" o:cliptowrap="t">
                      <v:shadow color="#ccc"/>
                    </v:line>
                    <v:line id="_x0000_s1409" style="position:absolute;flip:x;mso-wrap-distance-left:2.88pt;mso-wrap-distance-top:2.88pt;mso-wrap-distance-right:2.88pt;mso-wrap-distance-bottom:2.88pt" from="108527775,107604150" to="108743775,107748150" o:cliptowrap="t">
                      <v:shadow color="#ccc"/>
                    </v:line>
                    <v:line id="_x0000_s1410" style="position:absolute;flip:x;mso-wrap-distance-left:2.88pt;mso-wrap-distance-top:2.88pt;mso-wrap-distance-right:2.88pt;mso-wrap-distance-bottom:2.88pt" from="108563775,107856150" to="108779775,108000150" o:cliptowrap="t">
                      <v:shadow color="#ccc"/>
                    </v:line>
                    <v:line id="_x0000_s1411" style="position:absolute;flip:x;mso-wrap-distance-left:2.88pt;mso-wrap-distance-top:2.88pt;mso-wrap-distance-right:2.88pt;mso-wrap-distance-bottom:2.88pt" from="108527775,107784150" to="108743775,107928150" o:cliptowrap="t">
                      <v:shadow color="#ccc"/>
                    </v:line>
                    <v:line id="_x0000_s1412" style="position:absolute;flip:x;mso-wrap-distance-left:2.88pt;mso-wrap-distance-top:2.88pt;mso-wrap-distance-right:2.88pt;mso-wrap-distance-bottom:2.88pt" from="108563775,108036150" to="108779775,108180150" o:cliptowrap="t">
                      <v:shadow color="#ccc"/>
                    </v:line>
                    <v:line id="_x0000_s1413" style="position:absolute;flip:x;mso-wrap-distance-left:2.88pt;mso-wrap-distance-top:2.88pt;mso-wrap-distance-right:2.88pt;mso-wrap-distance-bottom:2.88pt" from="108527775,107964150" to="108743775,108108150" o:cliptowrap="t">
                      <v:shadow color="#ccc"/>
                    </v:line>
                    <v:line id="_x0000_s1414" style="position:absolute;flip:x;mso-wrap-distance-left:2.88pt;mso-wrap-distance-top:2.88pt;mso-wrap-distance-right:2.88pt;mso-wrap-distance-bottom:2.88pt" from="108575400,108252150" to="108791400,108396150" o:cliptowrap="t">
                      <v:shadow color="#ccc"/>
                    </v:line>
                    <v:line id="_x0000_s1415" style="position:absolute;flip:x;mso-wrap-distance-left:2.88pt;mso-wrap-distance-top:2.88pt;mso-wrap-distance-right:2.88pt;mso-wrap-distance-bottom:2.88pt" from="108539400,108180150" to="108755400,108324150" o:cliptowrap="t">
                      <v:shadow color="#ccc"/>
                    </v:line>
                    <v:line id="_x0000_s1416" style="position:absolute;flip:x;mso-wrap-distance-left:2.88pt;mso-wrap-distance-top:2.88pt;mso-wrap-distance-right:2.88pt;mso-wrap-distance-bottom:2.88pt" from="108563775,108432150" to="108779775,108576150" o:cliptowrap="t">
                      <v:shadow color="#ccc"/>
                    </v:line>
                    <v:line id="_x0000_s1417" style="position:absolute;flip:x;mso-wrap-distance-left:2.88pt;mso-wrap-distance-top:2.88pt;mso-wrap-distance-right:2.88pt;mso-wrap-distance-bottom:2.88pt" from="108527775,108360150" to="108743775,108504150" o:cliptowrap="t">
                      <v:shadow color="#ccc"/>
                    </v:line>
                    <v:line id="_x0000_s1418" style="position:absolute;flip:x;mso-wrap-distance-left:2.88pt;mso-wrap-distance-top:2.88pt;mso-wrap-distance-right:2.88pt;mso-wrap-distance-bottom:2.88pt" from="108563775,108612150" to="108779775,108756150" o:cliptowrap="t">
                      <v:shadow color="#ccc"/>
                    </v:line>
                    <v:line id="_x0000_s1419" style="position:absolute;flip:x;mso-wrap-distance-left:2.88pt;mso-wrap-distance-top:2.88pt;mso-wrap-distance-right:2.88pt;mso-wrap-distance-bottom:2.88pt" from="108527775,108540150" to="108743775,108684150" o:cliptowrap="t">
                      <v:shadow color="#ccc"/>
                    </v:line>
                    <v:line id="_x0000_s1420" style="position:absolute;flip:x;mso-wrap-distance-left:2.88pt;mso-wrap-distance-top:2.88pt;mso-wrap-distance-right:2.88pt;mso-wrap-distance-bottom:2.88pt" from="108563775,108792150" to="108779775,108936150" o:cliptowrap="t">
                      <v:shadow color="#ccc"/>
                    </v:line>
                    <v:line id="_x0000_s1421" style="position:absolute;flip:x;mso-wrap-distance-left:2.88pt;mso-wrap-distance-top:2.88pt;mso-wrap-distance-right:2.88pt;mso-wrap-distance-bottom:2.88pt" from="108527775,108720150" to="108743775,108864150" o:cliptowrap="t">
                      <v:shadow color="#ccc"/>
                    </v:line>
                    <v:line id="_x0000_s1422" style="position:absolute;flip:x;mso-wrap-distance-left:2.88pt;mso-wrap-distance-top:2.88pt;mso-wrap-distance-right:2.88pt;mso-wrap-distance-bottom:2.88pt" from="108563775,108936150" to="108779775,109080150" o:cliptowrap="t">
                      <v:shadow color="#ccc"/>
                    </v:line>
                    <v:line id="_x0000_s1423" style="position:absolute;flip:x;mso-wrap-distance-left:2.88pt;mso-wrap-distance-top:2.88pt;mso-wrap-distance-right:2.88pt;mso-wrap-distance-bottom:2.88pt" from="108527775,108864150" to="108743775,109008150" o:cliptowrap="t">
                      <v:shadow color="#ccc"/>
                    </v:line>
                    <v:line id="_x0000_s1424" style="position:absolute;flip:x;mso-wrap-distance-left:2.88pt;mso-wrap-distance-top:2.88pt;mso-wrap-distance-right:2.88pt;mso-wrap-distance-bottom:2.88pt" from="108563775,109116150" to="108779775,109260150" o:cliptowrap="t">
                      <v:shadow color="#ccc"/>
                    </v:line>
                    <v:line id="_x0000_s1425" style="position:absolute;flip:x;mso-wrap-distance-left:2.88pt;mso-wrap-distance-top:2.88pt;mso-wrap-distance-right:2.88pt;mso-wrap-distance-bottom:2.88pt" from="108527775,109044150" to="108743775,109188150" o:cliptowrap="t">
                      <v:shadow color="#ccc"/>
                    </v:line>
                    <v:line id="_x0000_s1426" style="position:absolute;flip:x;mso-wrap-distance-left:2.88pt;mso-wrap-distance-top:2.88pt;mso-wrap-distance-right:2.88pt;mso-wrap-distance-bottom:2.88pt" from="108563775,109260150" to="108779775,109404150" o:cliptowrap="t">
                      <v:shadow color="#ccc"/>
                    </v:line>
                    <v:line id="_x0000_s1427" style="position:absolute;flip:x;mso-wrap-distance-left:2.88pt;mso-wrap-distance-top:2.88pt;mso-wrap-distance-right:2.88pt;mso-wrap-distance-bottom:2.88pt" from="108527775,109188150" to="108743775,109332150" o:cliptowrap="t">
                      <v:shadow color="#ccc"/>
                    </v:line>
                    <v:line id="_x0000_s1428" style="position:absolute;flip:x;mso-wrap-distance-left:2.88pt;mso-wrap-distance-top:2.88pt;mso-wrap-distance-right:2.88pt;mso-wrap-distance-bottom:2.88pt" from="108563775,109404150" to="108779775,109548150" o:cliptowrap="t">
                      <v:shadow color="#ccc"/>
                    </v:line>
                    <v:line id="_x0000_s1429" style="position:absolute;flip:x;mso-wrap-distance-left:2.88pt;mso-wrap-distance-top:2.88pt;mso-wrap-distance-right:2.88pt;mso-wrap-distance-bottom:2.88pt" from="108527775,109332150" to="108743775,109476150" o:cliptowrap="t">
                      <v:shadow color="#ccc"/>
                    </v:line>
                    <v:line id="_x0000_s1430" style="position:absolute;flip:x;mso-wrap-distance-left:2.88pt;mso-wrap-distance-top:2.88pt;mso-wrap-distance-right:2.88pt;mso-wrap-distance-bottom:2.88pt" from="108563775,109548150" to="108779775,109692150" o:cliptowrap="t">
                      <v:shadow color="#ccc"/>
                    </v:line>
                    <v:line id="_x0000_s1431" style="position:absolute;flip:x;mso-wrap-distance-left:2.88pt;mso-wrap-distance-top:2.88pt;mso-wrap-distance-right:2.88pt;mso-wrap-distance-bottom:2.88pt" from="108527775,109476150" to="108743775,109620150" o:cliptowrap="t">
                      <v:shadow color="#ccc"/>
                    </v:line>
                    <v:line id="_x0000_s1432" style="position:absolute;mso-wrap-distance-left:2.88pt;mso-wrap-distance-top:2.88pt;mso-wrap-distance-right:2.88pt;mso-wrap-distance-bottom:2.88pt" from="108635775,105876150" to="108743775,105984150" o:cliptowrap="t">
                      <v:shadow color="#ccc"/>
                    </v:line>
                    <v:line id="_x0000_s1433" style="position:absolute;mso-wrap-distance-left:2.88pt;mso-wrap-distance-top:2.88pt;mso-wrap-distance-right:2.88pt;mso-wrap-distance-bottom:2.88pt" from="108563775,105912150" to="108779775,106164150" o:cliptowrap="t">
                      <v:shadow color="#ccc"/>
                    </v:line>
                    <v:line id="_x0000_s1434" style="position:absolute;mso-wrap-distance-left:2.88pt;mso-wrap-distance-top:2.88pt;mso-wrap-distance-right:2.88pt;mso-wrap-distance-bottom:2.88pt" from="108599775,106020150" to="108707775,106128150" o:cliptowrap="t">
                      <v:shadow color="#ccc"/>
                    </v:line>
                    <v:line id="_x0000_s1435" style="position:absolute;mso-wrap-distance-left:2.88pt;mso-wrap-distance-top:2.88pt;mso-wrap-distance-right:2.88pt;mso-wrap-distance-bottom:2.88pt" from="108527775,106056150" to="108743775,106308150" o:cliptowrap="t">
                      <v:shadow color="#ccc"/>
                    </v:line>
                    <v:line id="_x0000_s1436" style="position:absolute;mso-wrap-distance-left:2.88pt;mso-wrap-distance-top:2.88pt;mso-wrap-distance-right:2.88pt;mso-wrap-distance-bottom:2.88pt" from="108599775,106200150" to="108707775,106308150" o:cliptowrap="t">
                      <v:shadow color="#ccc"/>
                    </v:line>
                    <v:line id="_x0000_s1437" style="position:absolute;mso-wrap-distance-left:2.88pt;mso-wrap-distance-top:2.88pt;mso-wrap-distance-right:2.88pt;mso-wrap-distance-bottom:2.88pt" from="108527775,106236150" to="108743775,106488150" o:cliptowrap="t">
                      <v:shadow color="#ccc"/>
                    </v:line>
                    <v:line id="_x0000_s1438" style="position:absolute;mso-wrap-distance-left:2.88pt;mso-wrap-distance-top:2.88pt;mso-wrap-distance-right:2.88pt;mso-wrap-distance-bottom:2.88pt" from="108635775,106416150" to="108743775,106524150" o:cliptowrap="t">
                      <v:shadow color="#ccc"/>
                    </v:line>
                    <v:line id="_x0000_s1439" style="position:absolute;mso-wrap-distance-left:2.88pt;mso-wrap-distance-top:2.88pt;mso-wrap-distance-right:2.88pt;mso-wrap-distance-bottom:2.88pt" from="108563775,106452150" to="108779775,106704150" o:cliptowrap="t">
                      <v:shadow color="#ccc"/>
                    </v:line>
                    <v:line id="_x0000_s1440" style="position:absolute;mso-wrap-distance-left:2.88pt;mso-wrap-distance-top:2.88pt;mso-wrap-distance-right:2.88pt;mso-wrap-distance-bottom:2.88pt" from="108635775,106560150" to="108743775,106668150" o:cliptowrap="t">
                      <v:shadow color="#ccc"/>
                    </v:line>
                    <v:line id="_x0000_s1441" style="position:absolute;mso-wrap-distance-left:2.88pt;mso-wrap-distance-top:2.88pt;mso-wrap-distance-right:2.88pt;mso-wrap-distance-bottom:2.88pt" from="108563775,106596150" to="108779775,106848150" o:cliptowrap="t">
                      <v:shadow color="#ccc"/>
                    </v:line>
                    <v:line id="_x0000_s1442" style="position:absolute;mso-wrap-distance-left:2.88pt;mso-wrap-distance-top:2.88pt;mso-wrap-distance-right:2.88pt;mso-wrap-distance-bottom:2.88pt" from="108671775,106704150" to="108779775,106812150" o:cliptowrap="t">
                      <v:shadow color="#ccc"/>
                    </v:line>
                    <v:line id="_x0000_s1443" style="position:absolute;mso-wrap-distance-left:2.88pt;mso-wrap-distance-top:2.88pt;mso-wrap-distance-right:2.88pt;mso-wrap-distance-bottom:2.88pt" from="108552150,106683000" to="108768150,106935000" o:cliptowrap="t">
                      <v:shadow color="#ccc"/>
                    </v:line>
                    <v:line id="_x0000_s1444" style="position:absolute;flip:x;mso-wrap-distance-left:2.88pt;mso-wrap-distance-top:2.88pt;mso-wrap-distance-right:2.88pt;mso-wrap-distance-bottom:2.88pt" from="108563775,106992150" to="108779775,107136150" o:cliptowrap="t">
                      <v:shadow color="#ccc"/>
                    </v:line>
                    <v:line id="_x0000_s1445" style="position:absolute;mso-wrap-distance-left:2.88pt;mso-wrap-distance-top:2.88pt;mso-wrap-distance-right:2.88pt;mso-wrap-distance-bottom:2.88pt" from="108671775,106848150" to="108779775,106956150" o:cliptowrap="t">
                      <v:shadow color="#ccc"/>
                    </v:line>
                    <v:line id="_x0000_s1446" style="position:absolute;mso-wrap-distance-left:2.88pt;mso-wrap-distance-top:2.88pt;mso-wrap-distance-right:2.88pt;mso-wrap-distance-bottom:2.88pt" from="108552150,106912725" to="108768150,107164725" o:cliptowrap="t">
                      <v:shadow color="#ccc"/>
                    </v:line>
                    <v:line id="_x0000_s1447" style="position:absolute;mso-wrap-distance-left:2.88pt;mso-wrap-distance-top:2.88pt;mso-wrap-distance-right:2.88pt;mso-wrap-distance-bottom:2.88pt" from="108671775,106810050" to="108779775,106918050" o:cliptowrap="t">
                      <v:shadow color="#ccc"/>
                    </v:line>
                    <v:line id="_x0000_s1448" style="position:absolute;mso-wrap-distance-left:2.88pt;mso-wrap-distance-top:2.88pt;mso-wrap-distance-right:2.88pt;mso-wrap-distance-bottom:2.88pt" from="108552150,106769850" to="108768150,107021850" o:cliptowrap="t">
                      <v:shadow color="#ccc"/>
                    </v:line>
                    <v:line id="_x0000_s1449" style="position:absolute;mso-wrap-distance-left:2.88pt;mso-wrap-distance-top:2.88pt;mso-wrap-distance-right:2.88pt;mso-wrap-distance-bottom:2.88pt" from="108635775,106956150" to="108743775,107064150" o:cliptowrap="t">
                      <v:shadow color="#ccc"/>
                    </v:line>
                    <v:line id="_x0000_s1450" style="position:absolute;mso-wrap-distance-left:2.88pt;mso-wrap-distance-top:2.88pt;mso-wrap-distance-right:2.88pt;mso-wrap-distance-bottom:2.88pt" from="108563775,106992150" to="108779775,107244150" o:cliptowrap="t">
                      <v:shadow color="#ccc"/>
                    </v:line>
                    <v:line id="_x0000_s1451" style="position:absolute;mso-wrap-distance-left:2.88pt;mso-wrap-distance-top:2.88pt;mso-wrap-distance-right:2.88pt;mso-wrap-distance-bottom:2.88pt" from="108635775,107100150" to="108743775,107208150" o:cliptowrap="t">
                      <v:shadow color="#ccc"/>
                    </v:line>
                    <v:line id="_x0000_s1452" style="position:absolute;mso-wrap-distance-left:2.88pt;mso-wrap-distance-top:2.88pt;mso-wrap-distance-right:2.88pt;mso-wrap-distance-bottom:2.88pt" from="108563775,107136150" to="108779775,107388150" o:cliptowrap="t">
                      <v:shadow color="#ccc"/>
                    </v:line>
                    <v:line id="_x0000_s1453" style="position:absolute;mso-wrap-distance-left:2.88pt;mso-wrap-distance-top:2.88pt;mso-wrap-distance-right:2.88pt;mso-wrap-distance-bottom:2.88pt" from="108635775,107316150" to="108743775,107424150" o:cliptowrap="t">
                      <v:shadow color="#ccc"/>
                    </v:line>
                    <v:line id="_x0000_s1454" style="position:absolute;mso-wrap-distance-left:2.88pt;mso-wrap-distance-top:2.88pt;mso-wrap-distance-right:2.88pt;mso-wrap-distance-bottom:2.88pt" from="108563775,107352150" to="108779775,107604150" o:cliptowrap="t">
                      <v:shadow color="#ccc"/>
                    </v:line>
                    <v:line id="_x0000_s1455" style="position:absolute;mso-wrap-distance-left:2.88pt;mso-wrap-distance-top:2.88pt;mso-wrap-distance-right:2.88pt;mso-wrap-distance-bottom:2.88pt" from="108635775,107496150" to="108743775,107604150" o:cliptowrap="t">
                      <v:shadow color="#ccc"/>
                    </v:line>
                    <v:line id="_x0000_s1456" style="position:absolute;mso-wrap-distance-left:2.88pt;mso-wrap-distance-top:2.88pt;mso-wrap-distance-right:2.88pt;mso-wrap-distance-bottom:2.88pt" from="108563775,107532150" to="108779775,107784150" o:cliptowrap="t">
                      <v:shadow color="#ccc"/>
                    </v:line>
                    <v:line id="_x0000_s1457" style="position:absolute;mso-wrap-distance-left:2.88pt;mso-wrap-distance-top:2.88pt;mso-wrap-distance-right:2.88pt;mso-wrap-distance-bottom:2.88pt" from="108628350,107676150" to="108736350,107784150" o:cliptowrap="t">
                      <v:shadow color="#ccc"/>
                    </v:line>
                    <v:line id="_x0000_s1458" style="position:absolute;mso-wrap-distance-left:2.88pt;mso-wrap-distance-top:2.88pt;mso-wrap-distance-right:2.88pt;mso-wrap-distance-bottom:2.88pt" from="108556350,107712150" to="108772350,107964150" o:cliptowrap="t">
                      <v:shadow color="#ccc"/>
                    </v:line>
                    <v:line id="_x0000_s1459" style="position:absolute;mso-wrap-distance-left:2.88pt;mso-wrap-distance-top:2.88pt;mso-wrap-distance-right:2.88pt;mso-wrap-distance-bottom:2.88pt" from="108635775,107892150" to="108743775,108000150" o:cliptowrap="t">
                      <v:shadow color="#ccc"/>
                    </v:line>
                    <v:line id="_x0000_s1460" style="position:absolute;mso-wrap-distance-left:2.88pt;mso-wrap-distance-top:2.88pt;mso-wrap-distance-right:2.88pt;mso-wrap-distance-bottom:2.88pt" from="108563775,107928150" to="108779775,108180150" o:cliptowrap="t">
                      <v:shadow color="#ccc"/>
                    </v:line>
                    <v:line id="_x0000_s1461" style="position:absolute;mso-wrap-distance-left:2.88pt;mso-wrap-distance-top:2.88pt;mso-wrap-distance-right:2.88pt;mso-wrap-distance-bottom:2.88pt" from="108671775,108072150" to="108779775,108180150" o:cliptowrap="t">
                      <v:shadow color="#ccc"/>
                    </v:line>
                    <v:line id="_x0000_s1462" style="position:absolute;mso-wrap-distance-left:2.88pt;mso-wrap-distance-top:2.88pt;mso-wrap-distance-right:2.88pt;mso-wrap-distance-bottom:2.88pt" from="108561675,108098625" to="108777675,108350625" o:cliptowrap="t">
                      <v:shadow color="#ccc"/>
                    </v:line>
                    <v:line id="_x0000_s1463" style="position:absolute;mso-wrap-distance-left:2.88pt;mso-wrap-distance-top:2.88pt;mso-wrap-distance-right:2.88pt;mso-wrap-distance-bottom:2.88pt" from="108599775,108252150" to="108707775,108360150" o:cliptowrap="t">
                      <v:shadow color="#ccc"/>
                    </v:line>
                    <v:line id="_x0000_s1464" style="position:absolute;mso-wrap-distance-left:2.88pt;mso-wrap-distance-top:2.88pt;mso-wrap-distance-right:2.88pt;mso-wrap-distance-bottom:2.88pt" from="108527775,108288150" to="108743775,108540150" o:cliptowrap="t">
                      <v:shadow color="#ccc"/>
                    </v:line>
                    <v:line id="_x0000_s1465" style="position:absolute;mso-wrap-distance-left:2.88pt;mso-wrap-distance-top:2.88pt;mso-wrap-distance-right:2.88pt;mso-wrap-distance-bottom:2.88pt" from="108599775,108432150" to="108707775,108540150" o:cliptowrap="t">
                      <v:shadow color="#ccc"/>
                    </v:line>
                    <v:line id="_x0000_s1466" style="position:absolute;mso-wrap-distance-left:2.88pt;mso-wrap-distance-top:2.88pt;mso-wrap-distance-right:2.88pt;mso-wrap-distance-bottom:2.88pt" from="108527775,108468150" to="108743775,108720150" o:cliptowrap="t">
                      <v:shadow color="#ccc"/>
                    </v:line>
                    <v:line id="_x0000_s1467" style="position:absolute;mso-wrap-distance-left:2.88pt;mso-wrap-distance-top:2.88pt;mso-wrap-distance-right:2.88pt;mso-wrap-distance-bottom:2.88pt" from="108599775,108576150" to="108707775,108684150" o:cliptowrap="t">
                      <v:shadow color="#ccc"/>
                    </v:line>
                    <v:line id="_x0000_s1468" style="position:absolute;mso-wrap-distance-left:2.88pt;mso-wrap-distance-top:2.88pt;mso-wrap-distance-right:2.88pt;mso-wrap-distance-bottom:2.88pt" from="108527775,108612150" to="108743775,108864150" o:cliptowrap="t">
                      <v:shadow color="#ccc"/>
                    </v:line>
                    <v:line id="_x0000_s1469" style="position:absolute;mso-wrap-distance-left:2.88pt;mso-wrap-distance-top:2.88pt;mso-wrap-distance-right:2.88pt;mso-wrap-distance-bottom:2.88pt" from="108599775,108792150" to="108707775,108900150" o:cliptowrap="t">
                      <v:shadow color="#ccc"/>
                    </v:line>
                    <v:line id="_x0000_s1470" style="position:absolute;mso-wrap-distance-left:2.88pt;mso-wrap-distance-top:2.88pt;mso-wrap-distance-right:2.88pt;mso-wrap-distance-bottom:2.88pt" from="108527775,108828150" to="108743775,109080150" o:cliptowrap="t">
                      <v:shadow color="#ccc"/>
                    </v:line>
                    <v:line id="_x0000_s1471" style="position:absolute;mso-wrap-distance-left:2.88pt;mso-wrap-distance-top:2.88pt;mso-wrap-distance-right:2.88pt;mso-wrap-distance-bottom:2.88pt" from="108599775,108972150" to="108707775,109080150" o:cliptowrap="t">
                      <v:shadow color="#ccc"/>
                    </v:line>
                    <v:line id="_x0000_s1472" style="position:absolute;mso-wrap-distance-left:2.88pt;mso-wrap-distance-top:2.88pt;mso-wrap-distance-right:2.88pt;mso-wrap-distance-bottom:2.88pt" from="108527775,109008150" to="108743775,109260150" o:cliptowrap="t">
                      <v:shadow color="#ccc"/>
                    </v:line>
                    <v:line id="_x0000_s1473" style="position:absolute;mso-wrap-distance-left:2.88pt;mso-wrap-distance-top:2.88pt;mso-wrap-distance-right:2.88pt;mso-wrap-distance-bottom:2.88pt" from="108635775,109188150" to="108743775,109296150" o:cliptowrap="t">
                      <v:shadow color="#ccc"/>
                    </v:line>
                    <v:line id="_x0000_s1474" style="position:absolute;mso-wrap-distance-left:2.88pt;mso-wrap-distance-top:2.88pt;mso-wrap-distance-right:2.88pt;mso-wrap-distance-bottom:2.88pt" from="108563775,109224150" to="108779775,109476150" o:cliptowrap="t">
                      <v:shadow color="#ccc"/>
                    </v:line>
                    <v:line id="_x0000_s1475" style="position:absolute;mso-wrap-distance-left:2.88pt;mso-wrap-distance-top:2.88pt;mso-wrap-distance-right:2.88pt;mso-wrap-distance-bottom:2.88pt" from="108635775,109368150" to="108743775,109476150" o:cliptowrap="t">
                      <v:shadow color="#ccc"/>
                    </v:line>
                    <v:line id="_x0000_s1476" style="position:absolute;mso-wrap-distance-left:2.88pt;mso-wrap-distance-top:2.88pt;mso-wrap-distance-right:2.88pt;mso-wrap-distance-bottom:2.88pt" from="108563775,109404150" to="108779775,109656150" o:cliptowrap="t">
                      <v:shadow color="#ccc"/>
                    </v:line>
                    <v:line id="_x0000_s1477" style="position:absolute;mso-wrap-distance-left:2.88pt;mso-wrap-distance-top:2.88pt;mso-wrap-distance-right:2.88pt;mso-wrap-distance-bottom:2.88pt" from="108635775,109476150" to="108743775,109584150" o:cliptowrap="t">
                      <v:shadow color="#ccc"/>
                    </v:line>
                    <v:line id="_x0000_s1478" style="position:absolute;mso-wrap-distance-left:2.88pt;mso-wrap-distance-top:2.88pt;mso-wrap-distance-right:2.88pt;mso-wrap-distance-bottom:2.88pt" from="108563775,109512150" to="108779775,109764150" o:cliptowrap="t">
                      <v:shadow color="#ccc"/>
                    </v:line>
                    <v:line id="_x0000_s1479" style="position:absolute;mso-wrap-distance-left:2.88pt;mso-wrap-distance-top:2.88pt;mso-wrap-distance-right:2.88pt;mso-wrap-distance-bottom:2.88pt" from="108563775,109565100" to="108671775,109745100" o:cliptowrap="t">
                      <v:shadow color="#ccc"/>
                    </v:line>
                    <v:line id="_x0000_s1480" style="position:absolute;mso-wrap-distance-left:2.88pt;mso-wrap-distance-top:2.88pt;mso-wrap-distance-right:2.88pt;mso-wrap-distance-bottom:2.88pt" from="109209675,109260150" to="109444725,109260150" strokeweight="2.25pt" o:cliptowrap="t">
                      <v:shadow color="#ccc"/>
                    </v:line>
                    <v:line id="_x0000_s1481" style="position:absolute;mso-wrap-distance-left:2.88pt;mso-wrap-distance-top:2.88pt;mso-wrap-distance-right:2.88pt;mso-wrap-distance-bottom:2.88pt" from="109435200,109404150" to="109670250,109404150" strokeweight="2.25pt" o:cliptowrap="t">
                      <v:shadow color="#ccc"/>
                    </v:line>
                    <v:line id="_x0000_s1482" style="position:absolute;mso-wrap-distance-left:2.88pt;mso-wrap-distance-top:2.88pt;mso-wrap-distance-right:2.88pt;mso-wrap-distance-bottom:2.88pt" from="110111775,109188150" to="110346825,109188150" strokeweight="2.25pt" o:cliptowrap="t">
                      <v:shadow color="#ccc"/>
                    </v:line>
                    <v:line id="_x0000_s1483" style="position:absolute;mso-wrap-distance-left:2.88pt;mso-wrap-distance-top:2.88pt;mso-wrap-distance-right:2.88pt;mso-wrap-distance-bottom:2.88pt" from="110327775,109404150" to="110562825,109404150" strokeweight="2.25pt" o:cliptowrap="t">
                      <v:shadow color="#ccc"/>
                    </v:line>
                    <v:line id="_x0000_s1484" style="position:absolute;mso-wrap-distance-left:2.88pt;mso-wrap-distance-top:2.88pt;mso-wrap-distance-right:2.88pt;mso-wrap-distance-bottom:2.88pt" from="111011775,109404150" to="111246825,109404150" strokeweight="2.25pt" o:cliptowrap="t">
                      <v:shadow color="#ccc"/>
                    </v:line>
                    <v:line id="_x0000_s1485" style="position:absolute;mso-wrap-distance-left:2.88pt;mso-wrap-distance-top:2.88pt;mso-wrap-distance-right:2.88pt;mso-wrap-distance-bottom:2.88pt" from="111227775,108828150" to="111462825,108828150" strokeweight="2.25pt" o:cliptowrap="t">
                      <v:shadow color="#ccc"/>
                    </v:line>
                    <v:line id="_x0000_s1486" style="position:absolute;mso-wrap-distance-left:2.88pt;mso-wrap-distance-top:2.88pt;mso-wrap-distance-right:2.88pt;mso-wrap-distance-bottom:2.88pt" from="111892725,109404150" to="112127775,109404150" strokeweight="2.25pt" o:cliptowrap="t">
                      <v:shadow color="#ccc"/>
                    </v:line>
                    <v:line id="_x0000_s1487" style="position:absolute;mso-wrap-distance-left:2.88pt;mso-wrap-distance-top:2.88pt;mso-wrap-distance-right:2.88pt;mso-wrap-distance-bottom:2.88pt" from="112118250,109404150" to="112353300,109404150" strokeweight="2.25pt" o:cliptowrap="t">
                      <v:shadow color="#ccc"/>
                    </v:line>
                    <v:rect id="_x0000_s1488" style="position:absolute;left:112802250;top:105768150;width:432000;height:4032000;mso-wrap-distance-left:2.88pt;mso-wrap-distance-top:2.88pt;mso-wrap-distance-right:2.88pt;mso-wrap-distance-bottom:2.88pt" strokecolor="white" insetpen="t" o:cliptowrap="t">
                      <v:shadow color="#ccc"/>
                      <v:textbox inset="2.88pt,2.88pt,2.88pt,2.88pt"/>
                    </v:rect>
                  </v:group>
                  <v:group id="_x0000_s1489" style="position:absolute;left:111515775;top:108835574;width:225525;height:424576" coordorigin="109058250,110188725" coordsize="225525,439425">
                    <v:rect id="_x0000_s1490" style="position:absolute;left:109067775;top:110196150;width:199050;height:432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491" style="position:absolute;flip:x;mso-wrap-distance-left:2.88pt;mso-wrap-distance-top:2.88pt;mso-wrap-distance-right:2.88pt;mso-wrap-distance-bottom:2.88pt" from="109058250,110188725" to="109130250,110332725" o:cliptowrap="t">
                      <v:shadow color="#ccc"/>
                    </v:line>
                    <v:line id="_x0000_s1492" style="position:absolute;flip:x;mso-wrap-distance-left:2.88pt;mso-wrap-distance-top:2.88pt;mso-wrap-distance-right:2.88pt;mso-wrap-distance-bottom:2.88pt" from="109103775,110232150" to="109175775,110376150" o:cliptowrap="t">
                      <v:shadow color="#ccc"/>
                    </v:line>
                    <v:line id="_x0000_s1493" style="position:absolute;flip:x;mso-wrap-distance-left:2.88pt;mso-wrap-distance-top:2.88pt;mso-wrap-distance-right:2.88pt;mso-wrap-distance-bottom:2.88pt" from="109139775,110268150" to="109211775,110412150" o:cliptowrap="t">
                      <v:shadow color="#ccc"/>
                    </v:line>
                    <v:line id="_x0000_s1494" style="position:absolute;flip:x;mso-wrap-distance-left:2.88pt;mso-wrap-distance-top:2.88pt;mso-wrap-distance-right:2.88pt;mso-wrap-distance-bottom:2.88pt" from="109175775,110376150" to="109247775,110520150" o:cliptowrap="t">
                      <v:shadow color="#ccc"/>
                    </v:line>
                    <v:line id="_x0000_s1495" style="position:absolute;flip:x;mso-wrap-distance-left:2.88pt;mso-wrap-distance-top:2.88pt;mso-wrap-distance-right:2.88pt;mso-wrap-distance-bottom:2.88pt" from="109103775,110376150" to="109175775,110520150" o:cliptowrap="t">
                      <v:shadow color="#ccc"/>
                    </v:line>
                    <v:line id="_x0000_s1496" style="position:absolute;flip:x;mso-wrap-distance-left:2.88pt;mso-wrap-distance-top:2.88pt;mso-wrap-distance-right:2.88pt;mso-wrap-distance-bottom:2.88pt" from="109139775,110412150" to="109211775,110556150" o:cliptowrap="t">
                      <v:shadow color="#ccc"/>
                    </v:line>
                    <v:line id="_x0000_s1497" style="position:absolute;mso-wrap-distance-left:2.88pt;mso-wrap-distance-top:2.88pt;mso-wrap-distance-right:2.88pt;mso-wrap-distance-bottom:2.88pt" from="109139775,110196150" to="109247775,110340150" o:cliptowrap="t">
                      <v:shadow color="#ccc"/>
                    </v:line>
                    <v:line id="_x0000_s1498" style="position:absolute;mso-wrap-distance-left:2.88pt;mso-wrap-distance-top:2.88pt;mso-wrap-distance-right:2.88pt;mso-wrap-distance-bottom:2.88pt" from="109103775,110232150" to="109211775,110376150" o:cliptowrap="t">
                      <v:shadow color="#ccc"/>
                    </v:line>
                    <v:line id="_x0000_s1499" style="position:absolute;mso-wrap-distance-left:2.88pt;mso-wrap-distance-top:2.88pt;mso-wrap-distance-right:2.88pt;mso-wrap-distance-bottom:2.88pt" from="109067775,110304150" to="109175775,110448150" o:cliptowrap="t">
                      <v:shadow color="#ccc"/>
                    </v:line>
                    <v:line id="_x0000_s1500" style="position:absolute;mso-wrap-distance-left:2.88pt;mso-wrap-distance-top:2.88pt;mso-wrap-distance-right:2.88pt;mso-wrap-distance-bottom:2.88pt" from="109067775,110412150" to="109175775,110556150" o:cliptowrap="t">
                      <v:shadow color="#ccc"/>
                    </v:line>
                    <v:line id="_x0000_s1501" style="position:absolute;mso-wrap-distance-left:2.88pt;mso-wrap-distance-top:2.88pt;mso-wrap-distance-right:2.88pt;mso-wrap-distance-bottom:2.88pt" from="109067775,110484150" to="109175775,110628150" o:cliptowrap="t">
                      <v:shadow color="#ccc"/>
                    </v:line>
                    <v:line id="_x0000_s1502" style="position:absolute;mso-wrap-distance-left:2.88pt;mso-wrap-distance-top:2.88pt;mso-wrap-distance-right:2.88pt;mso-wrap-distance-bottom:2.88pt" from="109175775,110448150" to="109247775,110592150" o:cliptowrap="t">
                      <v:shadow color="#ccc"/>
                    </v:line>
                    <v:line id="_x0000_s1503" style="position:absolute;mso-wrap-distance-left:2.88pt;mso-wrap-distance-top:2.88pt;mso-wrap-distance-right:2.88pt;mso-wrap-distance-bottom:2.88pt" from="109175775,110376150" to="109247775,110520150" o:cliptowrap="t">
                      <v:shadow color="#ccc"/>
                    </v:line>
                    <v:line id="_x0000_s1504" style="position:absolute;mso-wrap-distance-left:2.88pt;mso-wrap-distance-top:2.88pt;mso-wrap-distance-right:2.88pt;mso-wrap-distance-bottom:2.88pt" from="109139775,110482050" to="109211775,110626050" o:cliptowrap="t">
                      <v:shadow color="#ccc"/>
                    </v:line>
                    <v:line id="_x0000_s1505" style="position:absolute;flip:x;mso-wrap-distance-left:2.88pt;mso-wrap-distance-top:2.88pt;mso-wrap-distance-right:2.88pt;mso-wrap-distance-bottom:2.88pt" from="109067775,110484150" to="109139775,110628150" o:cliptowrap="t">
                      <v:shadow color="#ccc"/>
                    </v:line>
                    <v:line id="_x0000_s1506" style="position:absolute;flip:x;mso-wrap-distance-left:2.88pt;mso-wrap-distance-top:2.88pt;mso-wrap-distance-right:2.88pt;mso-wrap-distance-bottom:2.88pt" from="109067775,110376150" to="109103775,110448150" o:cliptowrap="t">
                      <v:shadow color="#ccc"/>
                    </v:line>
                    <v:line id="_x0000_s1507" style="position:absolute;mso-wrap-distance-left:2.88pt;mso-wrap-distance-top:2.88pt;mso-wrap-distance-right:2.88pt;mso-wrap-distance-bottom:2.88pt" from="109211775,110196150" to="109247775,110232150" o:cliptowrap="t">
                      <v:shadow color="#ccc"/>
                    </v:line>
                    <v:line id="_x0000_s1508" style="position:absolute;flip:x;mso-wrap-distance-left:2.88pt;mso-wrap-distance-top:2.88pt;mso-wrap-distance-right:2.88pt;mso-wrap-distance-bottom:2.88pt" from="109139775,110196150" to="109283775,110304150" o:cliptowrap="t">
                      <v:shadow color="#ccc"/>
                    </v:line>
                    <v:line id="_x0000_s1509" style="position:absolute;flip:x;mso-wrap-distance-left:2.88pt;mso-wrap-distance-top:2.88pt;mso-wrap-distance-right:2.88pt;mso-wrap-distance-bottom:2.88pt" from="109111200,110268150" to="109255200,110376150" o:cliptowrap="t">
                      <v:shadow color="#ccc"/>
                    </v:line>
                  </v:group>
                  <v:group id="_x0000_s1510" style="position:absolute;left:111515775;top:109229475;width:244575;height:506100" coordorigin="109058250,110665409" coordsize="225525,439425">
                    <v:rect id="_x0000_s1511" style="position:absolute;left:109067775;top:110672834;width:199050;height:432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512" style="position:absolute;flip:x;mso-wrap-distance-left:2.88pt;mso-wrap-distance-top:2.88pt;mso-wrap-distance-right:2.88pt;mso-wrap-distance-bottom:2.88pt" from="109058250,110665409" to="109130250,110809409" o:cliptowrap="t">
                      <v:shadow color="#ccc"/>
                    </v:line>
                    <v:line id="_x0000_s1513" style="position:absolute;flip:x;mso-wrap-distance-left:2.88pt;mso-wrap-distance-top:2.88pt;mso-wrap-distance-right:2.88pt;mso-wrap-distance-bottom:2.88pt" from="109103775,110708833" to="109175775,110852833" o:cliptowrap="t">
                      <v:shadow color="#ccc"/>
                    </v:line>
                    <v:line id="_x0000_s1514" style="position:absolute;flip:x;mso-wrap-distance-left:2.88pt;mso-wrap-distance-top:2.88pt;mso-wrap-distance-right:2.88pt;mso-wrap-distance-bottom:2.88pt" from="109139775,110744834" to="109211775,110888834" o:cliptowrap="t">
                      <v:shadow color="#ccc"/>
                    </v:line>
                    <v:line id="_x0000_s1515" style="position:absolute;flip:x;mso-wrap-distance-left:2.88pt;mso-wrap-distance-top:2.88pt;mso-wrap-distance-right:2.88pt;mso-wrap-distance-bottom:2.88pt" from="109175775,110852833" to="109247775,110996833" o:cliptowrap="t">
                      <v:shadow color="#ccc"/>
                    </v:line>
                    <v:line id="_x0000_s1516" style="position:absolute;flip:x;mso-wrap-distance-left:2.88pt;mso-wrap-distance-top:2.88pt;mso-wrap-distance-right:2.88pt;mso-wrap-distance-bottom:2.88pt" from="109103775,110852833" to="109175775,110996833" o:cliptowrap="t">
                      <v:shadow color="#ccc"/>
                    </v:line>
                    <v:line id="_x0000_s1517" style="position:absolute;flip:x;mso-wrap-distance-left:2.88pt;mso-wrap-distance-top:2.88pt;mso-wrap-distance-right:2.88pt;mso-wrap-distance-bottom:2.88pt" from="109139775,110888834" to="109211775,111032834" o:cliptowrap="t">
                      <v:shadow color="#ccc"/>
                    </v:line>
                    <v:line id="_x0000_s1518" style="position:absolute;mso-wrap-distance-left:2.88pt;mso-wrap-distance-top:2.88pt;mso-wrap-distance-right:2.88pt;mso-wrap-distance-bottom:2.88pt" from="109139775,110672834" to="109247775,110816834" o:cliptowrap="t">
                      <v:shadow color="#ccc"/>
                    </v:line>
                    <v:line id="_x0000_s1519" style="position:absolute;mso-wrap-distance-left:2.88pt;mso-wrap-distance-top:2.88pt;mso-wrap-distance-right:2.88pt;mso-wrap-distance-bottom:2.88pt" from="109103775,110708833" to="109211775,110852833" o:cliptowrap="t">
                      <v:shadow color="#ccc"/>
                    </v:line>
                    <v:line id="_x0000_s1520" style="position:absolute;mso-wrap-distance-left:2.88pt;mso-wrap-distance-top:2.88pt;mso-wrap-distance-right:2.88pt;mso-wrap-distance-bottom:2.88pt" from="109067775,110780833" to="109175775,110924833" o:cliptowrap="t">
                      <v:shadow color="#ccc"/>
                    </v:line>
                    <v:line id="_x0000_s1521" style="position:absolute;mso-wrap-distance-left:2.88pt;mso-wrap-distance-top:2.88pt;mso-wrap-distance-right:2.88pt;mso-wrap-distance-bottom:2.88pt" from="109067775,110888834" to="109175775,111032834" o:cliptowrap="t">
                      <v:shadow color="#ccc"/>
                    </v:line>
                    <v:line id="_x0000_s1522" style="position:absolute;mso-wrap-distance-left:2.88pt;mso-wrap-distance-top:2.88pt;mso-wrap-distance-right:2.88pt;mso-wrap-distance-bottom:2.88pt" from="109067775,110960834" to="109175775,111104834" o:cliptowrap="t">
                      <v:shadow color="#ccc"/>
                    </v:line>
                    <v:line id="_x0000_s1523" style="position:absolute;mso-wrap-distance-left:2.88pt;mso-wrap-distance-top:2.88pt;mso-wrap-distance-right:2.88pt;mso-wrap-distance-bottom:2.88pt" from="109175775,110924833" to="109247775,111068833" o:cliptowrap="t">
                      <v:shadow color="#ccc"/>
                    </v:line>
                    <v:line id="_x0000_s1524" style="position:absolute;mso-wrap-distance-left:2.88pt;mso-wrap-distance-top:2.88pt;mso-wrap-distance-right:2.88pt;mso-wrap-distance-bottom:2.88pt" from="109175775,110852833" to="109247775,110996833" o:cliptowrap="t">
                      <v:shadow color="#ccc"/>
                    </v:line>
                    <v:line id="_x0000_s1525" style="position:absolute;mso-wrap-distance-left:2.88pt;mso-wrap-distance-top:2.88pt;mso-wrap-distance-right:2.88pt;mso-wrap-distance-bottom:2.88pt" from="109139775,110958734" to="109211775,111102734" o:cliptowrap="t">
                      <v:shadow color="#ccc"/>
                    </v:line>
                    <v:line id="_x0000_s1526" style="position:absolute;flip:x;mso-wrap-distance-left:2.88pt;mso-wrap-distance-top:2.88pt;mso-wrap-distance-right:2.88pt;mso-wrap-distance-bottom:2.88pt" from="109067775,110960834" to="109139775,111104834" o:cliptowrap="t">
                      <v:shadow color="#ccc"/>
                    </v:line>
                    <v:line id="_x0000_s1527" style="position:absolute;flip:x;mso-wrap-distance-left:2.88pt;mso-wrap-distance-top:2.88pt;mso-wrap-distance-right:2.88pt;mso-wrap-distance-bottom:2.88pt" from="109067775,110852833" to="109103775,110924833" o:cliptowrap="t">
                      <v:shadow color="#ccc"/>
                    </v:line>
                    <v:line id="_x0000_s1528" style="position:absolute;mso-wrap-distance-left:2.88pt;mso-wrap-distance-top:2.88pt;mso-wrap-distance-right:2.88pt;mso-wrap-distance-bottom:2.88pt" from="109211775,110672834" to="109247775,110708833" o:cliptowrap="t">
                      <v:shadow color="#ccc"/>
                    </v:line>
                    <v:line id="_x0000_s1529" style="position:absolute;flip:x;mso-wrap-distance-left:2.88pt;mso-wrap-distance-top:2.88pt;mso-wrap-distance-right:2.88pt;mso-wrap-distance-bottom:2.88pt" from="109139775,110672834" to="109283775,110780833" o:cliptowrap="t">
                      <v:shadow color="#ccc"/>
                    </v:line>
                    <v:line id="_x0000_s1530" style="position:absolute;flip:x;mso-wrap-distance-left:2.88pt;mso-wrap-distance-top:2.88pt;mso-wrap-distance-right:2.88pt;mso-wrap-distance-bottom:2.88pt" from="109111200,110744834" to="109255200,110852833" o:cliptowrap="t">
                      <v:shadow color="#ccc"/>
                    </v:line>
                  </v:group>
                  <v:group id="_x0000_s1531" style="position:absolute;left:111515775;top:109224151;width:244575;height:506100" coordorigin="109058250,110660786" coordsize="225525,439425">
                    <v:rect id="_x0000_s1532" style="position:absolute;left:109067775;top:110668211;width:199050;height:432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533" style="position:absolute;flip:x;mso-wrap-distance-left:2.88pt;mso-wrap-distance-top:2.88pt;mso-wrap-distance-right:2.88pt;mso-wrap-distance-bottom:2.88pt" from="109058250,110660786" to="109130250,110804785" o:cliptowrap="t">
                      <v:shadow color="#ccc"/>
                    </v:line>
                    <v:line id="_x0000_s1534" style="position:absolute;flip:x;mso-wrap-distance-left:2.88pt;mso-wrap-distance-top:2.88pt;mso-wrap-distance-right:2.88pt;mso-wrap-distance-bottom:2.88pt" from="109103775,110704209" to="109175775,110848210" o:cliptowrap="t">
                      <v:shadow color="#ccc"/>
                    </v:line>
                    <v:line id="_x0000_s1535" style="position:absolute;flip:x;mso-wrap-distance-left:2.88pt;mso-wrap-distance-top:2.88pt;mso-wrap-distance-right:2.88pt;mso-wrap-distance-bottom:2.88pt" from="109139775,110740211" to="109211775,110884211" o:cliptowrap="t">
                      <v:shadow color="#ccc"/>
                    </v:line>
                    <v:line id="_x0000_s1536" style="position:absolute;flip:x;mso-wrap-distance-left:2.88pt;mso-wrap-distance-top:2.88pt;mso-wrap-distance-right:2.88pt;mso-wrap-distance-bottom:2.88pt" from="109175775,110848210" to="109247775,110992210" o:cliptowrap="t">
                      <v:shadow color="#ccc"/>
                    </v:line>
                    <v:line id="_x0000_s1537" style="position:absolute;flip:x;mso-wrap-distance-left:2.88pt;mso-wrap-distance-top:2.88pt;mso-wrap-distance-right:2.88pt;mso-wrap-distance-bottom:2.88pt" from="109103775,110848210" to="109175775,110992210" o:cliptowrap="t">
                      <v:shadow color="#ccc"/>
                    </v:line>
                    <v:line id="_x0000_s1538" style="position:absolute;flip:x;mso-wrap-distance-left:2.88pt;mso-wrap-distance-top:2.88pt;mso-wrap-distance-right:2.88pt;mso-wrap-distance-bottom:2.88pt" from="109139775,110884211" to="109211775,111028210" o:cliptowrap="t">
                      <v:shadow color="#ccc"/>
                    </v:line>
                    <v:line id="_x0000_s1539" style="position:absolute;mso-wrap-distance-left:2.88pt;mso-wrap-distance-top:2.88pt;mso-wrap-distance-right:2.88pt;mso-wrap-distance-bottom:2.88pt" from="109139775,110668210" to="109247775,110812210" o:cliptowrap="t">
                      <v:shadow color="#ccc"/>
                    </v:line>
                    <v:line id="_x0000_s1540" style="position:absolute;mso-wrap-distance-left:2.88pt;mso-wrap-distance-top:2.88pt;mso-wrap-distance-right:2.88pt;mso-wrap-distance-bottom:2.88pt" from="109103775,110704209" to="109211775,110848210" o:cliptowrap="t">
                      <v:shadow color="#ccc"/>
                    </v:line>
                    <v:line id="_x0000_s1541" style="position:absolute;mso-wrap-distance-left:2.88pt;mso-wrap-distance-top:2.88pt;mso-wrap-distance-right:2.88pt;mso-wrap-distance-bottom:2.88pt" from="109067775,110776210" to="109175775,110920209" o:cliptowrap="t">
                      <v:shadow color="#ccc"/>
                    </v:line>
                    <v:line id="_x0000_s1542" style="position:absolute;mso-wrap-distance-left:2.88pt;mso-wrap-distance-top:2.88pt;mso-wrap-distance-right:2.88pt;mso-wrap-distance-bottom:2.88pt" from="109067775,110884211" to="109175775,111028210" o:cliptowrap="t">
                      <v:shadow color="#ccc"/>
                    </v:line>
                    <v:line id="_x0000_s1543" style="position:absolute;mso-wrap-distance-left:2.88pt;mso-wrap-distance-top:2.88pt;mso-wrap-distance-right:2.88pt;mso-wrap-distance-bottom:2.88pt" from="109067775,110956211" to="109175775,111100211" o:cliptowrap="t">
                      <v:shadow color="#ccc"/>
                    </v:line>
                    <v:line id="_x0000_s1544" style="position:absolute;mso-wrap-distance-left:2.88pt;mso-wrap-distance-top:2.88pt;mso-wrap-distance-right:2.88pt;mso-wrap-distance-bottom:2.88pt" from="109175775,110920209" to="109247775,111064210" o:cliptowrap="t">
                      <v:shadow color="#ccc"/>
                    </v:line>
                    <v:line id="_x0000_s1545" style="position:absolute;mso-wrap-distance-left:2.88pt;mso-wrap-distance-top:2.88pt;mso-wrap-distance-right:2.88pt;mso-wrap-distance-bottom:2.88pt" from="109175775,110848210" to="109247775,110992210" o:cliptowrap="t">
                      <v:shadow color="#ccc"/>
                    </v:line>
                    <v:line id="_x0000_s1546" style="position:absolute;mso-wrap-distance-left:2.88pt;mso-wrap-distance-top:2.88pt;mso-wrap-distance-right:2.88pt;mso-wrap-distance-bottom:2.88pt" from="109139775,110954110" to="109211775,111098110" o:cliptowrap="t">
                      <v:shadow color="#ccc"/>
                    </v:line>
                    <v:line id="_x0000_s1547" style="position:absolute;flip:x;mso-wrap-distance-left:2.88pt;mso-wrap-distance-top:2.88pt;mso-wrap-distance-right:2.88pt;mso-wrap-distance-bottom:2.88pt" from="109067775,110956211" to="109139775,111100211" o:cliptowrap="t">
                      <v:shadow color="#ccc"/>
                    </v:line>
                    <v:line id="_x0000_s1548" style="position:absolute;flip:x;mso-wrap-distance-left:2.88pt;mso-wrap-distance-top:2.88pt;mso-wrap-distance-right:2.88pt;mso-wrap-distance-bottom:2.88pt" from="109067775,110848210" to="109103775,110920209" o:cliptowrap="t">
                      <v:shadow color="#ccc"/>
                    </v:line>
                    <v:line id="_x0000_s1549" style="position:absolute;mso-wrap-distance-left:2.88pt;mso-wrap-distance-top:2.88pt;mso-wrap-distance-right:2.88pt;mso-wrap-distance-bottom:2.88pt" from="109211775,110668210" to="109247775,110704209" o:cliptowrap="t">
                      <v:shadow color="#ccc"/>
                    </v:line>
                    <v:line id="_x0000_s1550" style="position:absolute;flip:x;mso-wrap-distance-left:2.88pt;mso-wrap-distance-top:2.88pt;mso-wrap-distance-right:2.88pt;mso-wrap-distance-bottom:2.88pt" from="109139775,110668210" to="109283775,110776210" o:cliptowrap="t">
                      <v:shadow color="#ccc"/>
                    </v:line>
                    <v:line id="_x0000_s1551" style="position:absolute;flip:x;mso-wrap-distance-left:2.88pt;mso-wrap-distance-top:2.88pt;mso-wrap-distance-right:2.88pt;mso-wrap-distance-bottom:2.88pt" from="109111200,110740211" to="109255200,110848210" o:cliptowrap="t">
                      <v:shadow color="#ccc"/>
                    </v:line>
                  </v:group>
                  <v:group id="_x0000_s1552" style="position:absolute;left:109734825;top:109404150;width:244574;height:324000" coordorigin="107398454,110325175" coordsize="225524,439425">
                    <v:rect id="_x0000_s1553" style="position:absolute;left:107407979;top:110332600;width:199048;height:432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554" style="position:absolute;flip:x;mso-wrap-distance-left:2.88pt;mso-wrap-distance-top:2.88pt;mso-wrap-distance-right:2.88pt;mso-wrap-distance-bottom:2.88pt" from="107398454,110325175" to="107470454,110469173" o:cliptowrap="t">
                      <v:shadow color="#ccc"/>
                    </v:line>
                    <v:line id="_x0000_s1555" style="position:absolute;flip:x;mso-wrap-distance-left:2.88pt;mso-wrap-distance-top:2.88pt;mso-wrap-distance-right:2.88pt;mso-wrap-distance-bottom:2.88pt" from="107443978,110368597" to="107515978,110512599" o:cliptowrap="t">
                      <v:shadow color="#ccc"/>
                    </v:line>
                    <v:line id="_x0000_s1556" style="position:absolute;flip:x;mso-wrap-distance-left:2.88pt;mso-wrap-distance-top:2.88pt;mso-wrap-distance-right:2.88pt;mso-wrap-distance-bottom:2.88pt" from="107479978,110404600" to="107551978,110548600" o:cliptowrap="t">
                      <v:shadow color="#ccc"/>
                    </v:line>
                    <v:line id="_x0000_s1557" style="position:absolute;flip:x;mso-wrap-distance-left:2.88pt;mso-wrap-distance-top:2.88pt;mso-wrap-distance-right:2.88pt;mso-wrap-distance-bottom:2.88pt" from="107515978,110512599" to="107587978,110656598" o:cliptowrap="t">
                      <v:shadow color="#ccc"/>
                    </v:line>
                    <v:line id="_x0000_s1558" style="position:absolute;flip:x;mso-wrap-distance-left:2.88pt;mso-wrap-distance-top:2.88pt;mso-wrap-distance-right:2.88pt;mso-wrap-distance-bottom:2.88pt" from="107443978,110512599" to="107515978,110656598" o:cliptowrap="t">
                      <v:shadow color="#ccc"/>
                    </v:line>
                    <v:line id="_x0000_s1559" style="position:absolute;flip:x;mso-wrap-distance-left:2.88pt;mso-wrap-distance-top:2.88pt;mso-wrap-distance-right:2.88pt;mso-wrap-distance-bottom:2.88pt" from="107479978,110548600" to="107551978,110692599" o:cliptowrap="t">
                      <v:shadow color="#ccc"/>
                    </v:line>
                    <v:line id="_x0000_s1560" style="position:absolute;mso-wrap-distance-left:2.88pt;mso-wrap-distance-top:2.88pt;mso-wrap-distance-right:2.88pt;mso-wrap-distance-bottom:2.88pt" from="107479978,110332599" to="107587978,110476598" o:cliptowrap="t">
                      <v:shadow color="#ccc"/>
                    </v:line>
                    <v:line id="_x0000_s1561" style="position:absolute;mso-wrap-distance-left:2.88pt;mso-wrap-distance-top:2.88pt;mso-wrap-distance-right:2.88pt;mso-wrap-distance-bottom:2.88pt" from="107443978,110368597" to="107551978,110512599" o:cliptowrap="t">
                      <v:shadow color="#ccc"/>
                    </v:line>
                    <v:line id="_x0000_s1562" style="position:absolute;mso-wrap-distance-left:2.88pt;mso-wrap-distance-top:2.88pt;mso-wrap-distance-right:2.88pt;mso-wrap-distance-bottom:2.88pt" from="107407978,110440599" to="107515978,110584597" o:cliptowrap="t">
                      <v:shadow color="#ccc"/>
                    </v:line>
                    <v:line id="_x0000_s1563" style="position:absolute;mso-wrap-distance-left:2.88pt;mso-wrap-distance-top:2.88pt;mso-wrap-distance-right:2.88pt;mso-wrap-distance-bottom:2.88pt" from="107407978,110548600" to="107515978,110692599" o:cliptowrap="t">
                      <v:shadow color="#ccc"/>
                    </v:line>
                    <v:line id="_x0000_s1564" style="position:absolute;mso-wrap-distance-left:2.88pt;mso-wrap-distance-top:2.88pt;mso-wrap-distance-right:2.88pt;mso-wrap-distance-bottom:2.88pt" from="107407978,110620600" to="107515978,110764600" o:cliptowrap="t">
                      <v:shadow color="#ccc"/>
                    </v:line>
                    <v:line id="_x0000_s1565" style="position:absolute;mso-wrap-distance-left:2.88pt;mso-wrap-distance-top:2.88pt;mso-wrap-distance-right:2.88pt;mso-wrap-distance-bottom:2.88pt" from="107515978,110584597" to="107587978,110728598" o:cliptowrap="t">
                      <v:shadow color="#ccc"/>
                    </v:line>
                    <v:line id="_x0000_s1566" style="position:absolute;mso-wrap-distance-left:2.88pt;mso-wrap-distance-top:2.88pt;mso-wrap-distance-right:2.88pt;mso-wrap-distance-bottom:2.88pt" from="107515978,110512599" to="107587978,110656598" o:cliptowrap="t">
                      <v:shadow color="#ccc"/>
                    </v:line>
                    <v:line id="_x0000_s1567" style="position:absolute;mso-wrap-distance-left:2.88pt;mso-wrap-distance-top:2.88pt;mso-wrap-distance-right:2.88pt;mso-wrap-distance-bottom:2.88pt" from="107479978,110618498" to="107551978,110762499" o:cliptowrap="t">
                      <v:shadow color="#ccc"/>
                    </v:line>
                    <v:line id="_x0000_s1568" style="position:absolute;flip:x;mso-wrap-distance-left:2.88pt;mso-wrap-distance-top:2.88pt;mso-wrap-distance-right:2.88pt;mso-wrap-distance-bottom:2.88pt" from="107407978,110620600" to="107479978,110764600" o:cliptowrap="t">
                      <v:shadow color="#ccc"/>
                    </v:line>
                    <v:line id="_x0000_s1569" style="position:absolute;flip:x;mso-wrap-distance-left:2.88pt;mso-wrap-distance-top:2.88pt;mso-wrap-distance-right:2.88pt;mso-wrap-distance-bottom:2.88pt" from="107407978,110512599" to="107443978,110584597" o:cliptowrap="t">
                      <v:shadow color="#ccc"/>
                    </v:line>
                    <v:line id="_x0000_s1570" style="position:absolute;mso-wrap-distance-left:2.88pt;mso-wrap-distance-top:2.88pt;mso-wrap-distance-right:2.88pt;mso-wrap-distance-bottom:2.88pt" from="107551978,110332599" to="107587978,110368597" o:cliptowrap="t">
                      <v:shadow color="#ccc"/>
                    </v:line>
                    <v:line id="_x0000_s1571" style="position:absolute;flip:x;mso-wrap-distance-left:2.88pt;mso-wrap-distance-top:2.88pt;mso-wrap-distance-right:2.88pt;mso-wrap-distance-bottom:2.88pt" from="107479978,110332599" to="107623978,110440599" o:cliptowrap="t">
                      <v:shadow color="#ccc"/>
                    </v:line>
                    <v:line id="_x0000_s1572" style="position:absolute;flip:x;mso-wrap-distance-left:2.88pt;mso-wrap-distance-top:2.88pt;mso-wrap-distance-right:2.88pt;mso-wrap-distance-bottom:2.88pt" from="107451402,110404600" to="107595403,110512599" o:cliptowrap="t">
                      <v:shadow color="#ccc"/>
                    </v:line>
                  </v:group>
                  <v:group id="_x0000_s1573" style="position:absolute;left:110615775;top:109396725;width:244574;height:324000" coordorigin="108210786,110276350" coordsize="225524,439425">
                    <v:rect id="_x0000_s1574" style="position:absolute;left:108220312;top:110283775;width:199047;height:432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575" style="position:absolute;flip:x;mso-wrap-distance-left:2.88pt;mso-wrap-distance-top:2.88pt;mso-wrap-distance-right:2.88pt;mso-wrap-distance-bottom:2.88pt" from="108210786,110276350" to="108282786,110420348" o:cliptowrap="t">
                      <v:shadow color="#ccc"/>
                    </v:line>
                    <v:line id="_x0000_s1576" style="position:absolute;flip:x;mso-wrap-distance-left:2.88pt;mso-wrap-distance-top:2.88pt;mso-wrap-distance-right:2.88pt;mso-wrap-distance-bottom:2.88pt" from="108256310,110319772" to="108328310,110463774" o:cliptowrap="t">
                      <v:shadow color="#ccc"/>
                    </v:line>
                    <v:line id="_x0000_s1577" style="position:absolute;flip:x;mso-wrap-distance-left:2.88pt;mso-wrap-distance-top:2.88pt;mso-wrap-distance-right:2.88pt;mso-wrap-distance-bottom:2.88pt" from="108292310,110355775" to="108364310,110499775" o:cliptowrap="t">
                      <v:shadow color="#ccc"/>
                    </v:line>
                    <v:line id="_x0000_s1578" style="position:absolute;flip:x;mso-wrap-distance-left:2.88pt;mso-wrap-distance-top:2.88pt;mso-wrap-distance-right:2.88pt;mso-wrap-distance-bottom:2.88pt" from="108328310,110463774" to="108400310,110607773" o:cliptowrap="t">
                      <v:shadow color="#ccc"/>
                    </v:line>
                    <v:line id="_x0000_s1579" style="position:absolute;flip:x;mso-wrap-distance-left:2.88pt;mso-wrap-distance-top:2.88pt;mso-wrap-distance-right:2.88pt;mso-wrap-distance-bottom:2.88pt" from="108256310,110463774" to="108328310,110607773" o:cliptowrap="t">
                      <v:shadow color="#ccc"/>
                    </v:line>
                    <v:line id="_x0000_s1580" style="position:absolute;flip:x;mso-wrap-distance-left:2.88pt;mso-wrap-distance-top:2.88pt;mso-wrap-distance-right:2.88pt;mso-wrap-distance-bottom:2.88pt" from="108292310,110499775" to="108364310,110643774" o:cliptowrap="t">
                      <v:shadow color="#ccc"/>
                    </v:line>
                    <v:line id="_x0000_s1581" style="position:absolute;mso-wrap-distance-left:2.88pt;mso-wrap-distance-top:2.88pt;mso-wrap-distance-right:2.88pt;mso-wrap-distance-bottom:2.88pt" from="108292310,110283774" to="108400310,110427773" o:cliptowrap="t">
                      <v:shadow color="#ccc"/>
                    </v:line>
                    <v:line id="_x0000_s1582" style="position:absolute;mso-wrap-distance-left:2.88pt;mso-wrap-distance-top:2.88pt;mso-wrap-distance-right:2.88pt;mso-wrap-distance-bottom:2.88pt" from="108256310,110319772" to="108364310,110463774" o:cliptowrap="t">
                      <v:shadow color="#ccc"/>
                    </v:line>
                    <v:line id="_x0000_s1583" style="position:absolute;mso-wrap-distance-left:2.88pt;mso-wrap-distance-top:2.88pt;mso-wrap-distance-right:2.88pt;mso-wrap-distance-bottom:2.88pt" from="108220310,110391774" to="108328310,110535772" o:cliptowrap="t">
                      <v:shadow color="#ccc"/>
                    </v:line>
                    <v:line id="_x0000_s1584" style="position:absolute;mso-wrap-distance-left:2.88pt;mso-wrap-distance-top:2.88pt;mso-wrap-distance-right:2.88pt;mso-wrap-distance-bottom:2.88pt" from="108220310,110499775" to="108328310,110643774" o:cliptowrap="t">
                      <v:shadow color="#ccc"/>
                    </v:line>
                    <v:line id="_x0000_s1585" style="position:absolute;mso-wrap-distance-left:2.88pt;mso-wrap-distance-top:2.88pt;mso-wrap-distance-right:2.88pt;mso-wrap-distance-bottom:2.88pt" from="108220310,110571775" to="108328310,110715775" o:cliptowrap="t">
                      <v:shadow color="#ccc"/>
                    </v:line>
                    <v:line id="_x0000_s1586" style="position:absolute;mso-wrap-distance-left:2.88pt;mso-wrap-distance-top:2.88pt;mso-wrap-distance-right:2.88pt;mso-wrap-distance-bottom:2.88pt" from="108328310,110535772" to="108400310,110679773" o:cliptowrap="t">
                      <v:shadow color="#ccc"/>
                    </v:line>
                    <v:line id="_x0000_s1587" style="position:absolute;mso-wrap-distance-left:2.88pt;mso-wrap-distance-top:2.88pt;mso-wrap-distance-right:2.88pt;mso-wrap-distance-bottom:2.88pt" from="108328310,110463774" to="108400310,110607773" o:cliptowrap="t">
                      <v:shadow color="#ccc"/>
                    </v:line>
                    <v:line id="_x0000_s1588" style="position:absolute;mso-wrap-distance-left:2.88pt;mso-wrap-distance-top:2.88pt;mso-wrap-distance-right:2.88pt;mso-wrap-distance-bottom:2.88pt" from="108292310,110569673" to="108364310,110713674" o:cliptowrap="t">
                      <v:shadow color="#ccc"/>
                    </v:line>
                    <v:line id="_x0000_s1589" style="position:absolute;flip:x;mso-wrap-distance-left:2.88pt;mso-wrap-distance-top:2.88pt;mso-wrap-distance-right:2.88pt;mso-wrap-distance-bottom:2.88pt" from="108220310,110571775" to="108292310,110715775" o:cliptowrap="t">
                      <v:shadow color="#ccc"/>
                    </v:line>
                    <v:line id="_x0000_s1590" style="position:absolute;flip:x;mso-wrap-distance-left:2.88pt;mso-wrap-distance-top:2.88pt;mso-wrap-distance-right:2.88pt;mso-wrap-distance-bottom:2.88pt" from="108220310,110463774" to="108256310,110535772" o:cliptowrap="t">
                      <v:shadow color="#ccc"/>
                    </v:line>
                    <v:line id="_x0000_s1591" style="position:absolute;mso-wrap-distance-left:2.88pt;mso-wrap-distance-top:2.88pt;mso-wrap-distance-right:2.88pt;mso-wrap-distance-bottom:2.88pt" from="108364310,110283774" to="108400310,110319772" o:cliptowrap="t">
                      <v:shadow color="#ccc"/>
                    </v:line>
                    <v:line id="_x0000_s1592" style="position:absolute;flip:x;mso-wrap-distance-left:2.88pt;mso-wrap-distance-top:2.88pt;mso-wrap-distance-right:2.88pt;mso-wrap-distance-bottom:2.88pt" from="108292310,110283774" to="108436310,110391774" o:cliptowrap="t">
                      <v:shadow color="#ccc"/>
                    </v:line>
                    <v:line id="_x0000_s1593" style="position:absolute;flip:x;mso-wrap-distance-left:2.88pt;mso-wrap-distance-top:2.88pt;mso-wrap-distance-right:2.88pt;mso-wrap-distance-bottom:2.88pt" from="108263734,110355775" to="108407735,110463774" o:cliptowrap="t">
                      <v:shadow color="#ccc"/>
                    </v:line>
                  </v:group>
                  <v:group id="_x0000_s1594" style="position:absolute;left:112415775;top:109404150;width:244574;height:324000" coordorigin="109870583,110286420" coordsize="225524,439425">
                    <v:rect id="_x0000_s1595" style="position:absolute;left:109880109;top:110293846;width:199047;height:431999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596" style="position:absolute;flip:x;mso-wrap-distance-left:2.88pt;mso-wrap-distance-top:2.88pt;mso-wrap-distance-right:2.88pt;mso-wrap-distance-bottom:2.88pt" from="109870583,110286420" to="109942583,110430419" o:cliptowrap="t">
                      <v:shadow color="#ccc"/>
                    </v:line>
                    <v:line id="_x0000_s1597" style="position:absolute;flip:x;mso-wrap-distance-left:2.88pt;mso-wrap-distance-top:2.88pt;mso-wrap-distance-right:2.88pt;mso-wrap-distance-bottom:2.88pt" from="109916107,110329842" to="109988107,110473844" o:cliptowrap="t">
                      <v:shadow color="#ccc"/>
                    </v:line>
                    <v:line id="_x0000_s1598" style="position:absolute;flip:x;mso-wrap-distance-left:2.88pt;mso-wrap-distance-top:2.88pt;mso-wrap-distance-right:2.88pt;mso-wrap-distance-bottom:2.88pt" from="109952107,110365845" to="110024107,110509845" o:cliptowrap="t">
                      <v:shadow color="#ccc"/>
                    </v:line>
                    <v:line id="_x0000_s1599" style="position:absolute;flip:x;mso-wrap-distance-left:2.88pt;mso-wrap-distance-top:2.88pt;mso-wrap-distance-right:2.88pt;mso-wrap-distance-bottom:2.88pt" from="109988107,110473844" to="110060107,110617843" o:cliptowrap="t">
                      <v:shadow color="#ccc"/>
                    </v:line>
                    <v:line id="_x0000_s1600" style="position:absolute;flip:x;mso-wrap-distance-left:2.88pt;mso-wrap-distance-top:2.88pt;mso-wrap-distance-right:2.88pt;mso-wrap-distance-bottom:2.88pt" from="109916107,110473844" to="109988107,110617843" o:cliptowrap="t">
                      <v:shadow color="#ccc"/>
                    </v:line>
                    <v:line id="_x0000_s1601" style="position:absolute;flip:x;mso-wrap-distance-left:2.88pt;mso-wrap-distance-top:2.88pt;mso-wrap-distance-right:2.88pt;mso-wrap-distance-bottom:2.88pt" from="109952107,110509845" to="110024107,110653844" o:cliptowrap="t">
                      <v:shadow color="#ccc"/>
                    </v:line>
                    <v:line id="_x0000_s1602" style="position:absolute;mso-wrap-distance-left:2.88pt;mso-wrap-distance-top:2.88pt;mso-wrap-distance-right:2.88pt;mso-wrap-distance-bottom:2.88pt" from="109952107,110293844" to="110060107,110437843" o:cliptowrap="t">
                      <v:shadow color="#ccc"/>
                    </v:line>
                    <v:line id="_x0000_s1603" style="position:absolute;mso-wrap-distance-left:2.88pt;mso-wrap-distance-top:2.88pt;mso-wrap-distance-right:2.88pt;mso-wrap-distance-bottom:2.88pt" from="109916107,110329842" to="110024107,110473844" o:cliptowrap="t">
                      <v:shadow color="#ccc"/>
                    </v:line>
                    <v:line id="_x0000_s1604" style="position:absolute;mso-wrap-distance-left:2.88pt;mso-wrap-distance-top:2.88pt;mso-wrap-distance-right:2.88pt;mso-wrap-distance-bottom:2.88pt" from="109880107,110401844" to="109988107,110545842" o:cliptowrap="t">
                      <v:shadow color="#ccc"/>
                    </v:line>
                    <v:line id="_x0000_s1605" style="position:absolute;mso-wrap-distance-left:2.88pt;mso-wrap-distance-top:2.88pt;mso-wrap-distance-right:2.88pt;mso-wrap-distance-bottom:2.88pt" from="109880107,110509845" to="109988107,110653844" o:cliptowrap="t">
                      <v:shadow color="#ccc"/>
                    </v:line>
                    <v:line id="_x0000_s1606" style="position:absolute;mso-wrap-distance-left:2.88pt;mso-wrap-distance-top:2.88pt;mso-wrap-distance-right:2.88pt;mso-wrap-distance-bottom:2.88pt" from="109880107,110581845" to="109988107,110725845" o:cliptowrap="t">
                      <v:shadow color="#ccc"/>
                    </v:line>
                    <v:line id="_x0000_s1607" style="position:absolute;mso-wrap-distance-left:2.88pt;mso-wrap-distance-top:2.88pt;mso-wrap-distance-right:2.88pt;mso-wrap-distance-bottom:2.88pt" from="109988107,110545842" to="110060107,110689843" o:cliptowrap="t">
                      <v:shadow color="#ccc"/>
                    </v:line>
                    <v:line id="_x0000_s1608" style="position:absolute;mso-wrap-distance-left:2.88pt;mso-wrap-distance-top:2.88pt;mso-wrap-distance-right:2.88pt;mso-wrap-distance-bottom:2.88pt" from="109988107,110473844" to="110060107,110617843" o:cliptowrap="t">
                      <v:shadow color="#ccc"/>
                    </v:line>
                    <v:line id="_x0000_s1609" style="position:absolute;mso-wrap-distance-left:2.88pt;mso-wrap-distance-top:2.88pt;mso-wrap-distance-right:2.88pt;mso-wrap-distance-bottom:2.88pt" from="109952107,110579743" to="110024107,110723744" o:cliptowrap="t">
                      <v:shadow color="#ccc"/>
                    </v:line>
                    <v:line id="_x0000_s1610" style="position:absolute;flip:x;mso-wrap-distance-left:2.88pt;mso-wrap-distance-top:2.88pt;mso-wrap-distance-right:2.88pt;mso-wrap-distance-bottom:2.88pt" from="109880107,110581845" to="109952107,110725845" o:cliptowrap="t">
                      <v:shadow color="#ccc"/>
                    </v:line>
                    <v:line id="_x0000_s1611" style="position:absolute;flip:x;mso-wrap-distance-left:2.88pt;mso-wrap-distance-top:2.88pt;mso-wrap-distance-right:2.88pt;mso-wrap-distance-bottom:2.88pt" from="109880107,110473844" to="109916107,110545842" o:cliptowrap="t">
                      <v:shadow color="#ccc"/>
                    </v:line>
                    <v:line id="_x0000_s1612" style="position:absolute;mso-wrap-distance-left:2.88pt;mso-wrap-distance-top:2.88pt;mso-wrap-distance-right:2.88pt;mso-wrap-distance-bottom:2.88pt" from="110024107,110293844" to="110060107,110329842" o:cliptowrap="t">
                      <v:shadow color="#ccc"/>
                    </v:line>
                    <v:line id="_x0000_s1613" style="position:absolute;flip:x;mso-wrap-distance-left:2.88pt;mso-wrap-distance-top:2.88pt;mso-wrap-distance-right:2.88pt;mso-wrap-distance-bottom:2.88pt" from="109952107,110293844" to="110096107,110401844" o:cliptowrap="t">
                      <v:shadow color="#ccc"/>
                    </v:line>
                    <v:line id="_x0000_s1614" style="position:absolute;flip:x;mso-wrap-distance-left:2.88pt;mso-wrap-distance-top:2.88pt;mso-wrap-distance-right:2.88pt;mso-wrap-distance-bottom:2.88pt" from="109923531,110365845" to="110067532,110473844" o:cliptowrap="t">
                      <v:shadow color="#ccc"/>
                    </v:line>
                  </v:group>
                </v:group>
              </w:pict>
            </w:r>
            <w:r>
              <w:rPr>
                <w:rFonts w:eastAsiaTheme="minorEastAsia"/>
                <w:noProof/>
                <w:sz w:val="24"/>
                <w:szCs w:val="24"/>
              </w:rPr>
              <w:pict>
                <v:shape id="_x0000_s1646" type="#_x0000_t202" style="position:absolute;margin-left:-162.1pt;margin-top:141.75pt;width:269.25pt;height:25.5pt;rotation:90;z-index:251709952;mso-wrap-distance-left:2.88pt;mso-wrap-distance-top:2.88pt;mso-wrap-distance-right:2.88pt;mso-wrap-distance-bottom:2.88pt" o:regroupid="5" filled="f" stroked="f" insetpen="t" o:cliptowrap="t">
                  <v:shadow color="#ccc"/>
                  <v:textbox style="layout-flow:vertical;mso-layout-flow-alt:bottom-to-top;mso-next-textbox:#_x0000_s1646;mso-column-margin:2mm" inset="2.88pt,2.88pt,2.88pt,2.88pt">
                    <w:txbxContent>
                      <w:p w:rsidR="00DB0331" w:rsidRDefault="00DB0331">
                        <w:pPr>
                          <w:widowControl w:val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Rate of blood flow to various organs/dm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min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30"/>
          <w:jc w:val="center"/>
        </w:trPr>
        <w:tc>
          <w:tcPr>
            <w:tcW w:w="35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8C08EA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noProof/>
                <w:sz w:val="24"/>
                <w:szCs w:val="24"/>
              </w:rPr>
              <w:pict>
                <v:group id="_x0000_s1615" style="position:absolute;margin-left:13.35pt;margin-top:11.2pt;width:138.9pt;height:70.9pt;z-index:251702784;mso-position-horizontal-relative:text;mso-position-vertical-relative:text" coordorigin="108923775,110160150" coordsize="1512000,900000" o:regroupid="5">
                  <v:group id="_x0000_s1616" style="position:absolute;left:108959775;top:110592150;width:244575;height:180000" coordorigin="107531237,111692275" coordsize="225525,439425">
                    <v:rect id="_x0000_s1617" style="position:absolute;left:107540762;top:111699700;width:199049;height:432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618" style="position:absolute;flip:x;mso-wrap-distance-left:2.88pt;mso-wrap-distance-top:2.88pt;mso-wrap-distance-right:2.88pt;mso-wrap-distance-bottom:2.88pt" from="107531237,111692275" to="107603237,111836274" o:cliptowrap="t">
                      <v:shadow color="#ccc"/>
                    </v:line>
                    <v:line id="_x0000_s1619" style="position:absolute;flip:x;mso-wrap-distance-left:2.88pt;mso-wrap-distance-top:2.88pt;mso-wrap-distance-right:2.88pt;mso-wrap-distance-bottom:2.88pt" from="107576762,111735697" to="107648762,111879699" o:cliptowrap="t">
                      <v:shadow color="#ccc"/>
                    </v:line>
                    <v:line id="_x0000_s1620" style="position:absolute;flip:x;mso-wrap-distance-left:2.88pt;mso-wrap-distance-top:2.88pt;mso-wrap-distance-right:2.88pt;mso-wrap-distance-bottom:2.88pt" from="107612762,111771700" to="107684762,111915699" o:cliptowrap="t">
                      <v:shadow color="#ccc"/>
                    </v:line>
                    <v:line id="_x0000_s1621" style="position:absolute;flip:x;mso-wrap-distance-left:2.88pt;mso-wrap-distance-top:2.88pt;mso-wrap-distance-right:2.88pt;mso-wrap-distance-bottom:2.88pt" from="107648762,111879699" to="107720762,112023698" o:cliptowrap="t">
                      <v:shadow color="#ccc"/>
                    </v:line>
                    <v:line id="_x0000_s1622" style="position:absolute;flip:x;mso-wrap-distance-left:2.88pt;mso-wrap-distance-top:2.88pt;mso-wrap-distance-right:2.88pt;mso-wrap-distance-bottom:2.88pt" from="107576762,111879699" to="107648762,112023698" o:cliptowrap="t">
                      <v:shadow color="#ccc"/>
                    </v:line>
                    <v:line id="_x0000_s1623" style="position:absolute;flip:x;mso-wrap-distance-left:2.88pt;mso-wrap-distance-top:2.88pt;mso-wrap-distance-right:2.88pt;mso-wrap-distance-bottom:2.88pt" from="107612762,111915699" to="107684762,112059699" o:cliptowrap="t">
                      <v:shadow color="#ccc"/>
                    </v:line>
                    <v:line id="_x0000_s1624" style="position:absolute;mso-wrap-distance-left:2.88pt;mso-wrap-distance-top:2.88pt;mso-wrap-distance-right:2.88pt;mso-wrap-distance-bottom:2.88pt" from="107612762,111699699" to="107720762,111843698" o:cliptowrap="t">
                      <v:shadow color="#ccc"/>
                    </v:line>
                    <v:line id="_x0000_s1625" style="position:absolute;mso-wrap-distance-left:2.88pt;mso-wrap-distance-top:2.88pt;mso-wrap-distance-right:2.88pt;mso-wrap-distance-bottom:2.88pt" from="107576762,111735697" to="107684762,111879699" o:cliptowrap="t">
                      <v:shadow color="#ccc"/>
                    </v:line>
                    <v:line id="_x0000_s1626" style="position:absolute;mso-wrap-distance-left:2.88pt;mso-wrap-distance-top:2.88pt;mso-wrap-distance-right:2.88pt;mso-wrap-distance-bottom:2.88pt" from="107540761,111807699" to="107648762,111951697" o:cliptowrap="t">
                      <v:shadow color="#ccc"/>
                    </v:line>
                    <v:line id="_x0000_s1627" style="position:absolute;mso-wrap-distance-left:2.88pt;mso-wrap-distance-top:2.88pt;mso-wrap-distance-right:2.88pt;mso-wrap-distance-bottom:2.88pt" from="107540761,111915699" to="107648762,112059699" o:cliptowrap="t">
                      <v:shadow color="#ccc"/>
                    </v:line>
                    <v:line id="_x0000_s1628" style="position:absolute;mso-wrap-distance-left:2.88pt;mso-wrap-distance-top:2.88pt;mso-wrap-distance-right:2.88pt;mso-wrap-distance-bottom:2.88pt" from="107540761,111987700" to="107648762,112131700" o:cliptowrap="t">
                      <v:shadow color="#ccc"/>
                    </v:line>
                    <v:line id="_x0000_s1629" style="position:absolute;mso-wrap-distance-left:2.88pt;mso-wrap-distance-top:2.88pt;mso-wrap-distance-right:2.88pt;mso-wrap-distance-bottom:2.88pt" from="107648762,111951697" to="107720762,112095699" o:cliptowrap="t">
                      <v:shadow color="#ccc"/>
                    </v:line>
                    <v:line id="_x0000_s1630" style="position:absolute;mso-wrap-distance-left:2.88pt;mso-wrap-distance-top:2.88pt;mso-wrap-distance-right:2.88pt;mso-wrap-distance-bottom:2.88pt" from="107648762,111879699" to="107720762,112023698" o:cliptowrap="t">
                      <v:shadow color="#ccc"/>
                    </v:line>
                    <v:line id="_x0000_s1631" style="position:absolute;mso-wrap-distance-left:2.88pt;mso-wrap-distance-top:2.88pt;mso-wrap-distance-right:2.88pt;mso-wrap-distance-bottom:2.88pt" from="107612762,111985598" to="107684762,112129599" o:cliptowrap="t">
                      <v:shadow color="#ccc"/>
                    </v:line>
                    <v:line id="_x0000_s1632" style="position:absolute;flip:x;mso-wrap-distance-left:2.88pt;mso-wrap-distance-top:2.88pt;mso-wrap-distance-right:2.88pt;mso-wrap-distance-bottom:2.88pt" from="107540761,111987700" to="107612762,112131700" o:cliptowrap="t">
                      <v:shadow color="#ccc"/>
                    </v:line>
                    <v:line id="_x0000_s1633" style="position:absolute;flip:x;mso-wrap-distance-left:2.88pt;mso-wrap-distance-top:2.88pt;mso-wrap-distance-right:2.88pt;mso-wrap-distance-bottom:2.88pt" from="107540761,111879699" to="107576762,111951697" o:cliptowrap="t">
                      <v:shadow color="#ccc"/>
                    </v:line>
                    <v:line id="_x0000_s1634" style="position:absolute;mso-wrap-distance-left:2.88pt;mso-wrap-distance-top:2.88pt;mso-wrap-distance-right:2.88pt;mso-wrap-distance-bottom:2.88pt" from="107684762,111699699" to="107720762,111735697" o:cliptowrap="t">
                      <v:shadow color="#ccc"/>
                    </v:line>
                    <v:line id="_x0000_s1635" style="position:absolute;flip:x;mso-wrap-distance-left:2.88pt;mso-wrap-distance-top:2.88pt;mso-wrap-distance-right:2.88pt;mso-wrap-distance-bottom:2.88pt" from="107612762,111699699" to="107756762,111807699" o:cliptowrap="t">
                      <v:shadow color="#ccc"/>
                    </v:line>
                    <v:line id="_x0000_s1636" style="position:absolute;flip:x;mso-wrap-distance-left:2.88pt;mso-wrap-distance-top:2.88pt;mso-wrap-distance-right:2.88pt;mso-wrap-distance-bottom:2.88pt" from="107584186,111771700" to="107728187,111879699" o:cliptowrap="t">
                      <v:shadow color="#ccc"/>
                    </v:line>
                  </v:group>
                  <v:rect id="_x0000_s1637" style="position:absolute;left:108923775;top:110160150;width:288000;height:216000;mso-wrap-distance-left:2.88pt;mso-wrap-distance-top:2.88pt;mso-wrap-distance-right:2.88pt;mso-wrap-distance-bottom:2.88pt" filled="f" insetpen="t" o:cliptowrap="t">
                    <v:shadow color="#ccc"/>
                    <v:textbox inset="2.88pt,2.88pt,2.88pt,2.88pt"/>
                  </v:rect>
                  <v:shape id="_x0000_s1638" type="#_x0000_t202" style="position:absolute;left:109283775;top:110160150;width:1152000;height:288000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DB0331" w:rsidRDefault="00DB0331">
                          <w:pPr>
                            <w:widowControl w:val="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At rest</w:t>
                          </w:r>
                        </w:p>
                      </w:txbxContent>
                    </v:textbox>
                  </v:shape>
                  <v:shape id="_x0000_s1639" type="#_x0000_t202" style="position:absolute;left:109247775;top:110520150;width:1152000;height:540000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DB0331" w:rsidRDefault="00DB0331">
                          <w:pPr>
                            <w:widowControl w:val="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During strenuous exercise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30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57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30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03604" w:rsidRPr="00FF7F2A" w:rsidTr="00A03604">
        <w:trPr>
          <w:trHeight w:val="445"/>
          <w:jc w:val="center"/>
        </w:trPr>
        <w:tc>
          <w:tcPr>
            <w:tcW w:w="35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8C08EA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noProof/>
                <w:sz w:val="24"/>
                <w:szCs w:val="24"/>
              </w:rPr>
              <w:pict>
                <v:line id="_x0000_s1647" style="position:absolute;z-index:251700736;mso-wrap-distance-left:2.88pt;mso-wrap-distance-top:2.88pt;mso-wrap-distance-right:2.88pt;mso-wrap-distance-bottom:2.88pt;mso-position-horizontal-relative:text;mso-position-vertical-relative:text" from="-.5pt,10.8pt" to="19.3pt,10.8pt" strokeweight="2.25pt" o:cliptowrap="t">
                  <v:shadow color="#ccc"/>
                </v:line>
              </w:pict>
            </w:r>
          </w:p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A03604" w:rsidRPr="00FF7F2A" w:rsidRDefault="00A03604" w:rsidP="00FF7F2A">
            <w:pPr>
              <w:widowControl w:val="0"/>
              <w:tabs>
                <w:tab w:val="left" w:pos="566"/>
                <w:tab w:val="left" w:pos="993"/>
                <w:tab w:val="left" w:pos="6803"/>
                <w:tab w:val="left" w:pos="9070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DD7986" w:rsidRDefault="008C08EA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noProof/>
          <w:sz w:val="26"/>
          <w:szCs w:val="26"/>
        </w:rPr>
        <w:pict>
          <v:shape id="_x0000_s1645" type="#_x0000_t202" style="position:absolute;margin-left:31.25pt;margin-top:28pt;width:76.5pt;height:25.5pt;rotation:90;z-index:251708928;mso-wrap-distance-left:2.88pt;mso-wrap-distance-top:2.88pt;mso-wrap-distance-right:2.88pt;mso-wrap-distance-bottom:2.88pt;mso-position-horizontal-relative:text;mso-position-vertical-relative:text" o:regroupid="5" filled="f" stroked="f" insetpen="t" o:cliptowrap="t">
            <v:shadow color="#ccc"/>
            <v:textbox style="layout-flow:vertical;mso-column-margin:2mm" inset="2.88pt,2.88pt,2.88pt,2.88pt">
              <w:txbxContent>
                <w:p w:rsidR="00DB0331" w:rsidRDefault="00DB0331">
                  <w:pPr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Heart muscle</w:t>
                  </w:r>
                </w:p>
              </w:txbxContent>
            </v:textbox>
          </v:shape>
        </w:pict>
      </w:r>
      <w:r>
        <w:rPr>
          <w:b w:val="0"/>
          <w:i w:val="0"/>
          <w:noProof/>
          <w:sz w:val="26"/>
          <w:szCs w:val="26"/>
        </w:rPr>
        <w:pict>
          <v:shape id="_x0000_s1644" type="#_x0000_t202" style="position:absolute;margin-left:96.45pt;margin-top:28pt;width:76.5pt;height:25.5pt;rotation:90;z-index:251707904;mso-wrap-distance-left:2.88pt;mso-wrap-distance-top:2.88pt;mso-wrap-distance-right:2.88pt;mso-wrap-distance-bottom:2.88pt;mso-position-horizontal-relative:text;mso-position-vertical-relative:text" o:regroupid="5" filled="f" stroked="f" insetpen="t" o:cliptowrap="t">
            <v:shadow color="#ccc"/>
            <v:textbox style="layout-flow:vertical;mso-column-margin:2mm" inset="2.88pt,2.88pt,2.88pt,2.88pt">
              <w:txbxContent>
                <w:p w:rsidR="00DB0331" w:rsidRPr="00A03604" w:rsidRDefault="00DB0331">
                  <w:pPr>
                    <w:widowControl w:val="0"/>
                    <w:rPr>
                      <w:b/>
                      <w:bCs/>
                      <w:szCs w:val="24"/>
                    </w:rPr>
                  </w:pPr>
                  <w:r w:rsidRPr="00A03604">
                    <w:rPr>
                      <w:b/>
                      <w:bCs/>
                      <w:szCs w:val="24"/>
                    </w:rPr>
                    <w:t>Skeletal muscle</w:t>
                  </w:r>
                </w:p>
              </w:txbxContent>
            </v:textbox>
          </v:shape>
        </w:pict>
      </w:r>
      <w:r>
        <w:rPr>
          <w:b w:val="0"/>
          <w:i w:val="0"/>
          <w:noProof/>
          <w:sz w:val="26"/>
          <w:szCs w:val="26"/>
        </w:rPr>
        <w:pict>
          <v:shape id="_x0000_s1643" type="#_x0000_t202" style="position:absolute;margin-left:170.15pt;margin-top:28pt;width:76.5pt;height:25.5pt;rotation:90;z-index:251706880;mso-wrap-distance-left:2.88pt;mso-wrap-distance-top:2.88pt;mso-wrap-distance-right:2.88pt;mso-wrap-distance-bottom:2.88pt;mso-position-horizontal-relative:text;mso-position-vertical-relative:text" o:regroupid="5" filled="f" stroked="f" insetpen="t" o:cliptowrap="t">
            <v:shadow color="#ccc"/>
            <v:textbox style="layout-flow:vertical;mso-column-margin:2mm" inset="2.88pt,2.88pt,2.88pt,2.88pt">
              <w:txbxContent>
                <w:p w:rsidR="00DB0331" w:rsidRDefault="00DB0331">
                  <w:pPr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Kidneys</w:t>
                  </w:r>
                </w:p>
              </w:txbxContent>
            </v:textbox>
          </v:shape>
        </w:pict>
      </w:r>
      <w:r>
        <w:rPr>
          <w:b w:val="0"/>
          <w:i w:val="0"/>
          <w:noProof/>
          <w:sz w:val="26"/>
          <w:szCs w:val="26"/>
        </w:rPr>
        <w:pict>
          <v:shape id="_x0000_s1642" type="#_x0000_t202" style="position:absolute;margin-left:241pt;margin-top:28pt;width:76.5pt;height:25.5pt;rotation:90;z-index:251705856;mso-wrap-distance-left:2.88pt;mso-wrap-distance-top:2.88pt;mso-wrap-distance-right:2.88pt;mso-wrap-distance-bottom:2.88pt;mso-position-horizontal-relative:text;mso-position-vertical-relative:text" o:regroupid="5" filled="f" stroked="f" insetpen="t" o:cliptowrap="t">
            <v:shadow color="#ccc"/>
            <v:textbox style="layout-flow:vertical;mso-column-margin:2mm" inset="2.88pt,2.88pt,2.88pt,2.88pt">
              <w:txbxContent>
                <w:p w:rsidR="00DB0331" w:rsidRDefault="00DB0331">
                  <w:pPr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Gut and liver</w:t>
                  </w:r>
                </w:p>
              </w:txbxContent>
            </v:textbox>
          </v:shape>
        </w:pict>
      </w:r>
      <w:r>
        <w:rPr>
          <w:b w:val="0"/>
          <w:i w:val="0"/>
          <w:noProof/>
          <w:sz w:val="26"/>
          <w:szCs w:val="26"/>
        </w:rPr>
        <w:pict>
          <v:shape id="_x0000_s1641" type="#_x0000_t202" style="position:absolute;margin-left:314.75pt;margin-top:27.95pt;width:76.5pt;height:25.55pt;rotation:90;z-index:251704832;mso-wrap-distance-left:2.88pt;mso-wrap-distance-top:2.88pt;mso-wrap-distance-right:2.88pt;mso-wrap-distance-bottom:2.88pt;mso-position-horizontal-relative:text;mso-position-vertical-relative:text" o:regroupid="5" filled="f" stroked="f" insetpen="t" o:cliptowrap="t">
            <v:shadow color="#ccc"/>
            <v:textbox style="layout-flow:vertical;mso-column-margin:2mm" inset="2.88pt,2.88pt,2.88pt,2.88pt">
              <w:txbxContent>
                <w:p w:rsidR="00DB0331" w:rsidRDefault="00DB0331">
                  <w:pPr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Skin</w:t>
                  </w:r>
                </w:p>
              </w:txbxContent>
            </v:textbox>
          </v:shape>
        </w:pict>
      </w:r>
      <w:r>
        <w:rPr>
          <w:b w:val="0"/>
          <w:i w:val="0"/>
          <w:noProof/>
          <w:sz w:val="26"/>
          <w:szCs w:val="26"/>
        </w:rPr>
        <w:pict>
          <v:shape id="_x0000_s1640" type="#_x0000_t202" style="position:absolute;margin-left:382.7pt;margin-top:30.85pt;width:76.55pt;height:25.5pt;rotation:90;z-index:251703808;mso-wrap-distance-left:2.88pt;mso-wrap-distance-top:2.88pt;mso-wrap-distance-right:2.88pt;mso-wrap-distance-bottom:2.88pt;mso-position-horizontal-relative:text;mso-position-vertical-relative:text" o:regroupid="5" filled="f" stroked="f" insetpen="t" o:cliptowrap="t">
            <v:shadow color="#ccc"/>
            <v:textbox style="layout-flow:vertical;mso-column-margin:2mm" inset="2.88pt,2.88pt,2.88pt,2.88pt">
              <w:txbxContent>
                <w:p w:rsidR="00DB0331" w:rsidRDefault="00DB0331">
                  <w:pPr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Brain</w:t>
                  </w:r>
                </w:p>
              </w:txbxContent>
            </v:textbox>
          </v:shape>
        </w:pict>
      </w:r>
    </w:p>
    <w:p w:rsidR="00DD7986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DD7986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DD7986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F54BA5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</w:p>
    <w:p w:rsidR="00F54BA5" w:rsidRDefault="00F54BA5">
      <w:pPr>
        <w:rPr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DD7986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>(i)</w:t>
      </w:r>
      <w:r>
        <w:rPr>
          <w:b w:val="0"/>
          <w:i w:val="0"/>
          <w:sz w:val="26"/>
          <w:szCs w:val="26"/>
        </w:rPr>
        <w:tab/>
        <w:t xml:space="preserve">Record in the table below, the volume of blood flowing per minute to each of the organs 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when the body is at rest and when the body is undergoing strenuous exercise. (6 marks)</w:t>
      </w:r>
    </w:p>
    <w:p w:rsidR="00DD7986" w:rsidRDefault="00DD7986" w:rsidP="00C21304">
      <w:pPr>
        <w:pStyle w:val="Subtitle"/>
        <w:tabs>
          <w:tab w:val="left" w:pos="567"/>
          <w:tab w:val="left" w:pos="993"/>
          <w:tab w:val="left" w:pos="6804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3522"/>
        <w:gridCol w:w="3522"/>
        <w:gridCol w:w="3522"/>
      </w:tblGrid>
      <w:tr w:rsidR="00DD7986" w:rsidTr="00134EDC"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7044" w:type="dxa"/>
            <w:gridSpan w:val="2"/>
          </w:tcPr>
          <w:p w:rsidR="00DD7986" w:rsidRDefault="00DD7986" w:rsidP="00DD7986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Volume of blood / dm</w:t>
            </w:r>
            <w:r w:rsidRPr="00DD7986">
              <w:rPr>
                <w:b w:val="0"/>
                <w:i w:val="0"/>
                <w:sz w:val="26"/>
                <w:szCs w:val="26"/>
                <w:vertAlign w:val="superscript"/>
              </w:rPr>
              <w:t>3</w:t>
            </w:r>
            <w:r>
              <w:rPr>
                <w:b w:val="0"/>
                <w:i w:val="0"/>
                <w:sz w:val="26"/>
                <w:szCs w:val="26"/>
              </w:rPr>
              <w:t>min</w:t>
            </w:r>
            <w:r w:rsidRPr="00DD7986">
              <w:rPr>
                <w:b w:val="0"/>
                <w:i w:val="0"/>
                <w:sz w:val="26"/>
                <w:szCs w:val="26"/>
                <w:vertAlign w:val="superscript"/>
              </w:rPr>
              <w:t>-1</w:t>
            </w:r>
          </w:p>
        </w:tc>
      </w:tr>
      <w:tr w:rsidR="00DD7986" w:rsidTr="00DD7986"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At rest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During strenuous exercise</w:t>
            </w:r>
          </w:p>
        </w:tc>
      </w:tr>
      <w:tr w:rsidR="00DD7986" w:rsidTr="00DD7986"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Heart muscle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</w:tr>
      <w:tr w:rsidR="00DD7986" w:rsidTr="00DD7986"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Skeletal muscle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</w:tr>
      <w:tr w:rsidR="00DD7986" w:rsidTr="00DD7986"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Kidneys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</w:tr>
      <w:tr w:rsidR="00DD7986" w:rsidTr="00DD7986"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Gut and liver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</w:tr>
      <w:tr w:rsidR="00DD7986" w:rsidTr="00DD7986">
        <w:tc>
          <w:tcPr>
            <w:tcW w:w="3522" w:type="dxa"/>
          </w:tcPr>
          <w:p w:rsidR="00DD7986" w:rsidRDefault="00DD7986" w:rsidP="00DD7986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Skin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</w:tr>
      <w:tr w:rsidR="00DD7986" w:rsidTr="00DD7986">
        <w:tc>
          <w:tcPr>
            <w:tcW w:w="3522" w:type="dxa"/>
          </w:tcPr>
          <w:p w:rsidR="00DD7986" w:rsidRDefault="00DD7986" w:rsidP="00DD7986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  <w:r>
              <w:rPr>
                <w:b w:val="0"/>
                <w:i w:val="0"/>
                <w:sz w:val="26"/>
                <w:szCs w:val="26"/>
              </w:rPr>
              <w:t>Brain</w:t>
            </w: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  <w:tc>
          <w:tcPr>
            <w:tcW w:w="3522" w:type="dxa"/>
          </w:tcPr>
          <w:p w:rsidR="00DD7986" w:rsidRDefault="00DD7986" w:rsidP="00C21304">
            <w:pPr>
              <w:pStyle w:val="Subtitle"/>
              <w:tabs>
                <w:tab w:val="left" w:pos="567"/>
                <w:tab w:val="left" w:pos="993"/>
                <w:tab w:val="left" w:pos="6804"/>
                <w:tab w:val="left" w:pos="9072"/>
              </w:tabs>
              <w:spacing w:line="360" w:lineRule="auto"/>
              <w:jc w:val="left"/>
              <w:rPr>
                <w:b w:val="0"/>
                <w:i w:val="0"/>
                <w:sz w:val="26"/>
                <w:szCs w:val="26"/>
              </w:rPr>
            </w:pPr>
          </w:p>
        </w:tc>
      </w:tr>
    </w:tbl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DD7986" w:rsidRDefault="00DD7986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</w:t>
      </w:r>
      <w:r w:rsidR="00963339">
        <w:rPr>
          <w:b w:val="0"/>
          <w:i w:val="0"/>
          <w:sz w:val="26"/>
          <w:szCs w:val="26"/>
        </w:rPr>
        <w:t>i)</w:t>
      </w:r>
      <w:r w:rsidR="00963339">
        <w:rPr>
          <w:b w:val="0"/>
          <w:i w:val="0"/>
          <w:sz w:val="26"/>
          <w:szCs w:val="26"/>
        </w:rPr>
        <w:tab/>
        <w:t>What is the total volume of b</w:t>
      </w:r>
      <w:r>
        <w:rPr>
          <w:b w:val="0"/>
          <w:i w:val="0"/>
          <w:sz w:val="26"/>
          <w:szCs w:val="26"/>
        </w:rPr>
        <w:t xml:space="preserve">lood per minute being pumped by the left ventricle to all of 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these organs when the body is:</w:t>
      </w:r>
    </w:p>
    <w:p w:rsidR="00DD7986" w:rsidRDefault="00DD7986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at rest …………………………………………………………………………….</w:t>
      </w:r>
    </w:p>
    <w:p w:rsidR="00DD7986" w:rsidRDefault="00DD7986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</w:t>
      </w:r>
    </w:p>
    <w:p w:rsidR="00DD7986" w:rsidRDefault="00963339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u</w:t>
      </w:r>
      <w:r w:rsidR="00DD7986">
        <w:rPr>
          <w:b w:val="0"/>
          <w:i w:val="0"/>
          <w:sz w:val="26"/>
          <w:szCs w:val="26"/>
        </w:rPr>
        <w:t>ndergoing strenuous exercise……………………………………………………</w:t>
      </w:r>
    </w:p>
    <w:p w:rsidR="00DD7986" w:rsidRDefault="00DD7986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 xml:space="preserve">……………………………………………………………………………………. </w:t>
      </w:r>
    </w:p>
    <w:p w:rsidR="00DD7986" w:rsidRDefault="00DD7986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(2 marks)</w:t>
      </w:r>
    </w:p>
    <w:p w:rsidR="00B27690" w:rsidRDefault="00DD7986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(iii)</w:t>
      </w:r>
      <w:r>
        <w:rPr>
          <w:b w:val="0"/>
          <w:i w:val="0"/>
          <w:sz w:val="26"/>
          <w:szCs w:val="26"/>
        </w:rPr>
        <w:tab/>
        <w:t xml:space="preserve">If the pulse rate when the body is at rest is 70 per minute, what volume of blood is 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 xml:space="preserve">pumped out by the </w:t>
      </w:r>
      <w:r w:rsidR="00B27690">
        <w:rPr>
          <w:b w:val="0"/>
          <w:i w:val="0"/>
          <w:sz w:val="26"/>
          <w:szCs w:val="26"/>
        </w:rPr>
        <w:t>left ventricle at each heart beat?</w:t>
      </w:r>
      <w:r w:rsidR="00B27690">
        <w:rPr>
          <w:b w:val="0"/>
          <w:i w:val="0"/>
          <w:sz w:val="26"/>
          <w:szCs w:val="26"/>
        </w:rPr>
        <w:tab/>
        <w:t>(2 marks)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(iv)</w:t>
      </w:r>
      <w:r>
        <w:rPr>
          <w:b w:val="0"/>
          <w:i w:val="0"/>
          <w:sz w:val="26"/>
          <w:szCs w:val="26"/>
        </w:rPr>
        <w:tab/>
        <w:t xml:space="preserve">If the pulse rate during strenuous exercise is 160 per minute, what volume of blood is 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pumped out by the left ventricle at each heart beat?</w:t>
      </w:r>
      <w:r>
        <w:rPr>
          <w:b w:val="0"/>
          <w:i w:val="0"/>
          <w:sz w:val="26"/>
          <w:szCs w:val="26"/>
        </w:rPr>
        <w:tab/>
        <w:t>(2 marks)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(v)</w:t>
      </w:r>
      <w:r>
        <w:rPr>
          <w:b w:val="0"/>
          <w:i w:val="0"/>
          <w:sz w:val="26"/>
          <w:szCs w:val="26"/>
        </w:rPr>
        <w:tab/>
        <w:t xml:space="preserve">Explain the changes in the rate of blood flow to the following organs as a result of 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 xml:space="preserve">undergoing </w:t>
      </w:r>
      <w:r w:rsidR="00B06215">
        <w:rPr>
          <w:b w:val="0"/>
          <w:i w:val="0"/>
          <w:sz w:val="26"/>
          <w:szCs w:val="26"/>
        </w:rPr>
        <w:t>strenuous</w:t>
      </w:r>
      <w:r>
        <w:rPr>
          <w:b w:val="0"/>
          <w:i w:val="0"/>
          <w:sz w:val="26"/>
          <w:szCs w:val="26"/>
        </w:rPr>
        <w:t xml:space="preserve"> exercise.</w:t>
      </w:r>
      <w:r>
        <w:rPr>
          <w:b w:val="0"/>
          <w:i w:val="0"/>
          <w:sz w:val="26"/>
          <w:szCs w:val="26"/>
        </w:rPr>
        <w:tab/>
        <w:t>(8 marks)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lastRenderedPageBreak/>
        <w:tab/>
      </w:r>
      <w:r>
        <w:rPr>
          <w:b w:val="0"/>
          <w:i w:val="0"/>
          <w:sz w:val="26"/>
          <w:szCs w:val="26"/>
        </w:rPr>
        <w:tab/>
        <w:t>Heart muscle:…………………………………………………………………………..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…………………………………………………………………………………………...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Skeletal muscle:…………………………………………………………………………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…………………………………………………………………………………………..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…………………………………………………………………………………………..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Kidney:………………………………………………………………………………….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</w:t>
      </w:r>
    </w:p>
    <w:p w:rsidR="00B27690" w:rsidRDefault="00BF6062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G</w:t>
      </w:r>
      <w:r w:rsidR="00B27690">
        <w:rPr>
          <w:b w:val="0"/>
          <w:i w:val="0"/>
          <w:sz w:val="26"/>
          <w:szCs w:val="26"/>
        </w:rPr>
        <w:t>ut and liver:……………………………………………………………………………...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B27690" w:rsidRDefault="00B27690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32.</w:t>
      </w:r>
      <w:r>
        <w:rPr>
          <w:b w:val="0"/>
          <w:i w:val="0"/>
          <w:sz w:val="26"/>
          <w:szCs w:val="26"/>
        </w:rPr>
        <w:tab/>
        <w:t xml:space="preserve">An </w:t>
      </w:r>
      <w:r w:rsidR="00134EDC">
        <w:rPr>
          <w:b w:val="0"/>
          <w:i w:val="0"/>
          <w:sz w:val="26"/>
          <w:szCs w:val="26"/>
        </w:rPr>
        <w:t xml:space="preserve">experiment was set up as shown below to investigate a certain biological process. </w:t>
      </w: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The set up was exposed in the light</w:t>
      </w:r>
    </w:p>
    <w:p w:rsidR="00134EDC" w:rsidRDefault="008C08EA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 w:rsidRPr="008C08EA">
        <w:rPr>
          <w:i w:val="0"/>
          <w:noProof/>
          <w:sz w:val="26"/>
        </w:rPr>
        <w:pict>
          <v:group id="_x0000_s1677" style="position:absolute;margin-left:15.55pt;margin-top:5.7pt;width:438.4pt;height:204.1pt;z-index:251713024" coordorigin="107424538,105912150" coordsize="5567237,2592000">
            <v:group id="_x0000_s1678" style="position:absolute;left:110759775;top:106020150;width:1779587;height:2152725" coordorigin="110759775,106020150" coordsize="1779587,2152725">
              <v:shape id="_x0000_s1679" style="position:absolute;left:110759775;top:106480875;width:1779587;height:1692000;mso-wrap-distance-left:2.88pt;mso-wrap-distance-top:2.88pt;mso-wrap-distance-right:2.88pt;mso-wrap-distance-bottom:2.88pt" coordsize="1779587,1407274" path="m741362,7937c578887,5312,382587,,265112,17462,147637,34924,73024,28575,36512,112712,,196849,19462,331537,46037,522287v26575,190750,64938,594438,149925,734925c280949,1397699,345962,1347212,555962,1365212v210000,18000,719875,42062,900000,c1636087,1323150,1590712,1253324,1636712,1112837v46000,-140487,76200,-442913,95250,-590550c1751012,374650,1757362,307974,1751012,227012v-6350,-80962,28575,-153988,-57150,-190500c1608137,,1395412,12700,1236662,7937v-158750,-4763,-392113,,-495300,xe" filled="f" o:cliptowrap="t">
                <v:shadow color="#ccc"/>
                <v:path arrowok="t"/>
              </v:shape>
              <v:group id="_x0000_s1680" style="position:absolute;left:111263775;top:106020300;width:684000;height:576000" coordorigin="111263775,106344150" coordsize="684000,576000">
                <v:rect id="_x0000_s1681" style="position:absolute;left:111515775;top:106344150;width:180000;height:576000;mso-wrap-distance-left:2.88pt;mso-wrap-distance-top:2.88pt;mso-wrap-distance-right:2.88pt;mso-wrap-distance-bottom:2.88pt" insetpen="t" o:cliptowrap="t">
                  <v:shadow color="#ccc"/>
                  <v:textbox inset="2.88pt,2.88pt,2.88pt,2.88pt"/>
                </v:rect>
                <v:oval id="_x0000_s1682" style="position:absolute;left:111479775;top:106344150;width:216000;height:3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rect id="_x0000_s1683" style="position:absolute;left:111263775;top:106596150;width:252000;height:21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rect>
                <v:rect id="_x0000_s1684" style="position:absolute;left:111695775;top:106596150;width:252000;height:21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rect>
                <v:line id="_x0000_s1685" style="position:absolute;flip:x;mso-wrap-distance-left:2.88pt;mso-wrap-distance-top:2.88pt;mso-wrap-distance-right:2.88pt;mso-wrap-distance-bottom:2.88pt" from="111263775,106596150" to="111371775,106668150" o:cliptowrap="t">
                  <v:shadow color="#ccc"/>
                </v:line>
                <v:line id="_x0000_s1686" style="position:absolute;flip:x;mso-wrap-distance-left:2.88pt;mso-wrap-distance-top:2.88pt;mso-wrap-distance-right:2.88pt;mso-wrap-distance-bottom:2.88pt" from="111263775,106596150" to="111443775,106740150" o:cliptowrap="t">
                  <v:shadow color="#ccc"/>
                </v:line>
                <v:line id="_x0000_s1687" style="position:absolute;flip:x;mso-wrap-distance-left:2.88pt;mso-wrap-distance-top:2.88pt;mso-wrap-distance-right:2.88pt;mso-wrap-distance-bottom:2.88pt" from="111263775,106632150" to="111515775,106812150" o:cliptowrap="t">
                  <v:shadow color="#ccc"/>
                </v:line>
                <v:line id="_x0000_s1688" style="position:absolute;flip:x;mso-wrap-distance-left:2.88pt;mso-wrap-distance-top:2.88pt;mso-wrap-distance-right:2.88pt;mso-wrap-distance-bottom:2.88pt" from="111371775,106704150" to="111515775,106812150" o:cliptowrap="t">
                  <v:shadow color="#ccc"/>
                </v:line>
                <v:line id="_x0000_s1689" style="position:absolute;flip:x;mso-wrap-distance-left:2.88pt;mso-wrap-distance-top:2.88pt;mso-wrap-distance-right:2.88pt;mso-wrap-distance-bottom:2.88pt" from="111695775,106596150" to="111767775,106668150" o:cliptowrap="t">
                  <v:shadow color="#ccc"/>
                </v:line>
                <v:line id="_x0000_s1690" style="position:absolute;flip:x;mso-wrap-distance-left:2.88pt;mso-wrap-distance-top:2.88pt;mso-wrap-distance-right:2.88pt;mso-wrap-distance-bottom:2.88pt" from="111695775,106596150" to="111875775,106740150" o:cliptowrap="t">
                  <v:shadow color="#ccc"/>
                </v:line>
                <v:line id="_x0000_s1691" style="position:absolute;flip:x;mso-wrap-distance-left:2.88pt;mso-wrap-distance-top:2.88pt;mso-wrap-distance-right:2.88pt;mso-wrap-distance-bottom:2.88pt" from="111731775,106596150" to="111947775,106812150" o:cliptowrap="t">
                  <v:shadow color="#ccc"/>
                </v:line>
                <v:line id="_x0000_s1692" style="position:absolute;flip:x;mso-wrap-distance-left:2.88pt;mso-wrap-distance-top:2.88pt;mso-wrap-distance-right:2.88pt;mso-wrap-distance-bottom:2.88pt" from="111839775,106694625" to="111947775,106802625" o:cliptowrap="t">
                  <v:shadow color="#ccc"/>
                </v:line>
              </v:group>
              <v:group id="_x0000_s1693" style="position:absolute;left:110939775;top:106787925;width:892575;height:1341525" coordorigin="110903775,106916925" coordsize="892575,1341525">
                <v:line id="_x0000_s1694" style="position:absolute;mso-wrap-distance-left:2.88pt;mso-wrap-distance-top:2.88pt;mso-wrap-distance-right:2.88pt;mso-wrap-distance-bottom:2.88pt" from="111047775,107636925" to="111155775,108248925" o:cliptowrap="t">
                  <v:shadow color="#ccc"/>
                </v:line>
                <v:line id="_x0000_s1695" style="position:absolute;flip:x;mso-wrap-distance-left:2.88pt;mso-wrap-distance-top:2.88pt;mso-wrap-distance-right:2.88pt;mso-wrap-distance-bottom:2.88pt" from="111443775,107636925" to="111587775,108258450" o:cliptowrap="t">
                  <v:shadow color="#ccc"/>
                </v:line>
                <v:oval id="_x0000_s1696" style="position:absolute;left:110941875;top:107420925;width:756000;height:26895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line id="_x0000_s1697" style="position:absolute;flip:x;mso-wrap-distance-left:2.88pt;mso-wrap-distance-top:2.88pt;mso-wrap-distance-right:2.88pt;mso-wrap-distance-bottom:2.88pt" from="110903775,107600925" to="111011775,107636925" o:cliptowrap="t">
                  <v:shadow color="#ccc"/>
                </v:line>
                <v:line id="_x0000_s1698" style="position:absolute;mso-wrap-distance-left:2.88pt;mso-wrap-distance-top:2.88pt;mso-wrap-distance-right:2.88pt;mso-wrap-distance-bottom:2.88pt" from="110903775,107636925" to="111047775,107672925" o:cliptowrap="t">
                  <v:shadow color="#ccc"/>
                </v:line>
                <v:line id="_x0000_s1699" style="position:absolute;mso-wrap-distance-left:2.88pt;mso-wrap-distance-top:2.88pt;mso-wrap-distance-right:2.88pt;mso-wrap-distance-bottom:2.88pt" from="111623775,107636925" to="111767775,107672925" o:cliptowrap="t">
                  <v:shadow color="#ccc"/>
                </v:line>
                <v:line id="_x0000_s1700" style="position:absolute;flip:x;mso-wrap-distance-left:2.88pt;mso-wrap-distance-top:2.88pt;mso-wrap-distance-right:2.88pt;mso-wrap-distance-bottom:2.88pt" from="111580350,107672925" to="111796350,107744925" o:cliptowrap="t">
                  <v:shadow color="#ccc"/>
                </v:line>
                <v:group id="_x0000_s1701" style="position:absolute;left:110975774;top:106916925;width:612001;height:536775" coordorigin="111914164,108825620" coordsize="887590,783720">
                  <v:shape id="_x0000_s1702" style="position:absolute;left:111914164;top:108825620;width:495300;height:745620;mso-wrap-distance-left:2.88pt;mso-wrap-distance-top:2.88pt;mso-wrap-distance-right:2.88pt;mso-wrap-distance-bottom:2.88pt" coordsize="495300,745620" path="m428625,745620hdc431800,694820,438150,644119,438150,593220v,-10040,-6767,-18921,-9525,-28575c425029,552058,426362,537437,419100,526545v-6350,-9525,-18336,-13930,-28575,-19050c375300,499882,338092,492514,323850,488445v-9654,-2758,-19050,-6350,-28575,-9525c282575,482095,267397,480267,257175,488445v-7840,6272,-7090,18835,-9525,28575c243788,532467,231336,613621,219075,621795v-9525,6350,-18114,14401,-28575,19050c120690,671872,87654,663159,,669420v3175,-9525,2425,-21475,9525,-28575c16625,633745,33610,640300,38100,631320v10040,-20080,5122,-44660,9525,-66675c49594,554800,54715,545810,57150,536070v3927,-15706,5598,-31919,9525,-47625c69110,478705,67025,463948,76200,459870v23391,-10396,50800,-6350,76200,-9525c161925,447170,170996,439711,180975,440820v97167,10796,19581,25577,114300,57150c334710,511115,315496,501926,352425,526545v67733,-8467,70867,10665,95250,-38100c452165,479465,454025,469395,457200,459870v-67728,-45152,10942,17829,-38100,-104775c415371,345773,399505,350060,390525,345570v-73858,-36929,14674,-4634,-57150,-28575c330200,307470,330950,295520,323850,288420v-7100,-7100,-22739,-1355,-28575,-9525c283603,262555,282575,240795,276225,221745v-3175,-9525,-6350,-19050,-9525,-28575c263525,183645,257175,164595,257175,164595v6350,-19050,7911,-40442,19050,-57150c282575,97920,290155,89109,295275,78870,334710,,269255,103612,323850,21720v64350,21450,-5401,-8298,47625,38100c388705,74897,409575,85220,428625,97920v9525,6350,28575,19050,28575,19050c463550,126495,471601,135084,476250,145545v8155,18350,19050,57150,19050,57150c493224,219302,490459,281893,476250,307470v-11119,20014,-38100,57150,-38100,57150e" filled="f" o:cliptowrap="t">
                    <v:shadow color="#ccc"/>
                    <v:path arrowok="t"/>
                  </v:shape>
                  <v:shape id="_x0000_s1703" style="position:absolute;left:112322650;top:109112991;width:479104;height:239174;mso-wrap-distance-left:2.88pt;mso-wrap-distance-top:2.88pt;mso-wrap-distance-right:2.88pt;mso-wrap-distance-bottom:2.88pt" coordsize="479103,239174" path="m1089,239174hdc36288,186376,,228137,48714,201074v20014,-11119,57150,-38100,57150,-38100c112214,153449,120265,144860,124914,134399v8155,-18350,7911,-40442,19050,-57150c150314,67724,157894,58913,163014,48674v4490,-8980,3253,-20735,9525,-28575c179690,11160,191589,7399,201114,1049,319715,20816,213144,,286839,20099v118168,32228,39003,6651,104775,28575c436064,115349,410664,93124,458289,124874v-19050,3175,-48513,-7749,-57150,9525c393899,148879,453884,128565,448764,143924v-1905,5715,-70485,20955,-85725,28575c350339,178849,338122,186276,324939,191549v-18644,7458,-57150,19050,-57150,19050c243218,207089,199138,204849,172539,191549v-73858,-36929,14674,-4634,-57150,-28575c140789,156624,166751,152203,191589,143924v28575,-9525,57150,-19050,85725,-28575c289733,111209,302714,108999,315414,105824v31750,3175,63713,4673,95250,9525c479103,125878,417545,124874,448764,124874e" filled="f" o:cliptowrap="t">
                    <v:shadow color="#ccc"/>
                    <v:path arrowok="t"/>
                  </v:shape>
                  <v:shape id="_x0000_s1704" style="position:absolute;left:112488664;top:109108565;width:82572;height:136872;mso-wrap-distance-left:2.88pt;mso-wrap-distance-top:2.88pt;mso-wrap-distance-right:2.88pt;mso-wrap-distance-bottom:2.88pt" coordsize="82572,136872" path="m33186,136872hdc20557,117928,,103383,23661,79722v7100,-7100,19050,-6350,28575,-9525c55411,60672,57271,50602,61761,41622,82572,,80811,27381,80811,3522e" filled="f" o:cliptowrap="t">
                    <v:shadow color="#ccc"/>
                    <v:path arrowok="t"/>
                  </v:shape>
                  <v:shape id="_x0000_s1705" style="position:absolute;left:112628539;top:109161665;width:66675;height:47625;mso-wrap-distance-left:2.88pt;mso-wrap-distance-top:2.88pt;mso-wrap-distance-right:2.88pt;mso-wrap-distance-bottom:2.88pt" coordsize="66675,47625" path="m,47625hdc6350,38100,9525,25400,19050,19050,29942,11788,44995,14387,57150,9525,61319,7857,63500,3175,66675,e" filled="f" o:cliptowrap="t">
                    <v:shadow color="#ccc"/>
                    <v:path arrowok="t"/>
                  </v:shape>
                  <v:shape id="_x0000_s1706" style="position:absolute;left:112590440;top:109237865;width:66675;height:66675;mso-wrap-distance-left:2.88pt;mso-wrap-distance-top:2.88pt;mso-wrap-distance-right:2.88pt;mso-wrap-distance-bottom:2.88pt" coordsize="66675,66675" path="m,hdc12700,19050,25400,38100,38100,57150v5569,8354,28575,9525,28575,9525e" filled="f" o:cliptowrap="t">
                    <v:shadow color="#ccc"/>
                    <v:path arrowok="t"/>
                  </v:shape>
                  <v:shape id="_x0000_s1707" style="position:absolute;left:112228490;top:108847340;width:114299;height:333375;mso-wrap-distance-left:2.88pt;mso-wrap-distance-top:2.88pt;mso-wrap-distance-right:2.88pt;mso-wrap-distance-bottom:2.88pt" coordsize="114300,333375" path="m9525,hdc6350,9525,,18535,,28575,,54628,18943,64054,28575,85725v8155,18350,12700,38100,19050,57150c53975,161925,60325,180975,66675,200025v3620,10860,13930,18336,19050,28575c96611,250373,99341,283063,104775,304800v2435,9740,9525,28575,9525,28575e" filled="f" o:cliptowrap="t">
                    <v:shadow color="#ccc"/>
                    <v:path arrowok="t"/>
                  </v:shape>
                  <v:shape id="_x0000_s1708" style="position:absolute;left:112295165;top:108914015;width:22061;height:114300;mso-wrap-distance-left:2.88pt;mso-wrap-distance-top:2.88pt;mso-wrap-distance-right:2.88pt;mso-wrap-distance-bottom:2.88pt" coordsize="22062,114300" path="m,114300hdc3175,95250,5335,76003,9525,57150,22062,733,19050,56456,19050,e" filled="f" o:cliptowrap="t">
                    <v:shadow color="#ccc"/>
                    <v:path arrowok="t"/>
                  </v:shape>
                  <v:shape id="_x0000_s1709" style="position:absolute;left:112344664;top:109000565;width:22063;height:114300;mso-wrap-distance-left:2.88pt;mso-wrap-distance-top:2.88pt;mso-wrap-distance-right:2.88pt;mso-wrap-distance-bottom:2.88pt" coordsize="22062,114300" path="m,114300hdc3175,95250,5335,76003,9525,57150,22062,733,19050,56456,19050,e" filled="f" o:cliptowrap="t">
                    <v:shadow color="#ccc"/>
                    <v:path arrowok="t"/>
                  </v:shape>
                  <v:shape id="_x0000_s1710" style="position:absolute;left:112180242;top:108952115;width:124448;height:104775;mso-wrap-distance-left:2.88pt;mso-wrap-distance-top:2.88pt;mso-wrap-distance-right:2.88pt;mso-wrap-distance-bottom:2.88pt" coordsize="124448,104775" path="m124448,104775hdc105398,98425,86348,92075,67298,85725,57773,82550,47077,81769,38723,76200,29198,69850,19673,63500,10148,57150,,6412,623,25714,623,e" filled="f" o:cliptowrap="t">
                    <v:shadow color="#ccc"/>
                    <v:path arrowok="t"/>
                  </v:shape>
                  <v:shape id="_x0000_s1711" style="position:absolute;left:112218965;top:109100993;width:114300;height:41622;mso-wrap-distance-left:2.88pt;mso-wrap-distance-top:2.88pt;mso-wrap-distance-right:2.88pt;mso-wrap-distance-bottom:2.88pt" coordsize="114300,41622" path="m114300,41622hdc102093,38570,61290,29404,47625,22572,2480,,36758,3522,,3522e" filled="f" o:cliptowrap="t">
                    <v:shadow color="#ccc"/>
                    <v:path arrowok="t"/>
                  </v:shape>
                  <v:shape id="_x0000_s1712" style="position:absolute;left:111933215;top:109304541;width:219075;height:171450;mso-wrap-distance-left:2.88pt;mso-wrap-distance-top:2.88pt;mso-wrap-distance-right:2.88pt;mso-wrap-distance-bottom:2.88pt" coordsize="219075,171450" path="m219075,hdc153571,43669,183645,30860,133350,47625,120650,66675,116970,97535,95250,104775v-9525,3175,-19595,5035,-28575,9525c56436,119420,46894,126021,38100,133350v,,-29633,29633,-38100,38100e" filled="f" o:cliptowrap="t">
                    <v:shadow color="#ccc"/>
                    <v:path arrowok="t"/>
                  </v:shape>
                  <v:shape id="_x0000_s1713" style="position:absolute;left:112056036;top:109338861;width:31796;height:190778;mso-wrap-distance-left:2.88pt;mso-wrap-distance-top:2.88pt;mso-wrap-distance-right:2.88pt;mso-wrap-distance-bottom:2.88pt" coordsize="31797,190779" path="m29579,13305hdc7249,80296,31797,,10529,127605,,190779,1004,136151,1004,165705e" filled="f" o:cliptowrap="t">
                    <v:shadow color="#ccc"/>
                    <v:path arrowok="t"/>
                  </v:shape>
                  <v:shape id="_x0000_s1714" style="position:absolute;left:111990364;top:109295015;width:95251;height:38101;mso-wrap-distance-left:2.88pt;mso-wrap-distance-top:2.88pt;mso-wrap-distance-right:2.88pt;mso-wrap-distance-bottom:2.88pt" coordsize="95250,38100" path="m95250,38100hdc85725,34925,76329,31333,66675,28575,54088,24979,40607,24207,28575,19050,18053,14541,,,,e" filled="f" o:cliptowrap="t">
                    <v:shadow color="#ccc"/>
                    <v:path arrowok="t"/>
                  </v:shape>
                  <v:shape id="_x0000_s1715" style="position:absolute;left:112333264;top:109304541;width:47625;height:304799;mso-wrap-distance-left:2.88pt;mso-wrap-distance-top:2.88pt;mso-wrap-distance-right:2.88pt;mso-wrap-distance-bottom:2.88pt" coordsize="47625,304800" path="m47625,hdc44450,12700,41696,25513,38100,38100v-2758,9654,-8455,18592,-9525,28575c20092,145850,15875,225425,9525,304800,6350,295275,,286265,,276225,,264455,13358,239985,19050,228600e" filled="f" o:cliptowrap="t">
                    <v:shadow color="#ccc"/>
                    <v:path arrowok="t"/>
                  </v:shape>
                </v:group>
              </v:group>
              <v:shape id="_x0000_s1716" style="position:absolute;left:111071025;top:107544767;width:745962;height:87733;mso-wrap-distance-left:2.88pt;mso-wrap-distance-top:2.88pt;mso-wrap-distance-right:2.88pt;mso-wrap-distance-bottom:2.88pt" coordsize="745962,87733" path="m,2008hdc19050,8358,38100,14708,57150,21058v9525,3175,28575,9525,28575,9525c158750,27408,231921,26664,304800,21058v10011,-770,18596,-10634,28575,-9525c353333,13751,371475,24233,390525,30583v10860,3620,18336,13930,28575,19050c435105,57636,470516,64105,485775,68683v19234,5770,57150,19050,57150,19050c571500,84558,601375,87300,628650,78208v21720,-7240,38100,-25400,57150,-38100c745962,,742950,44309,742950,11533e" filled="f" o:cliptowrap="t">
                <v:shadow color="#ccc"/>
                <v:path arrowok="t"/>
              </v:shape>
              <v:rect id="_x0000_s1717" style="position:absolute;left:111443775;top:106579350;width:324000;height:36000;mso-wrap-distance-left:2.88pt;mso-wrap-distance-top:2.88pt;mso-wrap-distance-right:2.88pt;mso-wrap-distance-bottom:2.88pt" strokecolor="white" insetpen="t" o:cliptowrap="t">
                <v:shadow color="#ccc"/>
                <v:textbox inset="2.88pt,2.88pt,2.88pt,2.88pt"/>
              </v:rect>
              <v:oval id="_x0000_s1718" style="position:absolute;left:111515775;top:106056150;width:180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19" style="position:absolute;left:111515775;top:106020150;width:180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20" style="position:absolute;left:111515775;top:106056150;width:180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oval id="_x0000_s1721" style="position:absolute;left:111515775;top:106092150;width:180000;height:3600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oval>
              <v:group id="_x0000_s1722" style="position:absolute;left:111623775;top:107911200;width:720000;height:210554" coordorigin="107771775,108631621" coordsize="720000,210554">
                <v:shape id="_x0000_s1723" style="position:absolute;left:107771775;top:108631621;width:720000;height:210554;mso-wrap-distance-left:2.88pt;mso-wrap-distance-top:2.88pt;mso-wrap-distance-right:2.88pt;mso-wrap-distance-bottom:2.88pt" coordsize="981075,210554" path="m,1004hdc15875,4179,31850,6889,47625,10529v25511,5887,76200,19050,76200,19050c142875,42279,168275,48629,180975,67679v6350,9525,10435,21037,19050,28575c217255,111331,238125,121654,257175,134354v9525,6350,17715,15430,28575,19050c304800,159754,323850,166104,342900,172454v28575,9525,57150,19050,85725,28575c438150,204204,457200,210554,457200,210554v76200,-3175,152542,-3891,228600,-9525c695813,200287,705598,196380,714375,191504v20014,-11119,57150,-38100,57150,-38100c777875,143879,782480,132924,790575,124829v8095,-8095,21037,-10435,28575,-19050c834227,88549,844550,67679,857250,48629v6350,-9525,18114,-14401,28575,-19050c904175,21424,923925,16879,942975,10529,974562,,961510,1004,981075,1004e" filled="f" o:cliptowrap="t">
                  <v:shadow color="#ccc"/>
                  <v:path arrowok="t"/>
                </v:shape>
                <v:oval id="_x0000_s1724" style="position:absolute;left:107949675;top:108648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25" style="position:absolute;left:108057675;top:108648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26" style="position:absolute;left:108131775;top:108684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27" style="position:absolute;left:108004725;top:10870320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28" style="position:absolute;left:108059775;top:10873920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29" style="position:absolute;left:108131775;top:108756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30" style="position:absolute;left:108239775;top:108720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31" style="position:absolute;left:108239775;top:108720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32" style="position:absolute;left:108203775;top:108648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33" style="position:absolute;left:108203775;top:10877310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34" style="position:absolute;left:108311775;top:108684150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</v:group>
            </v:group>
            <v:group id="_x0000_s1735" style="position:absolute;left:107424538;top:106039350;width:1779587;height:2087612" coordorigin="107424538,106039350" coordsize="1779587,2087612">
              <v:group id="_x0000_s1736" style="position:absolute;left:107424538;top:106039350;width:1779587;height:2087612" coordorigin="107424538,106039350" coordsize="1779587,2087612">
                <v:group id="_x0000_s1737" style="position:absolute;left:107424538;top:106039350;width:1779587;height:2087612" coordorigin="107719813,106039350" coordsize="1779587,2087612">
                  <v:shape id="_x0000_s1738" style="position:absolute;left:107719813;top:106500900;width:1779587;height:1626062;mso-wrap-distance-left:2.88pt;mso-wrap-distance-top:2.88pt;mso-wrap-distance-right:2.88pt;mso-wrap-distance-bottom:2.88pt" coordsize="1779587,1407274" path="m741362,7937c578887,5312,382587,,265112,17462,147637,34924,73024,28575,36512,112712,,196849,19462,331537,46037,522287v26575,190750,64938,594438,149925,734925c280949,1397699,345962,1347212,555962,1365212v210000,18000,719875,42062,900000,c1636087,1323150,1590712,1253324,1636712,1112837v46000,-140487,76200,-442913,95250,-590550c1751012,374650,1757362,307974,1751012,227012v-6350,-80962,28575,-153988,-57150,-190500c1608137,,1395412,12700,1236662,7937v-158750,-4763,-392113,,-495300,xe" filled="f" o:cliptowrap="t">
                    <v:shadow color="#ccc"/>
                    <v:path arrowok="t"/>
                  </v:shape>
                  <v:group id="_x0000_s1739" style="position:absolute;left:108427050;top:106039350;width:684000;height:576000" coordorigin="108131775,106344150" coordsize="684000,576000">
                    <v:rect id="_x0000_s1740" style="position:absolute;left:108383775;top:106344150;width:180000;height:576000;mso-wrap-distance-left:2.88pt;mso-wrap-distance-top:2.88pt;mso-wrap-distance-right:2.88pt;mso-wrap-distance-bottom:2.88pt" insetpen="t" o:cliptowrap="t">
                      <v:shadow color="#ccc"/>
                      <v:textbox inset="2.88pt,2.88pt,2.88pt,2.88pt"/>
                    </v:rect>
                    <v:oval id="_x0000_s1741" style="position:absolute;left:108347775;top:106344150;width:216000;height:36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oval>
                    <v:rect id="_x0000_s1742" style="position:absolute;left:108131775;top:106596150;width:252000;height:216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rect id="_x0000_s1743" style="position:absolute;left:108563775;top:106596150;width:252000;height:21600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rect>
                    <v:line id="_x0000_s1744" style="position:absolute;flip:x;mso-wrap-distance-left:2.88pt;mso-wrap-distance-top:2.88pt;mso-wrap-distance-right:2.88pt;mso-wrap-distance-bottom:2.88pt" from="108131775,106596150" to="108239775,106668150" o:cliptowrap="t">
                      <v:shadow color="#ccc"/>
                    </v:line>
                    <v:line id="_x0000_s1745" style="position:absolute;flip:x;mso-wrap-distance-left:2.88pt;mso-wrap-distance-top:2.88pt;mso-wrap-distance-right:2.88pt;mso-wrap-distance-bottom:2.88pt" from="108131775,106596150" to="108311775,106740150" o:cliptowrap="t">
                      <v:shadow color="#ccc"/>
                    </v:line>
                    <v:line id="_x0000_s1746" style="position:absolute;flip:x;mso-wrap-distance-left:2.88pt;mso-wrap-distance-top:2.88pt;mso-wrap-distance-right:2.88pt;mso-wrap-distance-bottom:2.88pt" from="108131775,106632150" to="108383775,106812150" o:cliptowrap="t">
                      <v:shadow color="#ccc"/>
                    </v:line>
                    <v:line id="_x0000_s1747" style="position:absolute;flip:x;mso-wrap-distance-left:2.88pt;mso-wrap-distance-top:2.88pt;mso-wrap-distance-right:2.88pt;mso-wrap-distance-bottom:2.88pt" from="108239775,106704150" to="108383775,106812150" o:cliptowrap="t">
                      <v:shadow color="#ccc"/>
                    </v:line>
                    <v:line id="_x0000_s1748" style="position:absolute;flip:x;mso-wrap-distance-left:2.88pt;mso-wrap-distance-top:2.88pt;mso-wrap-distance-right:2.88pt;mso-wrap-distance-bottom:2.88pt" from="108563775,106596150" to="108635775,106668150" o:cliptowrap="t">
                      <v:shadow color="#ccc"/>
                    </v:line>
                    <v:line id="_x0000_s1749" style="position:absolute;flip:x;mso-wrap-distance-left:2.88pt;mso-wrap-distance-top:2.88pt;mso-wrap-distance-right:2.88pt;mso-wrap-distance-bottom:2.88pt" from="108563775,106596150" to="108743775,106740150" o:cliptowrap="t">
                      <v:shadow color="#ccc"/>
                    </v:line>
                    <v:line id="_x0000_s1750" style="position:absolute;flip:x;mso-wrap-distance-left:2.88pt;mso-wrap-distance-top:2.88pt;mso-wrap-distance-right:2.88pt;mso-wrap-distance-bottom:2.88pt" from="108599775,106596150" to="108815775,106812150" o:cliptowrap="t">
                      <v:shadow color="#ccc"/>
                    </v:line>
                    <v:line id="_x0000_s1751" style="position:absolute;flip:x;mso-wrap-distance-left:2.88pt;mso-wrap-distance-top:2.88pt;mso-wrap-distance-right:2.88pt;mso-wrap-distance-bottom:2.88pt" from="108707775,106694625" to="108815775,106802625" o:cliptowrap="t">
                      <v:shadow color="#ccc"/>
                    </v:line>
                  </v:group>
                  <v:group id="_x0000_s1752" style="position:absolute;left:108023775;top:106743375;width:892575;height:1341525" coordorigin="108023775,106848150" coordsize="892575,1341525">
                    <v:line id="_x0000_s1753" style="position:absolute;mso-wrap-distance-left:2.88pt;mso-wrap-distance-top:2.88pt;mso-wrap-distance-right:2.88pt;mso-wrap-distance-bottom:2.88pt" from="108167775,107568150" to="108275775,108180150" o:cliptowrap="t">
                      <v:shadow color="#ccc"/>
                    </v:line>
                    <v:line id="_x0000_s1754" style="position:absolute;flip:x;mso-wrap-distance-left:2.88pt;mso-wrap-distance-top:2.88pt;mso-wrap-distance-right:2.88pt;mso-wrap-distance-bottom:2.88pt" from="108563775,107568150" to="108707775,108189675" o:cliptowrap="t">
                      <v:shadow color="#ccc"/>
                    </v:line>
                    <v:oval id="_x0000_s1755" style="position:absolute;left:108061875;top:107352150;width:756000;height:268950;mso-wrap-distance-left:2.88pt;mso-wrap-distance-top:2.88pt;mso-wrap-distance-right:2.88pt;mso-wrap-distance-bottom:2.88pt" filled="f" insetpen="t" o:cliptowrap="t">
                      <v:shadow color="#ccc"/>
                      <v:textbox inset="2.88pt,2.88pt,2.88pt,2.88pt"/>
                    </v:oval>
                    <v:line id="_x0000_s1756" style="position:absolute;flip:x;mso-wrap-distance-left:2.88pt;mso-wrap-distance-top:2.88pt;mso-wrap-distance-right:2.88pt;mso-wrap-distance-bottom:2.88pt" from="108023775,107532150" to="108131775,107568150" o:cliptowrap="t">
                      <v:shadow color="#ccc"/>
                    </v:line>
                    <v:line id="_x0000_s1757" style="position:absolute;mso-wrap-distance-left:2.88pt;mso-wrap-distance-top:2.88pt;mso-wrap-distance-right:2.88pt;mso-wrap-distance-bottom:2.88pt" from="108023775,107568150" to="108167775,107604150" o:cliptowrap="t">
                      <v:shadow color="#ccc"/>
                    </v:line>
                    <v:line id="_x0000_s1758" style="position:absolute;mso-wrap-distance-left:2.88pt;mso-wrap-distance-top:2.88pt;mso-wrap-distance-right:2.88pt;mso-wrap-distance-bottom:2.88pt" from="108743775,107568150" to="108887775,107604150" o:cliptowrap="t">
                      <v:shadow color="#ccc"/>
                    </v:line>
                    <v:line id="_x0000_s1759" style="position:absolute;flip:x;mso-wrap-distance-left:2.88pt;mso-wrap-distance-top:2.88pt;mso-wrap-distance-right:2.88pt;mso-wrap-distance-bottom:2.88pt" from="108700350,107604150" to="108916350,107676150" o:cliptowrap="t">
                      <v:shadow color="#ccc"/>
                    </v:line>
                    <v:group id="_x0000_s1760" style="position:absolute;left:108095775;top:106848150;width:612000;height:536775" coordorigin="107737275,108725205" coordsize="887589,783720">
                      <v:shape id="_x0000_s1761" style="position:absolute;left:107737275;top:108725205;width:495300;height:745620;mso-wrap-distance-left:2.88pt;mso-wrap-distance-top:2.88pt;mso-wrap-distance-right:2.88pt;mso-wrap-distance-bottom:2.88pt" coordsize="495300,745620" path="m428625,745620hdc431800,694820,438150,644119,438150,593220v,-10040,-6767,-18921,-9525,-28575c425029,552058,426362,537437,419100,526545v-6350,-9525,-18336,-13930,-28575,-19050c375300,499882,338092,492514,323850,488445v-9654,-2758,-19050,-6350,-28575,-9525c282575,482095,267397,480267,257175,488445v-7840,6272,-7090,18835,-9525,28575c243788,532467,231336,613621,219075,621795v-9525,6350,-18114,14401,-28575,19050c120690,671872,87654,663159,,669420v3175,-9525,2425,-21475,9525,-28575c16625,633745,33610,640300,38100,631320v10040,-20080,5122,-44660,9525,-66675c49594,554800,54715,545810,57150,536070v3927,-15706,5598,-31919,9525,-47625c69110,478705,67025,463948,76200,459870v23391,-10396,50800,-6350,76200,-9525c161925,447170,170996,439711,180975,440820v97167,10796,19581,25577,114300,57150c334710,511115,315496,501926,352425,526545v67733,-8467,70867,10665,95250,-38100c452165,479465,454025,469395,457200,459870v-67728,-45152,10942,17829,-38100,-104775c415371,345773,399505,350060,390525,345570v-73858,-36929,14674,-4634,-57150,-28575c330200,307470,330950,295520,323850,288420v-7100,-7100,-22739,-1355,-28575,-9525c283603,262555,282575,240795,276225,221745v-3175,-9525,-6350,-19050,-9525,-28575c263525,183645,257175,164595,257175,164595v6350,-19050,7911,-40442,19050,-57150c282575,97920,290155,89109,295275,78870,334710,,269255,103612,323850,21720v64350,21450,-5401,-8298,47625,38100c388705,74897,409575,85220,428625,97920v9525,6350,28575,19050,28575,19050c463550,126495,471601,135084,476250,145545v8155,18350,19050,57150,19050,57150c493224,219302,490459,281893,476250,307470v-11119,20014,-38100,57150,-38100,57150e" filled="f" o:cliptowrap="t">
                        <v:shadow color="#ccc"/>
                        <v:path arrowok="t"/>
                      </v:shape>
                      <v:shape id="_x0000_s1762" style="position:absolute;left:108145761;top:109012576;width:479103;height:239174;mso-wrap-distance-left:2.88pt;mso-wrap-distance-top:2.88pt;mso-wrap-distance-right:2.88pt;mso-wrap-distance-bottom:2.88pt" coordsize="479103,239174" path="m1089,239174hdc36288,186376,,228137,48714,201074v20014,-11119,57150,-38100,57150,-38100c112214,153449,120265,144860,124914,134399v8155,-18350,7911,-40442,19050,-57150c150314,67724,157894,58913,163014,48674v4490,-8980,3253,-20735,9525,-28575c179690,11160,191589,7399,201114,1049,319715,20816,213144,,286839,20099v118168,32228,39003,6651,104775,28575c436064,115349,410664,93124,458289,124874v-19050,3175,-48513,-7749,-57150,9525c393899,148879,453884,128565,448764,143924v-1905,5715,-70485,20955,-85725,28575c350339,178849,338122,186276,324939,191549v-18644,7458,-57150,19050,-57150,19050c243218,207089,199138,204849,172539,191549v-73858,-36929,14674,-4634,-57150,-28575c140789,156624,166751,152203,191589,143924v28575,-9525,57150,-19050,85725,-28575c289733,111209,302714,108999,315414,105824v31750,3175,63713,4673,95250,9525c479103,125878,417545,124874,448764,124874e" filled="f" o:cliptowrap="t">
                        <v:shadow color="#ccc"/>
                        <v:path arrowok="t"/>
                      </v:shape>
                      <v:shape id="_x0000_s1763" style="position:absolute;left:108311775;top:109008150;width:82572;height:136872;mso-wrap-distance-left:2.88pt;mso-wrap-distance-top:2.88pt;mso-wrap-distance-right:2.88pt;mso-wrap-distance-bottom:2.88pt" coordsize="82572,136872" path="m33186,136872hdc20557,117928,,103383,23661,79722v7100,-7100,19050,-6350,28575,-9525c55411,60672,57271,50602,61761,41622,82572,,80811,27381,80811,3522e" filled="f" o:cliptowrap="t">
                        <v:shadow color="#ccc"/>
                        <v:path arrowok="t"/>
                      </v:shape>
                      <v:shape id="_x0000_s1764" style="position:absolute;left:108451650;top:109061250;width:66675;height:47625;mso-wrap-distance-left:2.88pt;mso-wrap-distance-top:2.88pt;mso-wrap-distance-right:2.88pt;mso-wrap-distance-bottom:2.88pt" coordsize="66675,47625" path="m,47625hdc6350,38100,9525,25400,19050,19050,29942,11788,44995,14387,57150,9525,61319,7857,63500,3175,66675,e" filled="f" o:cliptowrap="t">
                        <v:shadow color="#ccc"/>
                        <v:path arrowok="t"/>
                      </v:shape>
                      <v:shape id="_x0000_s1765" style="position:absolute;left:108413550;top:109137450;width:66675;height:66675;mso-wrap-distance-left:2.88pt;mso-wrap-distance-top:2.88pt;mso-wrap-distance-right:2.88pt;mso-wrap-distance-bottom:2.88pt" coordsize="66675,66675" path="m,hdc12700,19050,25400,38100,38100,57150v5569,8354,28575,9525,28575,9525e" filled="f" o:cliptowrap="t">
                        <v:shadow color="#ccc"/>
                        <v:path arrowok="t"/>
                      </v:shape>
                      <v:shape id="_x0000_s1766" style="position:absolute;left:108051600;top:108746925;width:114300;height:333375;mso-wrap-distance-left:2.88pt;mso-wrap-distance-top:2.88pt;mso-wrap-distance-right:2.88pt;mso-wrap-distance-bottom:2.88pt" coordsize="114300,333375" path="m9525,hdc6350,9525,,18535,,28575,,54628,18943,64054,28575,85725v8155,18350,12700,38100,19050,57150c53975,161925,60325,180975,66675,200025v3620,10860,13930,18336,19050,28575c96611,250373,99341,283063,104775,304800v2435,9740,9525,28575,9525,28575e" filled="f" o:cliptowrap="t">
                        <v:shadow color="#ccc"/>
                        <v:path arrowok="t"/>
                      </v:shape>
                      <v:shape id="_x0000_s1767" style="position:absolute;left:108118275;top:108813600;width:22062;height:114300;mso-wrap-distance-left:2.88pt;mso-wrap-distance-top:2.88pt;mso-wrap-distance-right:2.88pt;mso-wrap-distance-bottom:2.88pt" coordsize="22062,114300" path="m,114300hdc3175,95250,5335,76003,9525,57150,22062,733,19050,56456,19050,e" filled="f" o:cliptowrap="t">
                        <v:shadow color="#ccc"/>
                        <v:path arrowok="t"/>
                      </v:shape>
                      <v:shape id="_x0000_s1768" style="position:absolute;left:108167775;top:108900150;width:22062;height:114300;mso-wrap-distance-left:2.88pt;mso-wrap-distance-top:2.88pt;mso-wrap-distance-right:2.88pt;mso-wrap-distance-bottom:2.88pt" coordsize="22062,114300" path="m,114300hdc3175,95250,5335,76003,9525,57150,22062,733,19050,56456,19050,e" filled="f" o:cliptowrap="t">
                        <v:shadow color="#ccc"/>
                        <v:path arrowok="t"/>
                      </v:shape>
                      <v:shape id="_x0000_s1769" style="position:absolute;left:108003352;top:108851700;width:124448;height:104775;mso-wrap-distance-left:2.88pt;mso-wrap-distance-top:2.88pt;mso-wrap-distance-right:2.88pt;mso-wrap-distance-bottom:2.88pt" coordsize="124448,104775" path="m124448,104775hdc105398,98425,86348,92075,67298,85725,57773,82550,47077,81769,38723,76200,29198,69850,19673,63500,10148,57150,,6412,623,25714,623,e" filled="f" o:cliptowrap="t">
                        <v:shadow color="#ccc"/>
                        <v:path arrowok="t"/>
                      </v:shape>
                      <v:shape id="_x0000_s1770" style="position:absolute;left:108042075;top:109000578;width:114300;height:41622;mso-wrap-distance-left:2.88pt;mso-wrap-distance-top:2.88pt;mso-wrap-distance-right:2.88pt;mso-wrap-distance-bottom:2.88pt" coordsize="114300,41622" path="m114300,41622hdc102093,38570,61290,29404,47625,22572,2480,,36758,3522,,3522e" filled="f" o:cliptowrap="t">
                        <v:shadow color="#ccc"/>
                        <v:path arrowok="t"/>
                      </v:shape>
                      <v:shape id="_x0000_s1771" style="position:absolute;left:107756325;top:109204125;width:219075;height:171450;mso-wrap-distance-left:2.88pt;mso-wrap-distance-top:2.88pt;mso-wrap-distance-right:2.88pt;mso-wrap-distance-bottom:2.88pt" coordsize="219075,171450" path="m219075,hdc153571,43669,183645,30860,133350,47625,120650,66675,116970,97535,95250,104775v-9525,3175,-19595,5035,-28575,9525c56436,119420,46894,126021,38100,133350v,,-29633,29633,-38100,38100e" filled="f" o:cliptowrap="t">
                        <v:shadow color="#ccc"/>
                        <v:path arrowok="t"/>
                      </v:shape>
                      <v:shape id="_x0000_s1772" style="position:absolute;left:107879146;top:109238445;width:31797;height:190779;mso-wrap-distance-left:2.88pt;mso-wrap-distance-top:2.88pt;mso-wrap-distance-right:2.88pt;mso-wrap-distance-bottom:2.88pt" coordsize="31797,190779" path="m29579,13305hdc7249,80296,31797,,10529,127605,,190779,1004,136151,1004,165705e" filled="f" o:cliptowrap="t">
                        <v:shadow color="#ccc"/>
                        <v:path arrowok="t"/>
                      </v:shape>
                      <v:shape id="_x0000_s1773" style="position:absolute;left:107813475;top:109194600;width:95250;height:38100;mso-wrap-distance-left:2.88pt;mso-wrap-distance-top:2.88pt;mso-wrap-distance-right:2.88pt;mso-wrap-distance-bottom:2.88pt" coordsize="95250,38100" path="m95250,38100hdc85725,34925,76329,31333,66675,28575,54088,24979,40607,24207,28575,19050,18053,14541,,,,e" filled="f" o:cliptowrap="t">
                        <v:shadow color="#ccc"/>
                        <v:path arrowok="t"/>
                      </v:shape>
                      <v:shape id="_x0000_s1774" style="position:absolute;left:108156375;top:109204125;width:47625;height:304800;mso-wrap-distance-left:2.88pt;mso-wrap-distance-top:2.88pt;mso-wrap-distance-right:2.88pt;mso-wrap-distance-bottom:2.88pt" coordsize="47625,304800" path="m47625,hdc44450,12700,41696,25513,38100,38100v-2758,9654,-8455,18592,-9525,28575c20092,145850,15875,225425,9525,304800,6350,295275,,286265,,276225,,264455,13358,239985,19050,228600e" filled="f" o:cliptowrap="t">
                        <v:shadow color="#ccc"/>
                        <v:path arrowok="t"/>
                      </v:shape>
                    </v:group>
                  </v:group>
                  <v:rect id="_x0000_s1775" style="position:absolute;left:108616725;top:106596150;width:324000;height:36000;mso-wrap-distance-left:2.88pt;mso-wrap-distance-top:2.88pt;mso-wrap-distance-right:2.88pt;mso-wrap-distance-bottom:2.88pt" strokecolor="white" insetpen="t" o:cliptowrap="t">
                    <v:shadow color="#ccc"/>
                    <v:textbox inset="2.88pt,2.88pt,2.88pt,2.88pt"/>
                  </v:rect>
                </v:group>
                <v:oval id="_x0000_s1776" style="position:absolute;left:108419775;top:106056150;width:108000;height:3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77" style="position:absolute;left:108347775;top:106092150;width:180000;height:3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78" style="position:absolute;left:108383775;top:106056150;width:180000;height:3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79" style="position:absolute;left:108383775;top:106092150;width:180000;height:360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</v:group>
              <v:group id="_x0000_s1780" style="position:absolute;left:108419775;top:107856150;width:612000;height:210554" coordorigin="108311775,107856150" coordsize="720000,210554">
                <v:shape id="_x0000_s1781" style="position:absolute;left:108311775;top:107856150;width:720000;height:210554;mso-wrap-distance-left:2.88pt;mso-wrap-distance-top:2.88pt;mso-wrap-distance-right:2.88pt;mso-wrap-distance-bottom:2.88pt" coordsize="981075,210554" path="m,1004hdc15875,4179,31850,6889,47625,10529v25511,5887,76200,19050,76200,19050c142875,42279,168275,48629,180975,67679v6350,9525,10435,21037,19050,28575c217255,111331,238125,121654,257175,134354v9525,6350,17715,15430,28575,19050c304800,159754,323850,166104,342900,172454v28575,9525,57150,19050,85725,28575c438150,204204,457200,210554,457200,210554v76200,-3175,152542,-3891,228600,-9525c695813,200287,705598,196380,714375,191504v20014,-11119,57150,-38100,57150,-38100c777875,143879,782480,132924,790575,124829v8095,-8095,21037,-10435,28575,-19050c834227,88549,844550,67679,857250,48629v6350,-9525,18114,-14401,28575,-19050c904175,21424,923925,16879,942975,10529,974562,,961510,1004,981075,1004e" filled="f" o:cliptowrap="t">
                  <v:shadow color="#ccc"/>
                  <v:path arrowok="t"/>
                </v:shape>
                <v:oval id="_x0000_s1782" style="position:absolute;left:108489675;top:107872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3" style="position:absolute;left:108597675;top:107872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4" style="position:absolute;left:108671775;top:107908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5" style="position:absolute;left:108544725;top:10792772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6" style="position:absolute;left:108599775;top:10796372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7" style="position:absolute;left:108671775;top:107980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8" style="position:absolute;left:108779775;top:107944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89" style="position:absolute;left:108779775;top:107944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90" style="position:absolute;left:108743775;top:107872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91" style="position:absolute;left:108743775;top:10799762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  <v:oval id="_x0000_s1792" style="position:absolute;left:108851775;top:107908679;width:36000;height:50400;mso-wrap-distance-left:2.88pt;mso-wrap-distance-top:2.88pt;mso-wrap-distance-right:2.88pt;mso-wrap-distance-bottom:2.88pt" filled="f" insetpen="t" o:cliptowrap="t">
                  <v:shadow color="#ccc"/>
                  <v:textbox inset="2.88pt,2.88pt,2.88pt,2.88pt"/>
                </v:oval>
              </v:group>
            </v:group>
            <v:line id="_x0000_s1793" style="position:absolute;mso-wrap-distance-left:2.88pt;mso-wrap-distance-top:2.88pt;mso-wrap-distance-right:2.88pt;mso-wrap-distance-bottom:2.88pt" from="109175775,106776150" to="109715775,106776150" o:cliptowrap="t">
              <v:shadow color="#ccc"/>
            </v:line>
            <v:line id="_x0000_s1794" style="position:absolute;mso-wrap-distance-left:2.88pt;mso-wrap-distance-top:2.88pt;mso-wrap-distance-right:2.88pt;mso-wrap-distance-bottom:2.88pt" from="110219775,106776150" to="110795775,106776150" o:cliptowrap="t">
              <v:shadow color="#ccc"/>
            </v:line>
            <v:line id="_x0000_s1795" style="position:absolute;mso-wrap-distance-left:2.88pt;mso-wrap-distance-top:2.88pt;mso-wrap-distance-right:2.88pt;mso-wrap-distance-bottom:2.88pt" from="108131775,107172150" to="109391775,107172150" o:cliptowrap="t">
              <v:shadow color="#ccc"/>
            </v:line>
            <v:line id="_x0000_s1796" style="position:absolute;mso-wrap-distance-left:2.88pt;mso-wrap-distance-top:2.88pt;mso-wrap-distance-right:2.88pt;mso-wrap-distance-bottom:2.88pt" from="110255775,107136150" to="111191775,107136150" o:cliptowrap="t">
              <v:shadow color="#ccc"/>
            </v:line>
            <v:line id="_x0000_s1797" style="position:absolute;mso-wrap-distance-left:2.88pt;mso-wrap-distance-top:2.88pt;mso-wrap-distance-right:2.88pt;mso-wrap-distance-bottom:2.88pt" from="108239775,107640150" to="109355775,107640150" o:cliptowrap="t">
              <v:shadow color="#ccc"/>
            </v:line>
            <v:line id="_x0000_s1798" style="position:absolute;mso-wrap-distance-left:2.88pt;mso-wrap-distance-top:2.88pt;mso-wrap-distance-right:2.88pt;mso-wrap-distance-bottom:2.88pt" from="109967775,107676150" to="111371775,107676150" o:cliptowrap="t">
              <v:shadow color="#ccc"/>
            </v:line>
            <v:line id="_x0000_s1799" style="position:absolute;mso-wrap-distance-left:2.88pt;mso-wrap-distance-top:2.88pt;mso-wrap-distance-right:2.88pt;mso-wrap-distance-bottom:2.88pt" from="108779775,108000150" to="109247775,108000150" o:cliptowrap="t">
              <v:shadow color="#ccc"/>
            </v:line>
            <v:line id="_x0000_s1800" style="position:absolute;mso-wrap-distance-left:2.88pt;mso-wrap-distance-top:2.88pt;mso-wrap-distance-right:2.88pt;mso-wrap-distance-bottom:2.88pt" from="111983775,108000150" to="112451775,108000150" o:cliptowrap="t">
              <v:shadow color="#ccc"/>
            </v:line>
            <v:shape id="_x0000_s1801" type="#_x0000_t202" style="position:absolute;left:109679775;top:106632150;width:576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1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Bell jar</w:t>
                    </w:r>
                  </w:p>
                </w:txbxContent>
              </v:textbox>
            </v:shape>
            <v:shape id="_x0000_s1802" type="#_x0000_t202" style="position:absolute;left:109391775;top:107020725;width:104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2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Potted plant</w:t>
                    </w:r>
                  </w:p>
                </w:txbxContent>
              </v:textbox>
            </v:shape>
            <v:shape id="_x0000_s1803" type="#_x0000_t202" style="position:absolute;left:109499775;top:107280150;width:104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3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Polythene bag</w:t>
                    </w:r>
                  </w:p>
                </w:txbxContent>
              </v:textbox>
            </v:shape>
            <v:line id="_x0000_s1804" style="position:absolute;mso-wrap-distance-left:2.88pt;mso-wrap-distance-top:2.88pt;mso-wrap-distance-right:2.88pt;mso-wrap-distance-bottom:2.88pt" from="108311775,107388150" to="109427775,107388150" o:cliptowrap="t">
              <v:shadow color="#ccc"/>
            </v:line>
            <v:line id="_x0000_s1805" style="position:absolute;mso-wrap-distance-left:2.88pt;mso-wrap-distance-top:2.88pt;mso-wrap-distance-right:2.88pt;mso-wrap-distance-bottom:2.88pt" from="110363775,107388150" to="111335775,107388150" o:cliptowrap="t">
              <v:shadow color="#ccc"/>
            </v:line>
            <v:shape id="_x0000_s1806" type="#_x0000_t202" style="position:absolute;left:109463775;top:107532150;width:104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6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Soil</w:t>
                    </w:r>
                  </w:p>
                </w:txbxContent>
              </v:textbox>
            </v:shape>
            <v:shape id="_x0000_s1807" type="#_x0000_t202" style="position:absolute;left:109247775;top:107856150;width:1044000;height:648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7;mso-column-margin:2mm" inset="2.88pt,2.88pt,2.88pt,2.88pt">
                <w:txbxContent>
                  <w:p w:rsidR="00DB0331" w:rsidRPr="005562D4" w:rsidRDefault="00DB0331">
                    <w:pPr>
                      <w:widowControl w:val="0"/>
                      <w:rPr>
                        <w:sz w:val="22"/>
                        <w:szCs w:val="22"/>
                      </w:rPr>
                    </w:pPr>
                    <w:r w:rsidRPr="005562D4">
                      <w:rPr>
                        <w:sz w:val="22"/>
                        <w:szCs w:val="22"/>
                      </w:rPr>
                      <w:t>Sodium hydroxide pellets (NaOH pellets</w:t>
                    </w:r>
                  </w:p>
                </w:txbxContent>
              </v:textbox>
            </v:shape>
            <v:shape id="_x0000_s1808" type="#_x0000_t202" style="position:absolute;left:108851775;top:105912150;width:104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8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NaOH pellets</w:t>
                    </w:r>
                  </w:p>
                </w:txbxContent>
              </v:textbox>
            </v:shape>
            <v:shape id="_x0000_s1809" type="#_x0000_t202" style="position:absolute;left:111875775;top:105912150;width:104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09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Cotton wool</w:t>
                    </w:r>
                  </w:p>
                </w:txbxContent>
              </v:textbox>
            </v:shape>
            <v:line id="_x0000_s1810" style="position:absolute;mso-wrap-distance-left:2.88pt;mso-wrap-distance-top:2.88pt;mso-wrap-distance-right:2.88pt;mso-wrap-distance-bottom:2.88pt" from="108527775,106056150" to="108851775,106056150" o:cliptowrap="t">
              <v:shadow color="#ccc"/>
            </v:line>
            <v:line id="_x0000_s1811" style="position:absolute;mso-wrap-distance-left:2.88pt;mso-wrap-distance-top:2.88pt;mso-wrap-distance-right:2.88pt;mso-wrap-distance-bottom:2.88pt" from="111587775,106048725" to="111911775,106048725" o:cliptowrap="t">
              <v:shadow color="#ccc"/>
            </v:line>
            <v:shape id="_x0000_s1812" type="#_x0000_t202" style="position:absolute;left:112487775;top:107856150;width:50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12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Water</w:t>
                    </w:r>
                  </w:p>
                </w:txbxContent>
              </v:textbox>
            </v:shape>
            <v:shape id="_x0000_s1813" type="#_x0000_t202" style="position:absolute;left:111443775;top:108180150;width:50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13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‘2’</w:t>
                    </w:r>
                  </w:p>
                </w:txbxContent>
              </v:textbox>
            </v:shape>
            <v:shape id="_x0000_s1814" type="#_x0000_t202" style="position:absolute;left:107987775;top:108144150;width:504000;height:252000;mso-wrap-distance-left:2.88pt;mso-wrap-distance-top:2.88pt;mso-wrap-distance-right:2.88pt;mso-wrap-distance-bottom:2.88pt" filled="f" stroked="f" insetpen="t" o:cliptowrap="t">
              <v:shadow color="#ccc"/>
              <v:textbox style="mso-next-textbox:#_x0000_s1814;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‘1’</w:t>
                    </w:r>
                  </w:p>
                </w:txbxContent>
              </v:textbox>
            </v:shape>
          </v:group>
        </w:pict>
      </w: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562D4" w:rsidRDefault="005562D4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562D4" w:rsidRDefault="005562D4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562D4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</w:p>
    <w:p w:rsidR="00134EDC" w:rsidRDefault="005562D4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 w:rsidR="00134EDC">
        <w:rPr>
          <w:b w:val="0"/>
          <w:i w:val="0"/>
          <w:sz w:val="26"/>
          <w:szCs w:val="26"/>
        </w:rPr>
        <w:t>(a)</w:t>
      </w:r>
      <w:r w:rsidR="00134EDC">
        <w:rPr>
          <w:b w:val="0"/>
          <w:i w:val="0"/>
          <w:sz w:val="26"/>
          <w:szCs w:val="26"/>
        </w:rPr>
        <w:tab/>
        <w:t>State the biological process being investigated in this experiment.</w:t>
      </w:r>
      <w:r w:rsidR="00134EDC">
        <w:rPr>
          <w:b w:val="0"/>
          <w:i w:val="0"/>
          <w:sz w:val="26"/>
          <w:szCs w:val="26"/>
        </w:rPr>
        <w:tab/>
        <w:t>(1 mark)</w:t>
      </w:r>
    </w:p>
    <w:p w:rsidR="00134EDC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 xml:space="preserve"> …………………………………………………………………………………………….</w:t>
      </w:r>
    </w:p>
    <w:p w:rsidR="00134EDC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5562D4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</w:p>
    <w:p w:rsidR="005562D4" w:rsidRDefault="005562D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5562D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 w:rsidR="00134EDC">
        <w:rPr>
          <w:b w:val="0"/>
          <w:i w:val="0"/>
          <w:sz w:val="26"/>
          <w:szCs w:val="26"/>
        </w:rPr>
        <w:t>(b)</w:t>
      </w:r>
      <w:r w:rsidR="00134EDC">
        <w:rPr>
          <w:b w:val="0"/>
          <w:i w:val="0"/>
          <w:sz w:val="26"/>
          <w:szCs w:val="26"/>
        </w:rPr>
        <w:tab/>
        <w:t>State the function of sodium hydroxide,</w:t>
      </w:r>
      <w:r w:rsidR="00134EDC">
        <w:rPr>
          <w:b w:val="0"/>
          <w:i w:val="0"/>
          <w:sz w:val="26"/>
          <w:szCs w:val="26"/>
        </w:rPr>
        <w:tab/>
        <w:t>(2 marks)</w:t>
      </w:r>
    </w:p>
    <w:p w:rsidR="00134EDC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 w:rsidR="002A4294">
        <w:rPr>
          <w:b w:val="0"/>
          <w:i w:val="0"/>
          <w:sz w:val="26"/>
          <w:szCs w:val="26"/>
        </w:rPr>
        <w:t xml:space="preserve">(i) </w:t>
      </w:r>
      <w:r w:rsidR="007C2744">
        <w:rPr>
          <w:b w:val="0"/>
          <w:i w:val="0"/>
          <w:sz w:val="26"/>
          <w:szCs w:val="26"/>
        </w:rPr>
        <w:t>o</w:t>
      </w:r>
      <w:r>
        <w:rPr>
          <w:b w:val="0"/>
          <w:i w:val="0"/>
          <w:sz w:val="26"/>
          <w:szCs w:val="26"/>
        </w:rPr>
        <w:t>n the path of the incoming air.</w:t>
      </w:r>
    </w:p>
    <w:p w:rsidR="00134EDC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…………</w:t>
      </w:r>
      <w:r w:rsidR="00107BB9">
        <w:rPr>
          <w:b w:val="0"/>
          <w:i w:val="0"/>
          <w:sz w:val="26"/>
          <w:szCs w:val="26"/>
        </w:rPr>
        <w:t>……………………………………………………………………………</w:t>
      </w:r>
    </w:p>
    <w:p w:rsidR="00134EDC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 w:rsidR="002A4294"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>…………</w:t>
      </w:r>
      <w:r w:rsidR="00107BB9">
        <w:rPr>
          <w:b w:val="0"/>
          <w:i w:val="0"/>
          <w:sz w:val="26"/>
          <w:szCs w:val="26"/>
        </w:rPr>
        <w:t>……………………………………………………………………………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(ii) inside the bell jar.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</w:t>
      </w:r>
      <w:r w:rsidR="00107BB9">
        <w:rPr>
          <w:b w:val="0"/>
          <w:i w:val="0"/>
          <w:sz w:val="26"/>
          <w:szCs w:val="26"/>
        </w:rPr>
        <w:t>…………………………………………………………………………………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</w:t>
      </w:r>
      <w:r w:rsidR="00107BB9">
        <w:rPr>
          <w:b w:val="0"/>
          <w:i w:val="0"/>
          <w:sz w:val="26"/>
          <w:szCs w:val="26"/>
        </w:rPr>
        <w:t>………………………………………………………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(c)</w:t>
      </w:r>
      <w:r>
        <w:rPr>
          <w:b w:val="0"/>
          <w:i w:val="0"/>
          <w:sz w:val="26"/>
          <w:szCs w:val="26"/>
        </w:rPr>
        <w:tab/>
        <w:t>Why were the pots covered with polythene bag?</w:t>
      </w:r>
      <w:r>
        <w:rPr>
          <w:b w:val="0"/>
          <w:i w:val="0"/>
          <w:sz w:val="26"/>
          <w:szCs w:val="26"/>
        </w:rPr>
        <w:tab/>
        <w:t>(1 mark)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(d)</w:t>
      </w:r>
      <w:r>
        <w:rPr>
          <w:b w:val="0"/>
          <w:i w:val="0"/>
          <w:sz w:val="26"/>
          <w:szCs w:val="26"/>
        </w:rPr>
        <w:tab/>
        <w:t>What was the need of watering the potted plant at the beginning of the experiment?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(1 mark)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(e)</w:t>
      </w:r>
      <w:r>
        <w:rPr>
          <w:b w:val="0"/>
          <w:i w:val="0"/>
          <w:sz w:val="26"/>
          <w:szCs w:val="26"/>
        </w:rPr>
        <w:tab/>
        <w:t>State four other factors that affect the rate of photosynthesis</w:t>
      </w:r>
      <w:r>
        <w:rPr>
          <w:b w:val="0"/>
          <w:i w:val="0"/>
          <w:sz w:val="26"/>
          <w:szCs w:val="26"/>
        </w:rPr>
        <w:tab/>
        <w:t>(4 marks)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(i)………………………………………….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(ii) ………………………………………...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(iii)………………………………………...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(iv)………………………………………..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(f)</w:t>
      </w:r>
      <w:r>
        <w:rPr>
          <w:b w:val="0"/>
          <w:i w:val="0"/>
          <w:sz w:val="26"/>
          <w:szCs w:val="26"/>
        </w:rPr>
        <w:tab/>
        <w:t>In which set up would the leaf test positive for starch?</w:t>
      </w:r>
      <w:r>
        <w:rPr>
          <w:b w:val="0"/>
          <w:i w:val="0"/>
          <w:sz w:val="26"/>
          <w:szCs w:val="26"/>
        </w:rPr>
        <w:tab/>
        <w:t>(1 mark)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33.</w:t>
      </w:r>
      <w:r>
        <w:rPr>
          <w:b w:val="0"/>
          <w:i w:val="0"/>
          <w:sz w:val="26"/>
          <w:szCs w:val="26"/>
        </w:rPr>
        <w:tab/>
        <w:t xml:space="preserve">In an experiment set up, a seedling was placed horizontally as shown below. Study the </w:t>
      </w:r>
      <w:r>
        <w:rPr>
          <w:b w:val="0"/>
          <w:i w:val="0"/>
          <w:sz w:val="26"/>
          <w:szCs w:val="26"/>
        </w:rPr>
        <w:tab/>
        <w:t>diagram and use it to answer the questions that follow:</w:t>
      </w:r>
    </w:p>
    <w:p w:rsidR="002A4294" w:rsidRDefault="008C08EA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noProof/>
          <w:sz w:val="26"/>
          <w:szCs w:val="26"/>
        </w:rPr>
        <w:pict>
          <v:group id="_x0000_s1662" style="position:absolute;margin-left:44.65pt;margin-top:-.15pt;width:402.2pt;height:106.45pt;z-index:251712000" coordorigin="107226896,111741466" coordsize="5107779,1550684">
            <v:shape id="_x0000_s1663" style="position:absolute;left:107642025;top:112126488;width:4692650;height:559024;mso-wrap-distance-left:2.88pt;mso-wrap-distance-top:2.88pt;mso-wrap-distance-right:2.88pt;mso-wrap-distance-bottom:2.88pt" coordsize="4692650,559024" path="m,525687c79550,488887,750125,464999,1029750,409662v279625,-55337,511650,-149612,648000,-216000c1814100,127274,1806800,22674,1847850,11337,1888900,,1871663,89125,1924050,125637v52387,36512,92075,71438,238125,104775c2308225,263749,2595563,306612,2800350,325662v204787,19050,406400,20637,590550,19050c3575050,343125,3778250,320899,3905250,316137v127000,-4762,122237,-23813,247650,c4278313,339950,4622800,433612,4657725,459012v34925,25400,-201613,12700,-295275,9525c4268788,465362,4202112,443137,4095750,439962v-106362,-3175,-234950,4762,-371475,9525c3587750,454250,3479800,471712,3276600,468537v-203200,-3175,-542925,-14288,-771525,-38100c2276475,406625,2052637,335187,1905000,325662v-147637,-9525,-187325,28575,-285750,47625c1520825,392337,1500187,411387,1314450,439962,1128713,468537,723900,530450,504825,544737,285750,559024,105172,529656,,525687xe" filled="f" o:cliptowrap="t">
              <v:shadow color="#ccc"/>
              <v:path arrowok="t"/>
            </v:shape>
            <v:shape id="_x0000_s1664" style="position:absolute;left:108859746;top:111741466;width:1310694;height:624861;mso-wrap-distance-left:2.88pt;mso-wrap-distance-top:2.88pt;mso-wrap-distance-right:2.88pt;mso-wrap-distance-bottom:2.88pt" coordsize="1310694,624861" path="m119422,207066c172039,156121,203165,58248,337120,29124,471074,,769980,2738,923149,32324v153168,29586,278423,108778,332984,174315c1310694,272176,1280705,364158,1250514,425546v-30190,61388,-92764,128888,-175524,149423c992230,595504,828098,592815,753954,548759,679810,504703,650766,339209,630129,310634v-20637,-28575,4763,52387,,66675c625366,391597,616915,374593,601554,396359v-15361,21766,-24877,73942,-63591,111545c499249,545507,449265,619100,369267,621980,289268,624861,115949,573050,57974,525186,,477323,10039,393709,21418,334798,32798,275887,66805,258012,119422,207066xe" filled="f" o:cliptowrap="t">
              <v:shadow color="#ccc"/>
              <v:path arrowok="t"/>
            </v:shape>
            <v:shape id="_x0000_s1665" style="position:absolute;left:107809875;top:112564725;width:354000;height:42000;mso-wrap-distance-left:2.88pt;mso-wrap-distance-top:2.88pt;mso-wrap-distance-right:2.88pt;mso-wrap-distance-bottom:2.88pt" coordsize="642000,42000" path="m642000,36000v-186000,3000,-372000,6000,-468000,c78000,30000,,,66000,v66000,,285000,18000,504000,36000e" filled="f" o:cliptowrap="t">
              <v:shadow color="#ccc"/>
              <v:path arrowok="t"/>
            </v:shape>
            <v:shape id="_x0000_s1666" style="position:absolute;left:107609700;top:112581675;width:318000;height:42000;mso-wrap-distance-left:2.88pt;mso-wrap-distance-top:2.88pt;mso-wrap-distance-right:2.88pt;mso-wrap-distance-bottom:2.88pt" coordsize="642000,42000" path="m642000,36000v-186000,3000,-372000,6000,-468000,c78000,30000,,,66000,v66000,,285000,18000,504000,36000e" filled="f" o:cliptowrap="t">
              <v:shadow color="#ccc"/>
              <v:path arrowok="t"/>
            </v:shape>
            <v:shape id="_x0000_s1667" style="position:absolute;left:107444550;top:112598625;width:318000;height:42000;mso-wrap-distance-left:2.88pt;mso-wrap-distance-top:2.88pt;mso-wrap-distance-right:2.88pt;mso-wrap-distance-bottom:2.88pt" coordsize="642000,42000" path="m642000,36000v-186000,3000,-372000,6000,-468000,c78000,30000,,,66000,v66000,,285000,18000,504000,36000e" filled="f" o:cliptowrap="t">
              <v:shadow color="#ccc"/>
              <v:path arrowok="t"/>
            </v:shape>
            <v:shape id="_x0000_s1668" style="position:absolute;left:107226896;top:112667994;width:529345;height:37990;rotation:-875993fd;mso-wrap-distance-left:2.88pt;mso-wrap-distance-top:2.88pt;mso-wrap-distance-right:2.88pt;mso-wrap-distance-bottom:2.88pt" coordsize="642000,42000" path="m642000,36000v-186000,3000,-372000,6000,-468000,c78000,30000,,,66000,v66000,,285000,18000,504000,36000e" filled="f" o:cliptowrap="t">
              <v:shadow color="#ccc"/>
              <v:path arrowok="t"/>
            </v:shape>
            <v:shape id="_x0000_s1669" style="position:absolute;left:107505600;top:112597950;width:450000;height:192000;mso-wrap-distance-left:2.88pt;mso-wrap-distance-top:2.88pt;mso-wrap-distance-right:2.88pt;mso-wrap-distance-bottom:2.88pt" coordsize="450000,192000" path="m426000,6000c402000,12000,132000,84000,66000,114000,,144000,6000,192000,30000,186000,54000,180000,150000,102000,210000,78000,270000,54000,450000,,426000,6000xe" filled="f" o:cliptowrap="t">
              <v:shadow color="#ccc"/>
              <v:path arrowok="t"/>
            </v:shape>
            <v:shape id="_x0000_s1670" style="position:absolute;left:107557875;top:112632525;width:450000;height:192000;mso-wrap-distance-left:2.88pt;mso-wrap-distance-top:2.88pt;mso-wrap-distance-right:2.88pt;mso-wrap-distance-bottom:2.88pt" coordsize="450000,192000" path="m426000,6000c402000,12000,132000,84000,66000,114000,,144000,6000,192000,30000,186000,54000,180000,150000,102000,210000,78000,270000,54000,450000,,426000,6000xe" filled="f" o:cliptowrap="t">
              <v:shadow color="#ccc"/>
              <v:path arrowok="t"/>
            </v:shape>
            <v:shape id="_x0000_s1671" style="position:absolute;left:107663775;top:112623000;width:450000;height:192000;mso-wrap-distance-left:2.88pt;mso-wrap-distance-top:2.88pt;mso-wrap-distance-right:2.88pt;mso-wrap-distance-bottom:2.88pt" coordsize="450000,192000" path="m426000,6000c402000,12000,132000,84000,66000,114000,,144000,6000,192000,30000,186000,54000,180000,150000,102000,210000,78000,270000,54000,450000,,426000,6000xe" filled="f" o:cliptowrap="t">
              <v:shadow color="#ccc"/>
              <v:path arrowok="t"/>
            </v:shape>
            <v:line id="_x0000_s1672" style="position:absolute;mso-wrap-distance-left:2.88pt;mso-wrap-distance-top:2.88pt;mso-wrap-distance-right:2.88pt;mso-wrap-distance-bottom:2.88pt" from="107987775,112644150" to="107987775,113004150" o:cliptowrap="t">
              <v:shadow color="#ccc"/>
            </v:line>
            <v:line id="_x0000_s1673" style="position:absolute;mso-wrap-distance-left:2.88pt;mso-wrap-distance-top:2.88pt;mso-wrap-distance-right:2.88pt;mso-wrap-distance-bottom:2.88pt" from="112019775,112680150" to="112019775,113040150" o:cliptowrap="t">
              <v:shadow color="#ccc"/>
            </v:line>
            <v:shape id="_x0000_s1674" type="#_x0000_t202" style="position:absolute;left:107879775;top:112968150;width:252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_x0000_s1675" type="#_x0000_t202" style="position:absolute;left:111947775;top:112968150;width:252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DB0331" w:rsidRDefault="00DB0331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</v:group>
        </w:pic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80206D" w:rsidRDefault="0080206D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(a)</w:t>
      </w:r>
      <w:r>
        <w:rPr>
          <w:b w:val="0"/>
          <w:i w:val="0"/>
          <w:sz w:val="26"/>
          <w:szCs w:val="26"/>
        </w:rPr>
        <w:tab/>
        <w:t xml:space="preserve">Name the parts labeled A and B </w:t>
      </w:r>
      <w:r>
        <w:rPr>
          <w:b w:val="0"/>
          <w:i w:val="0"/>
          <w:sz w:val="26"/>
          <w:szCs w:val="26"/>
        </w:rPr>
        <w:tab/>
        <w:t>(1 mark)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A……………………………………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B…………………………………….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(b)</w:t>
      </w:r>
      <w:r>
        <w:rPr>
          <w:b w:val="0"/>
          <w:i w:val="0"/>
          <w:sz w:val="26"/>
          <w:szCs w:val="26"/>
        </w:rPr>
        <w:tab/>
        <w:t xml:space="preserve">If the seedling is left for three days describe the shape and positions of A and B in terms 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of auxin concentrations.</w:t>
      </w:r>
      <w:r>
        <w:rPr>
          <w:b w:val="0"/>
          <w:i w:val="0"/>
          <w:sz w:val="26"/>
          <w:szCs w:val="26"/>
        </w:rPr>
        <w:tab/>
        <w:t>(7 marks)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…………………………………………………………………………………………….</w:t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(c)</w:t>
      </w:r>
      <w:r>
        <w:rPr>
          <w:b w:val="0"/>
          <w:i w:val="0"/>
          <w:sz w:val="26"/>
          <w:szCs w:val="26"/>
        </w:rPr>
        <w:tab/>
        <w:t xml:space="preserve">Name the tropic </w:t>
      </w:r>
      <w:r w:rsidR="00AE4CBE">
        <w:rPr>
          <w:b w:val="0"/>
          <w:i w:val="0"/>
          <w:sz w:val="26"/>
          <w:szCs w:val="26"/>
        </w:rPr>
        <w:t>response shown by A an</w:t>
      </w:r>
      <w:r>
        <w:rPr>
          <w:b w:val="0"/>
          <w:i w:val="0"/>
          <w:sz w:val="26"/>
          <w:szCs w:val="26"/>
        </w:rPr>
        <w:t>d B as a result of your description in (b) above.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(2 marks)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(i)</w:t>
      </w:r>
      <w:r>
        <w:rPr>
          <w:b w:val="0"/>
          <w:i w:val="0"/>
          <w:sz w:val="26"/>
          <w:szCs w:val="26"/>
        </w:rPr>
        <w:tab/>
        <w:t>A……………………………………………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(ii)</w:t>
      </w:r>
      <w:r>
        <w:rPr>
          <w:b w:val="0"/>
          <w:i w:val="0"/>
          <w:sz w:val="26"/>
          <w:szCs w:val="26"/>
        </w:rPr>
        <w:tab/>
        <w:t>B……………………………………………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A77E45" w:rsidRDefault="00A77E45">
      <w:pPr>
        <w:rPr>
          <w:b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:rsid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rPr>
          <w:i w:val="0"/>
          <w:sz w:val="26"/>
          <w:szCs w:val="26"/>
        </w:rPr>
      </w:pPr>
      <w:r w:rsidRPr="002A4294">
        <w:rPr>
          <w:i w:val="0"/>
          <w:sz w:val="26"/>
          <w:szCs w:val="26"/>
        </w:rPr>
        <w:lastRenderedPageBreak/>
        <w:t>SECTION C (30 MARKS)</w:t>
      </w:r>
    </w:p>
    <w:p w:rsidR="002A4294" w:rsidRPr="002A4294" w:rsidRDefault="002A4294" w:rsidP="002A4294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Choose and attempt any </w:t>
      </w:r>
      <w:r w:rsidRPr="002A4294">
        <w:rPr>
          <w:i w:val="0"/>
          <w:sz w:val="26"/>
          <w:szCs w:val="26"/>
          <w:u w:val="single"/>
        </w:rPr>
        <w:t>two</w:t>
      </w:r>
      <w:r>
        <w:rPr>
          <w:i w:val="0"/>
          <w:sz w:val="26"/>
          <w:szCs w:val="26"/>
        </w:rPr>
        <w:t xml:space="preserve"> questions.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34.</w:t>
      </w:r>
      <w:r>
        <w:rPr>
          <w:b w:val="0"/>
          <w:i w:val="0"/>
          <w:sz w:val="26"/>
          <w:szCs w:val="26"/>
        </w:rPr>
        <w:tab/>
        <w:t>Describe how the human eye is adapted to its function.</w:t>
      </w:r>
      <w:r>
        <w:rPr>
          <w:b w:val="0"/>
          <w:i w:val="0"/>
          <w:sz w:val="26"/>
          <w:szCs w:val="26"/>
        </w:rPr>
        <w:tab/>
        <w:t>(15 marks)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35.</w:t>
      </w:r>
      <w:r>
        <w:rPr>
          <w:b w:val="0"/>
          <w:i w:val="0"/>
          <w:sz w:val="26"/>
          <w:szCs w:val="26"/>
        </w:rPr>
        <w:tab/>
        <w:t>(a)</w:t>
      </w:r>
      <w:r>
        <w:rPr>
          <w:b w:val="0"/>
          <w:i w:val="0"/>
          <w:sz w:val="26"/>
          <w:szCs w:val="26"/>
        </w:rPr>
        <w:tab/>
        <w:t>Which parts of a flower constitute the non essential parts?</w:t>
      </w:r>
      <w:r>
        <w:rPr>
          <w:b w:val="0"/>
          <w:i w:val="0"/>
          <w:sz w:val="26"/>
          <w:szCs w:val="26"/>
        </w:rPr>
        <w:tab/>
        <w:t>(1 mark)</w:t>
      </w:r>
    </w:p>
    <w:p w:rsidR="002A4294" w:rsidRDefault="002A4294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(b)</w:t>
      </w:r>
      <w:r>
        <w:rPr>
          <w:b w:val="0"/>
          <w:i w:val="0"/>
          <w:sz w:val="26"/>
          <w:szCs w:val="26"/>
        </w:rPr>
        <w:tab/>
        <w:t>Outline the difference</w:t>
      </w:r>
      <w:r w:rsidR="00F531B2">
        <w:rPr>
          <w:b w:val="0"/>
          <w:i w:val="0"/>
          <w:sz w:val="26"/>
          <w:szCs w:val="26"/>
        </w:rPr>
        <w:t>s</w:t>
      </w:r>
      <w:r>
        <w:rPr>
          <w:b w:val="0"/>
          <w:i w:val="0"/>
          <w:sz w:val="26"/>
          <w:szCs w:val="26"/>
        </w:rPr>
        <w:t xml:space="preserve"> between the following terms:</w:t>
      </w:r>
      <w:r w:rsidR="00981BEE">
        <w:rPr>
          <w:b w:val="0"/>
          <w:i w:val="0"/>
          <w:sz w:val="26"/>
          <w:szCs w:val="26"/>
        </w:rPr>
        <w:tab/>
        <w:t>(2 marks)</w:t>
      </w:r>
    </w:p>
    <w:p w:rsidR="00981BEE" w:rsidRDefault="00981BEE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(i) Self pollination and cross pollination</w:t>
      </w:r>
    </w:p>
    <w:p w:rsidR="00981BEE" w:rsidRDefault="005416A2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(ii) Protandry and protogy</w:t>
      </w:r>
      <w:r w:rsidR="00981BEE">
        <w:rPr>
          <w:b w:val="0"/>
          <w:i w:val="0"/>
          <w:sz w:val="26"/>
          <w:szCs w:val="26"/>
        </w:rPr>
        <w:t>ny.</w:t>
      </w:r>
    </w:p>
    <w:p w:rsidR="00981BEE" w:rsidRDefault="00981BEE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(c)</w:t>
      </w:r>
      <w:r>
        <w:rPr>
          <w:b w:val="0"/>
          <w:i w:val="0"/>
          <w:sz w:val="26"/>
          <w:szCs w:val="26"/>
        </w:rPr>
        <w:tab/>
        <w:t>Describe the series of events that lead to fertilization in a flowering plant.</w:t>
      </w:r>
      <w:r>
        <w:rPr>
          <w:b w:val="0"/>
          <w:i w:val="0"/>
          <w:sz w:val="26"/>
          <w:szCs w:val="26"/>
        </w:rPr>
        <w:tab/>
        <w:t>(12 marks)</w:t>
      </w:r>
    </w:p>
    <w:p w:rsidR="00981BEE" w:rsidRDefault="00981BEE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36.</w:t>
      </w:r>
      <w:r>
        <w:rPr>
          <w:b w:val="0"/>
          <w:i w:val="0"/>
          <w:sz w:val="26"/>
          <w:szCs w:val="26"/>
        </w:rPr>
        <w:tab/>
        <w:t>(a)</w:t>
      </w:r>
      <w:r>
        <w:rPr>
          <w:b w:val="0"/>
          <w:i w:val="0"/>
          <w:sz w:val="26"/>
          <w:szCs w:val="26"/>
        </w:rPr>
        <w:tab/>
        <w:t>Dr</w:t>
      </w:r>
      <w:r w:rsidR="00D85BC5">
        <w:rPr>
          <w:b w:val="0"/>
          <w:i w:val="0"/>
          <w:sz w:val="26"/>
          <w:szCs w:val="26"/>
        </w:rPr>
        <w:t>aw the internal structure of the</w:t>
      </w:r>
      <w:r w:rsidR="001F7C1F">
        <w:rPr>
          <w:b w:val="0"/>
          <w:i w:val="0"/>
          <w:sz w:val="26"/>
          <w:szCs w:val="26"/>
        </w:rPr>
        <w:t xml:space="preserve"> right</w:t>
      </w:r>
      <w:r w:rsidR="00D85BC5">
        <w:rPr>
          <w:b w:val="0"/>
          <w:i w:val="0"/>
          <w:sz w:val="26"/>
          <w:szCs w:val="26"/>
        </w:rPr>
        <w:t xml:space="preserve"> human kidney.</w:t>
      </w:r>
      <w:r>
        <w:rPr>
          <w:b w:val="0"/>
          <w:i w:val="0"/>
          <w:sz w:val="26"/>
          <w:szCs w:val="26"/>
        </w:rPr>
        <w:tab/>
        <w:t>(3 marks)</w:t>
      </w:r>
    </w:p>
    <w:p w:rsidR="00981BEE" w:rsidRDefault="00637818" w:rsidP="00637818">
      <w:pPr>
        <w:pStyle w:val="Subtitle"/>
        <w:tabs>
          <w:tab w:val="left" w:pos="567"/>
          <w:tab w:val="left" w:pos="993"/>
          <w:tab w:val="left" w:pos="9072"/>
        </w:tabs>
        <w:spacing w:before="240"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  <w:t>(b)</w:t>
      </w:r>
      <w:r>
        <w:rPr>
          <w:b w:val="0"/>
          <w:i w:val="0"/>
          <w:sz w:val="26"/>
          <w:szCs w:val="26"/>
        </w:rPr>
        <w:tab/>
        <w:t>Define the term nephron                                                                                      ( 1 mark)</w:t>
      </w:r>
    </w:p>
    <w:p w:rsidR="00637818" w:rsidRDefault="00637818" w:rsidP="00637818">
      <w:pPr>
        <w:pStyle w:val="Subtitle"/>
        <w:tabs>
          <w:tab w:val="left" w:pos="567"/>
          <w:tab w:val="left" w:pos="993"/>
          <w:tab w:val="left" w:pos="9072"/>
        </w:tabs>
        <w:spacing w:before="240"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         (c)  Describe how the mammalian urinary system produces and excretes urine.     (12 marks)</w:t>
      </w:r>
    </w:p>
    <w:p w:rsidR="00981BEE" w:rsidRDefault="00981BEE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37.</w:t>
      </w:r>
      <w:r>
        <w:rPr>
          <w:b w:val="0"/>
          <w:i w:val="0"/>
          <w:sz w:val="26"/>
          <w:szCs w:val="26"/>
        </w:rPr>
        <w:tab/>
        <w:t>Describe the adaptations of the following organisms to their habitats</w:t>
      </w:r>
      <w:r w:rsidR="00A77E45">
        <w:rPr>
          <w:b w:val="0"/>
          <w:i w:val="0"/>
          <w:sz w:val="26"/>
          <w:szCs w:val="26"/>
        </w:rPr>
        <w:t>:</w:t>
      </w:r>
    </w:p>
    <w:p w:rsidR="00981BEE" w:rsidRDefault="007D64EA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(i) M</w:t>
      </w:r>
      <w:r w:rsidR="00981BEE">
        <w:rPr>
          <w:b w:val="0"/>
          <w:i w:val="0"/>
          <w:sz w:val="26"/>
          <w:szCs w:val="26"/>
        </w:rPr>
        <w:t>esophytes</w:t>
      </w:r>
      <w:r w:rsidR="00981BEE">
        <w:rPr>
          <w:b w:val="0"/>
          <w:i w:val="0"/>
          <w:sz w:val="26"/>
          <w:szCs w:val="26"/>
        </w:rPr>
        <w:tab/>
        <w:t>(8 marks)</w:t>
      </w:r>
    </w:p>
    <w:p w:rsidR="00981BEE" w:rsidRDefault="007D64EA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(ii) H</w:t>
      </w:r>
      <w:r w:rsidR="00981BEE">
        <w:rPr>
          <w:b w:val="0"/>
          <w:i w:val="0"/>
          <w:sz w:val="26"/>
          <w:szCs w:val="26"/>
        </w:rPr>
        <w:t>alophytes.</w:t>
      </w:r>
      <w:r w:rsidR="00981BEE">
        <w:rPr>
          <w:b w:val="0"/>
          <w:i w:val="0"/>
          <w:sz w:val="26"/>
          <w:szCs w:val="26"/>
        </w:rPr>
        <w:tab/>
        <w:t>(7 marks)</w:t>
      </w:r>
    </w:p>
    <w:p w:rsidR="00981BEE" w:rsidRDefault="00981BEE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134EDC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134EDC" w:rsidRDefault="00134EDC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p w:rsidR="005B0677" w:rsidRDefault="005B0677" w:rsidP="00F52BE6">
      <w:pPr>
        <w:pStyle w:val="Subtitle"/>
        <w:tabs>
          <w:tab w:val="left" w:pos="567"/>
          <w:tab w:val="left" w:pos="993"/>
          <w:tab w:val="left" w:pos="9072"/>
        </w:tabs>
        <w:spacing w:line="360" w:lineRule="auto"/>
        <w:jc w:val="left"/>
        <w:rPr>
          <w:b w:val="0"/>
          <w:i w:val="0"/>
          <w:sz w:val="26"/>
          <w:szCs w:val="26"/>
        </w:rPr>
      </w:pPr>
    </w:p>
    <w:sectPr w:rsidR="005B0677" w:rsidSect="00C67A9F">
      <w:type w:val="continuous"/>
      <w:pgSz w:w="12240" w:h="15840" w:code="1"/>
      <w:pgMar w:top="1152" w:right="720" w:bottom="720" w:left="1170" w:header="720" w:footer="720" w:gutter="0"/>
      <w:pgNumType w:fmt="numberInDash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B89" w:rsidRDefault="00A55B89" w:rsidP="004C2927">
      <w:pPr>
        <w:pStyle w:val="Title"/>
      </w:pPr>
      <w:r>
        <w:separator/>
      </w:r>
    </w:p>
  </w:endnote>
  <w:endnote w:type="continuationSeparator" w:id="1">
    <w:p w:rsidR="00A55B89" w:rsidRDefault="00A55B89" w:rsidP="004C2927">
      <w:pPr>
        <w:pStyle w:val="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1" w:rsidRDefault="00DB0331">
    <w:pPr>
      <w:pStyle w:val="Footer"/>
    </w:pPr>
    <w:r>
      <w:t>___________________________________________________________________________________________________</w:t>
    </w:r>
  </w:p>
  <w:p w:rsidR="00DB0331" w:rsidRPr="009705ED" w:rsidRDefault="00DB0331">
    <w:pPr>
      <w:pStyle w:val="Footer"/>
      <w:rPr>
        <w:b/>
        <w:sz w:val="22"/>
        <w:szCs w:val="22"/>
      </w:rPr>
    </w:pPr>
    <w:r>
      <w:tab/>
      <w:t xml:space="preserve">                     </w:t>
    </w:r>
    <w:r w:rsidRPr="009705ED">
      <w:rPr>
        <w:sz w:val="22"/>
        <w:szCs w:val="22"/>
      </w:rPr>
      <w:t xml:space="preserve">© </w:t>
    </w:r>
    <w:r w:rsidRPr="009705ED">
      <w:rPr>
        <w:b/>
        <w:i/>
        <w:sz w:val="22"/>
        <w:szCs w:val="22"/>
      </w:rPr>
      <w:t>201</w:t>
    </w:r>
    <w:r>
      <w:rPr>
        <w:b/>
        <w:i/>
        <w:sz w:val="22"/>
        <w:szCs w:val="22"/>
      </w:rPr>
      <w:t>9</w:t>
    </w:r>
    <w:r w:rsidRPr="009705ED">
      <w:rPr>
        <w:b/>
        <w:sz w:val="22"/>
        <w:szCs w:val="22"/>
      </w:rPr>
      <w:t xml:space="preserve"> </w:t>
    </w:r>
    <w:r w:rsidRPr="009705ED">
      <w:rPr>
        <w:b/>
        <w:i/>
        <w:sz w:val="22"/>
        <w:szCs w:val="22"/>
      </w:rPr>
      <w:t>Jinja  Joint  Examinations  Board</w:t>
    </w:r>
    <w:r w:rsidRPr="009705ED">
      <w:rPr>
        <w:b/>
        <w:i/>
        <w:sz w:val="22"/>
        <w:szCs w:val="22"/>
      </w:rPr>
      <w:tab/>
    </w:r>
    <w:r w:rsidRPr="009705ED">
      <w:rPr>
        <w:i/>
        <w:sz w:val="22"/>
        <w:szCs w:val="22"/>
      </w:rPr>
      <w:t xml:space="preserve">                                         </w:t>
    </w:r>
    <w:r>
      <w:rPr>
        <w:b/>
        <w:i/>
        <w:sz w:val="22"/>
        <w:szCs w:val="22"/>
      </w:rPr>
      <w:t>Turn over</w:t>
    </w:r>
    <w:r w:rsidRPr="009705ED">
      <w:rPr>
        <w:i/>
        <w:sz w:val="22"/>
        <w:szCs w:val="22"/>
      </w:rPr>
      <w:t xml:space="preserve">                    </w:t>
    </w:r>
  </w:p>
  <w:p w:rsidR="00DB0331" w:rsidRDefault="00DB0331">
    <w:pPr>
      <w:pStyle w:val="Foo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1" w:rsidRDefault="00DB0331">
    <w:pPr>
      <w:pStyle w:val="Footer"/>
      <w:pBdr>
        <w:bottom w:val="single" w:sz="12" w:space="1" w:color="auto"/>
      </w:pBdr>
    </w:pPr>
  </w:p>
  <w:p w:rsidR="00DB0331" w:rsidRPr="00A459B7" w:rsidRDefault="00DB0331">
    <w:pPr>
      <w:pStyle w:val="Footer"/>
      <w:pBdr>
        <w:bottom w:val="single" w:sz="12" w:space="1" w:color="auto"/>
      </w:pBdr>
      <w:rPr>
        <w:i/>
        <w:sz w:val="24"/>
        <w:szCs w:val="24"/>
      </w:rPr>
    </w:pPr>
  </w:p>
  <w:p w:rsidR="00DB0331" w:rsidRPr="00A459B7" w:rsidRDefault="00DB0331">
    <w:pPr>
      <w:pStyle w:val="Footer"/>
      <w:jc w:val="both"/>
      <w:rPr>
        <w:i/>
        <w:sz w:val="24"/>
        <w:szCs w:val="24"/>
      </w:rPr>
    </w:pPr>
    <w:r w:rsidRPr="00A459B7">
      <w:rPr>
        <w:i/>
        <w:sz w:val="24"/>
        <w:szCs w:val="24"/>
      </w:rPr>
      <w:tab/>
    </w:r>
    <w:r>
      <w:rPr>
        <w:i/>
        <w:sz w:val="24"/>
        <w:szCs w:val="24"/>
      </w:rPr>
      <w:t xml:space="preserve">     </w:t>
    </w:r>
    <w:r w:rsidRPr="00A459B7">
      <w:rPr>
        <w:i/>
        <w:sz w:val="24"/>
        <w:szCs w:val="24"/>
      </w:rPr>
      <w:t>© 201</w:t>
    </w:r>
    <w:r>
      <w:rPr>
        <w:i/>
        <w:sz w:val="24"/>
        <w:szCs w:val="24"/>
      </w:rPr>
      <w:t>9</w:t>
    </w:r>
    <w:r w:rsidRPr="00A459B7">
      <w:rPr>
        <w:i/>
        <w:sz w:val="24"/>
        <w:szCs w:val="24"/>
      </w:rPr>
      <w:t xml:space="preserve"> Jinja Joint Examinations Board</w:t>
    </w:r>
    <w:r>
      <w:rPr>
        <w:i/>
        <w:sz w:val="24"/>
        <w:szCs w:val="24"/>
      </w:rPr>
      <w:t xml:space="preserve">                           </w:t>
    </w:r>
    <w:r w:rsidRPr="00A459B7">
      <w:rPr>
        <w:i/>
        <w:sz w:val="24"/>
        <w:szCs w:val="24"/>
      </w:rPr>
      <w:tab/>
      <w:t xml:space="preserve">         </w:t>
    </w:r>
    <w:r>
      <w:rPr>
        <w:i/>
        <w:sz w:val="24"/>
        <w:szCs w:val="24"/>
      </w:rPr>
      <w:t xml:space="preserve">      </w:t>
    </w:r>
    <w:r w:rsidRPr="00A459B7">
      <w:rPr>
        <w:i/>
        <w:sz w:val="24"/>
        <w:szCs w:val="24"/>
      </w:rPr>
      <w:t>Turn Over</w:t>
    </w:r>
  </w:p>
  <w:p w:rsidR="00DB0331" w:rsidRDefault="00DB0331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B89" w:rsidRDefault="00A55B89" w:rsidP="004C2927">
      <w:pPr>
        <w:pStyle w:val="Title"/>
      </w:pPr>
      <w:r>
        <w:separator/>
      </w:r>
    </w:p>
  </w:footnote>
  <w:footnote w:type="continuationSeparator" w:id="1">
    <w:p w:rsidR="00A55B89" w:rsidRDefault="00A55B89" w:rsidP="004C2927">
      <w:pPr>
        <w:pStyle w:val="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1" w:rsidRDefault="00DB03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B0331" w:rsidRDefault="00DB03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1" w:rsidRDefault="00DB03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4AFA">
      <w:rPr>
        <w:rStyle w:val="PageNumber"/>
        <w:noProof/>
      </w:rPr>
      <w:t>- 11 -</w:t>
    </w:r>
    <w:r>
      <w:rPr>
        <w:rStyle w:val="PageNumber"/>
      </w:rPr>
      <w:fldChar w:fldCharType="end"/>
    </w:r>
  </w:p>
  <w:p w:rsidR="00DB0331" w:rsidRDefault="00DB03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959AC"/>
    <w:multiLevelType w:val="hybridMultilevel"/>
    <w:tmpl w:val="D764A91A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>
    <w:nsid w:val="17EE3808"/>
    <w:multiLevelType w:val="hybridMultilevel"/>
    <w:tmpl w:val="82D0EB10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181B02CC"/>
    <w:multiLevelType w:val="hybridMultilevel"/>
    <w:tmpl w:val="06F0A2CE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18842D86"/>
    <w:multiLevelType w:val="hybridMultilevel"/>
    <w:tmpl w:val="49BE6636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1936668A"/>
    <w:multiLevelType w:val="hybridMultilevel"/>
    <w:tmpl w:val="30E059E2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22E67F1E"/>
    <w:multiLevelType w:val="hybridMultilevel"/>
    <w:tmpl w:val="F450533A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25833AF9"/>
    <w:multiLevelType w:val="hybridMultilevel"/>
    <w:tmpl w:val="2362BA10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2A9E37CD"/>
    <w:multiLevelType w:val="hybridMultilevel"/>
    <w:tmpl w:val="CFDE36FC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2AE70806"/>
    <w:multiLevelType w:val="hybridMultilevel"/>
    <w:tmpl w:val="127CA3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6D09C9"/>
    <w:multiLevelType w:val="hybridMultilevel"/>
    <w:tmpl w:val="2B585598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0">
    <w:nsid w:val="35EA0F00"/>
    <w:multiLevelType w:val="hybridMultilevel"/>
    <w:tmpl w:val="4A2878B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ED43EC"/>
    <w:multiLevelType w:val="hybridMultilevel"/>
    <w:tmpl w:val="FC3AF83A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3BFD1251"/>
    <w:multiLevelType w:val="hybridMultilevel"/>
    <w:tmpl w:val="D8CA6968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41790438"/>
    <w:multiLevelType w:val="hybridMultilevel"/>
    <w:tmpl w:val="ED406B9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A02605A"/>
    <w:multiLevelType w:val="hybridMultilevel"/>
    <w:tmpl w:val="4A60B7B0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5">
    <w:nsid w:val="4B704700"/>
    <w:multiLevelType w:val="hybridMultilevel"/>
    <w:tmpl w:val="05B69270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>
    <w:nsid w:val="4F7F75DC"/>
    <w:multiLevelType w:val="hybridMultilevel"/>
    <w:tmpl w:val="AC8CFA6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AD5CDD"/>
    <w:multiLevelType w:val="hybridMultilevel"/>
    <w:tmpl w:val="960A7748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E7C7EAF"/>
    <w:multiLevelType w:val="hybridMultilevel"/>
    <w:tmpl w:val="C3E47FDE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9">
    <w:nsid w:val="5F5F020B"/>
    <w:multiLevelType w:val="hybridMultilevel"/>
    <w:tmpl w:val="1A3852AE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0">
    <w:nsid w:val="62E945EB"/>
    <w:multiLevelType w:val="hybridMultilevel"/>
    <w:tmpl w:val="1E2856D0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1">
    <w:nsid w:val="64E442C8"/>
    <w:multiLevelType w:val="hybridMultilevel"/>
    <w:tmpl w:val="8D6280AC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2">
    <w:nsid w:val="65926853"/>
    <w:multiLevelType w:val="hybridMultilevel"/>
    <w:tmpl w:val="F0AA28B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A9695E"/>
    <w:multiLevelType w:val="hybridMultilevel"/>
    <w:tmpl w:val="232CD086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4">
    <w:nsid w:val="6DA64F9F"/>
    <w:multiLevelType w:val="hybridMultilevel"/>
    <w:tmpl w:val="96B655C0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>
    <w:nsid w:val="78EF4230"/>
    <w:multiLevelType w:val="hybridMultilevel"/>
    <w:tmpl w:val="DADE18D6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6">
    <w:nsid w:val="7B9A1CAB"/>
    <w:multiLevelType w:val="hybridMultilevel"/>
    <w:tmpl w:val="F58A3104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7">
    <w:nsid w:val="7C5757B8"/>
    <w:multiLevelType w:val="hybridMultilevel"/>
    <w:tmpl w:val="F0E4DF38"/>
    <w:lvl w:ilvl="0" w:tplc="04090015">
      <w:start w:val="1"/>
      <w:numFmt w:val="upperLetter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13"/>
  </w:num>
  <w:num w:numId="5">
    <w:abstractNumId w:val="8"/>
  </w:num>
  <w:num w:numId="6">
    <w:abstractNumId w:val="15"/>
  </w:num>
  <w:num w:numId="7">
    <w:abstractNumId w:val="6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3"/>
  </w:num>
  <w:num w:numId="13">
    <w:abstractNumId w:val="19"/>
  </w:num>
  <w:num w:numId="14">
    <w:abstractNumId w:val="4"/>
  </w:num>
  <w:num w:numId="15">
    <w:abstractNumId w:val="23"/>
  </w:num>
  <w:num w:numId="16">
    <w:abstractNumId w:val="1"/>
  </w:num>
  <w:num w:numId="17">
    <w:abstractNumId w:val="17"/>
  </w:num>
  <w:num w:numId="18">
    <w:abstractNumId w:val="12"/>
  </w:num>
  <w:num w:numId="19">
    <w:abstractNumId w:val="7"/>
  </w:num>
  <w:num w:numId="20">
    <w:abstractNumId w:val="25"/>
  </w:num>
  <w:num w:numId="21">
    <w:abstractNumId w:val="0"/>
  </w:num>
  <w:num w:numId="22">
    <w:abstractNumId w:val="24"/>
  </w:num>
  <w:num w:numId="23">
    <w:abstractNumId w:val="26"/>
  </w:num>
  <w:num w:numId="24">
    <w:abstractNumId w:val="21"/>
  </w:num>
  <w:num w:numId="25">
    <w:abstractNumId w:val="18"/>
  </w:num>
  <w:num w:numId="26">
    <w:abstractNumId w:val="20"/>
  </w:num>
  <w:num w:numId="27">
    <w:abstractNumId w:val="27"/>
  </w:num>
  <w:num w:numId="28">
    <w:abstractNumId w:val="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7CD"/>
    <w:rsid w:val="00001927"/>
    <w:rsid w:val="000045E2"/>
    <w:rsid w:val="00006B46"/>
    <w:rsid w:val="0000730A"/>
    <w:rsid w:val="0001623F"/>
    <w:rsid w:val="000170AB"/>
    <w:rsid w:val="00020FDE"/>
    <w:rsid w:val="0003201D"/>
    <w:rsid w:val="0003227E"/>
    <w:rsid w:val="00046344"/>
    <w:rsid w:val="000464FE"/>
    <w:rsid w:val="00050AE4"/>
    <w:rsid w:val="0005191D"/>
    <w:rsid w:val="00053670"/>
    <w:rsid w:val="0005473A"/>
    <w:rsid w:val="00054817"/>
    <w:rsid w:val="00057662"/>
    <w:rsid w:val="000632B5"/>
    <w:rsid w:val="00064F6C"/>
    <w:rsid w:val="000664AC"/>
    <w:rsid w:val="0007644E"/>
    <w:rsid w:val="00077952"/>
    <w:rsid w:val="00081A97"/>
    <w:rsid w:val="00086AFA"/>
    <w:rsid w:val="000907CD"/>
    <w:rsid w:val="00094E06"/>
    <w:rsid w:val="000A668E"/>
    <w:rsid w:val="000A6E01"/>
    <w:rsid w:val="000C11FD"/>
    <w:rsid w:val="000C3106"/>
    <w:rsid w:val="000D0CFD"/>
    <w:rsid w:val="000D3917"/>
    <w:rsid w:val="000D6066"/>
    <w:rsid w:val="000D6067"/>
    <w:rsid w:val="000E0148"/>
    <w:rsid w:val="000E3DD4"/>
    <w:rsid w:val="000E4BF3"/>
    <w:rsid w:val="000E7BF3"/>
    <w:rsid w:val="000F2E1C"/>
    <w:rsid w:val="001074D5"/>
    <w:rsid w:val="00107B24"/>
    <w:rsid w:val="00107BB9"/>
    <w:rsid w:val="001108F4"/>
    <w:rsid w:val="00110B81"/>
    <w:rsid w:val="0011476A"/>
    <w:rsid w:val="00125189"/>
    <w:rsid w:val="001258C9"/>
    <w:rsid w:val="00134EDC"/>
    <w:rsid w:val="00136E0A"/>
    <w:rsid w:val="00137158"/>
    <w:rsid w:val="00140786"/>
    <w:rsid w:val="0014433F"/>
    <w:rsid w:val="00146DC9"/>
    <w:rsid w:val="00152393"/>
    <w:rsid w:val="00155D9F"/>
    <w:rsid w:val="00156BA3"/>
    <w:rsid w:val="00161210"/>
    <w:rsid w:val="00164DED"/>
    <w:rsid w:val="00166B3B"/>
    <w:rsid w:val="00174B11"/>
    <w:rsid w:val="0018021F"/>
    <w:rsid w:val="0018444C"/>
    <w:rsid w:val="00186698"/>
    <w:rsid w:val="0019067C"/>
    <w:rsid w:val="00197815"/>
    <w:rsid w:val="001A0808"/>
    <w:rsid w:val="001A24B0"/>
    <w:rsid w:val="001A6589"/>
    <w:rsid w:val="001A7474"/>
    <w:rsid w:val="001A7D4B"/>
    <w:rsid w:val="001B30CB"/>
    <w:rsid w:val="001B34ED"/>
    <w:rsid w:val="001B3C60"/>
    <w:rsid w:val="001B5C34"/>
    <w:rsid w:val="001C08A1"/>
    <w:rsid w:val="001C2B17"/>
    <w:rsid w:val="001C50E1"/>
    <w:rsid w:val="001C6F9D"/>
    <w:rsid w:val="001C7284"/>
    <w:rsid w:val="001D2EB9"/>
    <w:rsid w:val="001D5FF6"/>
    <w:rsid w:val="001E5F3A"/>
    <w:rsid w:val="001E63B0"/>
    <w:rsid w:val="001F7C1F"/>
    <w:rsid w:val="0021151D"/>
    <w:rsid w:val="00224126"/>
    <w:rsid w:val="002254FC"/>
    <w:rsid w:val="00226475"/>
    <w:rsid w:val="00227148"/>
    <w:rsid w:val="002354F7"/>
    <w:rsid w:val="00237AF7"/>
    <w:rsid w:val="00242038"/>
    <w:rsid w:val="00244870"/>
    <w:rsid w:val="002503CF"/>
    <w:rsid w:val="0025256D"/>
    <w:rsid w:val="0025343C"/>
    <w:rsid w:val="00253FE0"/>
    <w:rsid w:val="002558F6"/>
    <w:rsid w:val="00267AC0"/>
    <w:rsid w:val="00267B6D"/>
    <w:rsid w:val="00272B48"/>
    <w:rsid w:val="00274B86"/>
    <w:rsid w:val="002750B0"/>
    <w:rsid w:val="002779DD"/>
    <w:rsid w:val="002845D5"/>
    <w:rsid w:val="002858FA"/>
    <w:rsid w:val="002A210A"/>
    <w:rsid w:val="002A4294"/>
    <w:rsid w:val="002B3886"/>
    <w:rsid w:val="002B65CB"/>
    <w:rsid w:val="002B7540"/>
    <w:rsid w:val="002C04DB"/>
    <w:rsid w:val="002C14DC"/>
    <w:rsid w:val="002C1B4F"/>
    <w:rsid w:val="002C5B71"/>
    <w:rsid w:val="002D2BE3"/>
    <w:rsid w:val="002E3158"/>
    <w:rsid w:val="002F2C45"/>
    <w:rsid w:val="0030028E"/>
    <w:rsid w:val="0030290B"/>
    <w:rsid w:val="003050B4"/>
    <w:rsid w:val="00311593"/>
    <w:rsid w:val="00311F7F"/>
    <w:rsid w:val="0031462B"/>
    <w:rsid w:val="003230C0"/>
    <w:rsid w:val="00324AFA"/>
    <w:rsid w:val="00333DA0"/>
    <w:rsid w:val="00334882"/>
    <w:rsid w:val="0034002B"/>
    <w:rsid w:val="0034348A"/>
    <w:rsid w:val="0034399B"/>
    <w:rsid w:val="003478D4"/>
    <w:rsid w:val="0036035D"/>
    <w:rsid w:val="003629C2"/>
    <w:rsid w:val="00376085"/>
    <w:rsid w:val="0037712A"/>
    <w:rsid w:val="00392795"/>
    <w:rsid w:val="0039331C"/>
    <w:rsid w:val="003956CA"/>
    <w:rsid w:val="003A2F67"/>
    <w:rsid w:val="003A6BF1"/>
    <w:rsid w:val="003B1098"/>
    <w:rsid w:val="003B332D"/>
    <w:rsid w:val="003B3B9D"/>
    <w:rsid w:val="003C14CC"/>
    <w:rsid w:val="003D5826"/>
    <w:rsid w:val="003E3CFC"/>
    <w:rsid w:val="003E60FD"/>
    <w:rsid w:val="003F1ABB"/>
    <w:rsid w:val="003F3AAC"/>
    <w:rsid w:val="003F56FD"/>
    <w:rsid w:val="003F7DF4"/>
    <w:rsid w:val="00407F3E"/>
    <w:rsid w:val="004128D4"/>
    <w:rsid w:val="00412C30"/>
    <w:rsid w:val="00413E32"/>
    <w:rsid w:val="00421FFF"/>
    <w:rsid w:val="00422136"/>
    <w:rsid w:val="004252EE"/>
    <w:rsid w:val="00431B41"/>
    <w:rsid w:val="00432560"/>
    <w:rsid w:val="004360F1"/>
    <w:rsid w:val="00440953"/>
    <w:rsid w:val="00441484"/>
    <w:rsid w:val="004444F5"/>
    <w:rsid w:val="00446EB5"/>
    <w:rsid w:val="004471C6"/>
    <w:rsid w:val="004555C0"/>
    <w:rsid w:val="0046097B"/>
    <w:rsid w:val="004630E2"/>
    <w:rsid w:val="00466BA7"/>
    <w:rsid w:val="00471B71"/>
    <w:rsid w:val="00471C18"/>
    <w:rsid w:val="004A4BF2"/>
    <w:rsid w:val="004A7743"/>
    <w:rsid w:val="004B0887"/>
    <w:rsid w:val="004B250F"/>
    <w:rsid w:val="004B3695"/>
    <w:rsid w:val="004B4E9D"/>
    <w:rsid w:val="004C2927"/>
    <w:rsid w:val="004D1B58"/>
    <w:rsid w:val="004D2955"/>
    <w:rsid w:val="004D29E1"/>
    <w:rsid w:val="004D44B8"/>
    <w:rsid w:val="004D5A12"/>
    <w:rsid w:val="004E21B2"/>
    <w:rsid w:val="004E274F"/>
    <w:rsid w:val="004E42DF"/>
    <w:rsid w:val="004E433C"/>
    <w:rsid w:val="004F5063"/>
    <w:rsid w:val="004F7DE4"/>
    <w:rsid w:val="00500985"/>
    <w:rsid w:val="00503FD1"/>
    <w:rsid w:val="00505065"/>
    <w:rsid w:val="00517393"/>
    <w:rsid w:val="00520265"/>
    <w:rsid w:val="00523DFA"/>
    <w:rsid w:val="00524204"/>
    <w:rsid w:val="005331C7"/>
    <w:rsid w:val="00536A6B"/>
    <w:rsid w:val="005416A2"/>
    <w:rsid w:val="00544F86"/>
    <w:rsid w:val="0054564F"/>
    <w:rsid w:val="00552BF2"/>
    <w:rsid w:val="00553663"/>
    <w:rsid w:val="00554708"/>
    <w:rsid w:val="005562D4"/>
    <w:rsid w:val="005578F6"/>
    <w:rsid w:val="0056171A"/>
    <w:rsid w:val="00566825"/>
    <w:rsid w:val="00580E58"/>
    <w:rsid w:val="005A31BB"/>
    <w:rsid w:val="005A5408"/>
    <w:rsid w:val="005A5562"/>
    <w:rsid w:val="005B0677"/>
    <w:rsid w:val="005B0832"/>
    <w:rsid w:val="005B4221"/>
    <w:rsid w:val="005C54CD"/>
    <w:rsid w:val="005D1B20"/>
    <w:rsid w:val="005E6BF2"/>
    <w:rsid w:val="005E7C5B"/>
    <w:rsid w:val="005F2EA0"/>
    <w:rsid w:val="00601160"/>
    <w:rsid w:val="006024BA"/>
    <w:rsid w:val="006067B7"/>
    <w:rsid w:val="006119D9"/>
    <w:rsid w:val="00615BEF"/>
    <w:rsid w:val="00615DA2"/>
    <w:rsid w:val="0062346B"/>
    <w:rsid w:val="00627954"/>
    <w:rsid w:val="0063162A"/>
    <w:rsid w:val="00631851"/>
    <w:rsid w:val="00632A10"/>
    <w:rsid w:val="00633272"/>
    <w:rsid w:val="00637818"/>
    <w:rsid w:val="00637B1C"/>
    <w:rsid w:val="00643319"/>
    <w:rsid w:val="00643A11"/>
    <w:rsid w:val="006519E4"/>
    <w:rsid w:val="00652648"/>
    <w:rsid w:val="00653DBD"/>
    <w:rsid w:val="00660C17"/>
    <w:rsid w:val="00662BFE"/>
    <w:rsid w:val="006631F3"/>
    <w:rsid w:val="00664ADA"/>
    <w:rsid w:val="0066518D"/>
    <w:rsid w:val="00670DC0"/>
    <w:rsid w:val="00675786"/>
    <w:rsid w:val="006774C9"/>
    <w:rsid w:val="0068555F"/>
    <w:rsid w:val="00685F9E"/>
    <w:rsid w:val="00685FE8"/>
    <w:rsid w:val="006B63A3"/>
    <w:rsid w:val="006C17E4"/>
    <w:rsid w:val="006C4565"/>
    <w:rsid w:val="006C45A6"/>
    <w:rsid w:val="006D7DDB"/>
    <w:rsid w:val="006E0B7E"/>
    <w:rsid w:val="00705724"/>
    <w:rsid w:val="007067A2"/>
    <w:rsid w:val="00710EF6"/>
    <w:rsid w:val="00715FF7"/>
    <w:rsid w:val="007323F2"/>
    <w:rsid w:val="00737781"/>
    <w:rsid w:val="00737A27"/>
    <w:rsid w:val="00737D19"/>
    <w:rsid w:val="007430AE"/>
    <w:rsid w:val="007506E3"/>
    <w:rsid w:val="007543D6"/>
    <w:rsid w:val="00757BD5"/>
    <w:rsid w:val="00773CE0"/>
    <w:rsid w:val="0077714E"/>
    <w:rsid w:val="00781C67"/>
    <w:rsid w:val="00790DE3"/>
    <w:rsid w:val="00791C2B"/>
    <w:rsid w:val="0079475F"/>
    <w:rsid w:val="00794FB2"/>
    <w:rsid w:val="00795F26"/>
    <w:rsid w:val="0079715E"/>
    <w:rsid w:val="007A3B35"/>
    <w:rsid w:val="007B606D"/>
    <w:rsid w:val="007C0E34"/>
    <w:rsid w:val="007C2744"/>
    <w:rsid w:val="007D246E"/>
    <w:rsid w:val="007D25FF"/>
    <w:rsid w:val="007D64EA"/>
    <w:rsid w:val="007E41E0"/>
    <w:rsid w:val="007E4211"/>
    <w:rsid w:val="007E7BD7"/>
    <w:rsid w:val="007F12D9"/>
    <w:rsid w:val="007F47C0"/>
    <w:rsid w:val="007F7E2E"/>
    <w:rsid w:val="0080206D"/>
    <w:rsid w:val="008072F7"/>
    <w:rsid w:val="0080779C"/>
    <w:rsid w:val="00812E6A"/>
    <w:rsid w:val="008200BF"/>
    <w:rsid w:val="00830237"/>
    <w:rsid w:val="008328DA"/>
    <w:rsid w:val="00833426"/>
    <w:rsid w:val="008347C9"/>
    <w:rsid w:val="008368BB"/>
    <w:rsid w:val="008406EF"/>
    <w:rsid w:val="00842B1B"/>
    <w:rsid w:val="0085140A"/>
    <w:rsid w:val="00861819"/>
    <w:rsid w:val="008670DE"/>
    <w:rsid w:val="00874C37"/>
    <w:rsid w:val="00885334"/>
    <w:rsid w:val="00886A02"/>
    <w:rsid w:val="0089775C"/>
    <w:rsid w:val="008A2CD7"/>
    <w:rsid w:val="008A2DB1"/>
    <w:rsid w:val="008A30B1"/>
    <w:rsid w:val="008A3571"/>
    <w:rsid w:val="008A50B1"/>
    <w:rsid w:val="008B00F7"/>
    <w:rsid w:val="008B1BB0"/>
    <w:rsid w:val="008B1FF4"/>
    <w:rsid w:val="008B24C9"/>
    <w:rsid w:val="008B2B27"/>
    <w:rsid w:val="008B3BFD"/>
    <w:rsid w:val="008B67AA"/>
    <w:rsid w:val="008C08EA"/>
    <w:rsid w:val="008C1953"/>
    <w:rsid w:val="008C4C0F"/>
    <w:rsid w:val="008D5597"/>
    <w:rsid w:val="008E3C2A"/>
    <w:rsid w:val="008E4689"/>
    <w:rsid w:val="008F48FA"/>
    <w:rsid w:val="008F521D"/>
    <w:rsid w:val="00907B04"/>
    <w:rsid w:val="00912226"/>
    <w:rsid w:val="009127A5"/>
    <w:rsid w:val="00913842"/>
    <w:rsid w:val="00921651"/>
    <w:rsid w:val="00927F86"/>
    <w:rsid w:val="00931416"/>
    <w:rsid w:val="00933ADC"/>
    <w:rsid w:val="00934D5D"/>
    <w:rsid w:val="00935A61"/>
    <w:rsid w:val="00937877"/>
    <w:rsid w:val="00945520"/>
    <w:rsid w:val="00954B04"/>
    <w:rsid w:val="00955F53"/>
    <w:rsid w:val="00963339"/>
    <w:rsid w:val="009705ED"/>
    <w:rsid w:val="00970B56"/>
    <w:rsid w:val="009716B3"/>
    <w:rsid w:val="00972FB3"/>
    <w:rsid w:val="00977A68"/>
    <w:rsid w:val="00981BEE"/>
    <w:rsid w:val="0099205F"/>
    <w:rsid w:val="009948AE"/>
    <w:rsid w:val="00995718"/>
    <w:rsid w:val="0099604D"/>
    <w:rsid w:val="009A255C"/>
    <w:rsid w:val="009A3BC5"/>
    <w:rsid w:val="009A613F"/>
    <w:rsid w:val="009A6BFA"/>
    <w:rsid w:val="009B2DB5"/>
    <w:rsid w:val="009B434B"/>
    <w:rsid w:val="009B69B4"/>
    <w:rsid w:val="009B7781"/>
    <w:rsid w:val="009C6C81"/>
    <w:rsid w:val="009D1D49"/>
    <w:rsid w:val="009D26BA"/>
    <w:rsid w:val="009D3850"/>
    <w:rsid w:val="009D5AE3"/>
    <w:rsid w:val="009E0A9D"/>
    <w:rsid w:val="009E288E"/>
    <w:rsid w:val="009E6517"/>
    <w:rsid w:val="009F30E0"/>
    <w:rsid w:val="00A03604"/>
    <w:rsid w:val="00A03FFF"/>
    <w:rsid w:val="00A07B59"/>
    <w:rsid w:val="00A1102E"/>
    <w:rsid w:val="00A15EF9"/>
    <w:rsid w:val="00A27AF1"/>
    <w:rsid w:val="00A3013A"/>
    <w:rsid w:val="00A305B8"/>
    <w:rsid w:val="00A31C57"/>
    <w:rsid w:val="00A322A1"/>
    <w:rsid w:val="00A3774A"/>
    <w:rsid w:val="00A459B7"/>
    <w:rsid w:val="00A469C6"/>
    <w:rsid w:val="00A528DE"/>
    <w:rsid w:val="00A55B89"/>
    <w:rsid w:val="00A604A3"/>
    <w:rsid w:val="00A676B2"/>
    <w:rsid w:val="00A77E45"/>
    <w:rsid w:val="00A80485"/>
    <w:rsid w:val="00A82301"/>
    <w:rsid w:val="00A87FF2"/>
    <w:rsid w:val="00A90828"/>
    <w:rsid w:val="00A90FED"/>
    <w:rsid w:val="00AB048E"/>
    <w:rsid w:val="00AB076E"/>
    <w:rsid w:val="00AB1CF2"/>
    <w:rsid w:val="00AC3399"/>
    <w:rsid w:val="00AC549C"/>
    <w:rsid w:val="00AC6917"/>
    <w:rsid w:val="00AD27E1"/>
    <w:rsid w:val="00AD3FAB"/>
    <w:rsid w:val="00AD5457"/>
    <w:rsid w:val="00AE368D"/>
    <w:rsid w:val="00AE37CD"/>
    <w:rsid w:val="00AE3D56"/>
    <w:rsid w:val="00AE4174"/>
    <w:rsid w:val="00AE4CBE"/>
    <w:rsid w:val="00AE5891"/>
    <w:rsid w:val="00AF1FB7"/>
    <w:rsid w:val="00AF5036"/>
    <w:rsid w:val="00AF6867"/>
    <w:rsid w:val="00B006EA"/>
    <w:rsid w:val="00B00BA5"/>
    <w:rsid w:val="00B02D66"/>
    <w:rsid w:val="00B03940"/>
    <w:rsid w:val="00B06215"/>
    <w:rsid w:val="00B13D76"/>
    <w:rsid w:val="00B1628A"/>
    <w:rsid w:val="00B16F0C"/>
    <w:rsid w:val="00B209B8"/>
    <w:rsid w:val="00B21016"/>
    <w:rsid w:val="00B219E0"/>
    <w:rsid w:val="00B226D4"/>
    <w:rsid w:val="00B2422F"/>
    <w:rsid w:val="00B24ABC"/>
    <w:rsid w:val="00B26301"/>
    <w:rsid w:val="00B27690"/>
    <w:rsid w:val="00B3508C"/>
    <w:rsid w:val="00B35DE3"/>
    <w:rsid w:val="00B41C87"/>
    <w:rsid w:val="00B6432B"/>
    <w:rsid w:val="00B66677"/>
    <w:rsid w:val="00B673F4"/>
    <w:rsid w:val="00B713E5"/>
    <w:rsid w:val="00B7294C"/>
    <w:rsid w:val="00B72E6A"/>
    <w:rsid w:val="00B76839"/>
    <w:rsid w:val="00B82ED5"/>
    <w:rsid w:val="00B86505"/>
    <w:rsid w:val="00B87336"/>
    <w:rsid w:val="00B92C62"/>
    <w:rsid w:val="00BA3978"/>
    <w:rsid w:val="00BA3BDB"/>
    <w:rsid w:val="00BA3D8B"/>
    <w:rsid w:val="00BA540D"/>
    <w:rsid w:val="00BA66EC"/>
    <w:rsid w:val="00BB63D6"/>
    <w:rsid w:val="00BB702E"/>
    <w:rsid w:val="00BB7274"/>
    <w:rsid w:val="00BB7493"/>
    <w:rsid w:val="00BC04C8"/>
    <w:rsid w:val="00BC05A2"/>
    <w:rsid w:val="00BD2048"/>
    <w:rsid w:val="00BD2D1C"/>
    <w:rsid w:val="00BD32F1"/>
    <w:rsid w:val="00BD40F5"/>
    <w:rsid w:val="00BD7155"/>
    <w:rsid w:val="00BE2530"/>
    <w:rsid w:val="00BE2694"/>
    <w:rsid w:val="00BE43FA"/>
    <w:rsid w:val="00BE58FA"/>
    <w:rsid w:val="00BE6254"/>
    <w:rsid w:val="00BF6062"/>
    <w:rsid w:val="00C00464"/>
    <w:rsid w:val="00C046CD"/>
    <w:rsid w:val="00C0541D"/>
    <w:rsid w:val="00C0663B"/>
    <w:rsid w:val="00C07407"/>
    <w:rsid w:val="00C21304"/>
    <w:rsid w:val="00C22AE6"/>
    <w:rsid w:val="00C26488"/>
    <w:rsid w:val="00C26E55"/>
    <w:rsid w:val="00C31AAD"/>
    <w:rsid w:val="00C32A95"/>
    <w:rsid w:val="00C3358D"/>
    <w:rsid w:val="00C37605"/>
    <w:rsid w:val="00C406FE"/>
    <w:rsid w:val="00C40FBE"/>
    <w:rsid w:val="00C43540"/>
    <w:rsid w:val="00C44E26"/>
    <w:rsid w:val="00C46385"/>
    <w:rsid w:val="00C46B20"/>
    <w:rsid w:val="00C55454"/>
    <w:rsid w:val="00C57012"/>
    <w:rsid w:val="00C579FD"/>
    <w:rsid w:val="00C62E06"/>
    <w:rsid w:val="00C630BE"/>
    <w:rsid w:val="00C676E0"/>
    <w:rsid w:val="00C67A9F"/>
    <w:rsid w:val="00C74757"/>
    <w:rsid w:val="00C85526"/>
    <w:rsid w:val="00C858F3"/>
    <w:rsid w:val="00C86612"/>
    <w:rsid w:val="00C8719A"/>
    <w:rsid w:val="00C91D63"/>
    <w:rsid w:val="00C9305F"/>
    <w:rsid w:val="00CA4890"/>
    <w:rsid w:val="00CA6BDD"/>
    <w:rsid w:val="00CB466B"/>
    <w:rsid w:val="00CB4913"/>
    <w:rsid w:val="00CC1E02"/>
    <w:rsid w:val="00CC4CB4"/>
    <w:rsid w:val="00CC725C"/>
    <w:rsid w:val="00CD526C"/>
    <w:rsid w:val="00CD6149"/>
    <w:rsid w:val="00CE15ED"/>
    <w:rsid w:val="00CE1675"/>
    <w:rsid w:val="00CE1A53"/>
    <w:rsid w:val="00CE61B0"/>
    <w:rsid w:val="00CE73E9"/>
    <w:rsid w:val="00CF24D0"/>
    <w:rsid w:val="00D01365"/>
    <w:rsid w:val="00D10409"/>
    <w:rsid w:val="00D232EA"/>
    <w:rsid w:val="00D3043D"/>
    <w:rsid w:val="00D34F67"/>
    <w:rsid w:val="00D36620"/>
    <w:rsid w:val="00D42FA3"/>
    <w:rsid w:val="00D45621"/>
    <w:rsid w:val="00D522B5"/>
    <w:rsid w:val="00D621B3"/>
    <w:rsid w:val="00D629D2"/>
    <w:rsid w:val="00D659AC"/>
    <w:rsid w:val="00D71A21"/>
    <w:rsid w:val="00D71AC6"/>
    <w:rsid w:val="00D7468A"/>
    <w:rsid w:val="00D75912"/>
    <w:rsid w:val="00D82497"/>
    <w:rsid w:val="00D84756"/>
    <w:rsid w:val="00D856B2"/>
    <w:rsid w:val="00D85BC5"/>
    <w:rsid w:val="00D87350"/>
    <w:rsid w:val="00D90604"/>
    <w:rsid w:val="00D90818"/>
    <w:rsid w:val="00D932BC"/>
    <w:rsid w:val="00D93907"/>
    <w:rsid w:val="00DA266C"/>
    <w:rsid w:val="00DA50F6"/>
    <w:rsid w:val="00DA7402"/>
    <w:rsid w:val="00DA7C0D"/>
    <w:rsid w:val="00DB0331"/>
    <w:rsid w:val="00DB2EAB"/>
    <w:rsid w:val="00DB51D9"/>
    <w:rsid w:val="00DC0AB1"/>
    <w:rsid w:val="00DD78D5"/>
    <w:rsid w:val="00DD7986"/>
    <w:rsid w:val="00DE3243"/>
    <w:rsid w:val="00DE38AA"/>
    <w:rsid w:val="00DE3A4E"/>
    <w:rsid w:val="00DF6713"/>
    <w:rsid w:val="00E0145E"/>
    <w:rsid w:val="00E01DE3"/>
    <w:rsid w:val="00E05A0A"/>
    <w:rsid w:val="00E06088"/>
    <w:rsid w:val="00E14DDA"/>
    <w:rsid w:val="00E213BE"/>
    <w:rsid w:val="00E26078"/>
    <w:rsid w:val="00E265C1"/>
    <w:rsid w:val="00E33E19"/>
    <w:rsid w:val="00E41547"/>
    <w:rsid w:val="00E43E5A"/>
    <w:rsid w:val="00E55FA2"/>
    <w:rsid w:val="00E623F3"/>
    <w:rsid w:val="00E65C27"/>
    <w:rsid w:val="00E65C9C"/>
    <w:rsid w:val="00E65FB1"/>
    <w:rsid w:val="00E67BB4"/>
    <w:rsid w:val="00E7023E"/>
    <w:rsid w:val="00E71A23"/>
    <w:rsid w:val="00E728FB"/>
    <w:rsid w:val="00E75E9E"/>
    <w:rsid w:val="00E77699"/>
    <w:rsid w:val="00E80580"/>
    <w:rsid w:val="00E8268D"/>
    <w:rsid w:val="00E861CF"/>
    <w:rsid w:val="00E911D7"/>
    <w:rsid w:val="00E93338"/>
    <w:rsid w:val="00EA1902"/>
    <w:rsid w:val="00EB004C"/>
    <w:rsid w:val="00EB6799"/>
    <w:rsid w:val="00EB7620"/>
    <w:rsid w:val="00ED4744"/>
    <w:rsid w:val="00ED509A"/>
    <w:rsid w:val="00ED6FAE"/>
    <w:rsid w:val="00EE04B8"/>
    <w:rsid w:val="00EE1AC1"/>
    <w:rsid w:val="00EE5993"/>
    <w:rsid w:val="00F02F12"/>
    <w:rsid w:val="00F07CAF"/>
    <w:rsid w:val="00F10705"/>
    <w:rsid w:val="00F110A9"/>
    <w:rsid w:val="00F13811"/>
    <w:rsid w:val="00F13A26"/>
    <w:rsid w:val="00F22EDB"/>
    <w:rsid w:val="00F238E6"/>
    <w:rsid w:val="00F25131"/>
    <w:rsid w:val="00F27F5A"/>
    <w:rsid w:val="00F33226"/>
    <w:rsid w:val="00F37183"/>
    <w:rsid w:val="00F445B1"/>
    <w:rsid w:val="00F44B47"/>
    <w:rsid w:val="00F52BE6"/>
    <w:rsid w:val="00F531B2"/>
    <w:rsid w:val="00F54BA5"/>
    <w:rsid w:val="00F55DE0"/>
    <w:rsid w:val="00F668EE"/>
    <w:rsid w:val="00F7544F"/>
    <w:rsid w:val="00F85984"/>
    <w:rsid w:val="00F86F3B"/>
    <w:rsid w:val="00F933F8"/>
    <w:rsid w:val="00F9373A"/>
    <w:rsid w:val="00F937A0"/>
    <w:rsid w:val="00F9402E"/>
    <w:rsid w:val="00F96915"/>
    <w:rsid w:val="00F97E0E"/>
    <w:rsid w:val="00FA3FFB"/>
    <w:rsid w:val="00FC6299"/>
    <w:rsid w:val="00FD1128"/>
    <w:rsid w:val="00FD536E"/>
    <w:rsid w:val="00FD7FD0"/>
    <w:rsid w:val="00FE274C"/>
    <w:rsid w:val="00FF4866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none [3212]" strokecolor="none [3212]"/>
    </o:shapedefaults>
    <o:shapelayout v:ext="edit">
      <o:idmap v:ext="edit" data="1"/>
      <o:rules v:ext="edit">
        <o:r id="V:Rule2" type="connector" idref="#_x0000_s1026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5256D"/>
    <w:pPr>
      <w:jc w:val="center"/>
    </w:pPr>
    <w:rPr>
      <w:b/>
      <w:sz w:val="24"/>
    </w:rPr>
  </w:style>
  <w:style w:type="paragraph" w:styleId="Subtitle">
    <w:name w:val="Subtitle"/>
    <w:basedOn w:val="Normal"/>
    <w:link w:val="SubtitleChar"/>
    <w:uiPriority w:val="99"/>
    <w:qFormat/>
    <w:rsid w:val="0025256D"/>
    <w:pPr>
      <w:jc w:val="center"/>
    </w:pPr>
    <w:rPr>
      <w:b/>
      <w:i/>
      <w:sz w:val="24"/>
    </w:rPr>
  </w:style>
  <w:style w:type="paragraph" w:styleId="Header">
    <w:name w:val="header"/>
    <w:basedOn w:val="Normal"/>
    <w:rsid w:val="002525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25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5256D"/>
  </w:style>
  <w:style w:type="table" w:styleId="TableGrid">
    <w:name w:val="Table Grid"/>
    <w:basedOn w:val="TableNormal"/>
    <w:rsid w:val="00631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A668E"/>
    <w:pPr>
      <w:ind w:left="720"/>
      <w:contextualSpacing/>
    </w:pPr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F6713"/>
    <w:rPr>
      <w:color w:val="808080"/>
    </w:rPr>
  </w:style>
  <w:style w:type="paragraph" w:styleId="BalloonText">
    <w:name w:val="Balloon Text"/>
    <w:basedOn w:val="Normal"/>
    <w:link w:val="BalloonTextChar"/>
    <w:rsid w:val="00DF67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6713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uiPriority w:val="99"/>
    <w:rsid w:val="00FF7F2A"/>
    <w:rPr>
      <w:b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836C-7F98-4312-BCA8-72B9323A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314</TotalTime>
  <Pages>1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11860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78</cp:revision>
  <cp:lastPrinted>2019-07-11T09:04:00Z</cp:lastPrinted>
  <dcterms:created xsi:type="dcterms:W3CDTF">2019-06-20T13:39:00Z</dcterms:created>
  <dcterms:modified xsi:type="dcterms:W3CDTF">2019-07-11T09:12:00Z</dcterms:modified>
</cp:coreProperties>
</file>